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96214" w14:textId="515DCF54" w:rsidR="0042696D" w:rsidRPr="00827442" w:rsidRDefault="00044568" w:rsidP="00CC2290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827442">
        <w:rPr>
          <w:rFonts w:cs="Open Sans"/>
          <w:b/>
          <w:bCs/>
          <w:sz w:val="32"/>
          <w:szCs w:val="32"/>
        </w:rPr>
        <w:fldChar w:fldCharType="begin"/>
      </w:r>
      <w:r w:rsidRPr="00827442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827442">
        <w:rPr>
          <w:rFonts w:cs="Open Sans"/>
          <w:b/>
          <w:bCs/>
          <w:sz w:val="32"/>
          <w:szCs w:val="32"/>
        </w:rPr>
        <w:fldChar w:fldCharType="separate"/>
      </w:r>
      <w:r w:rsidR="00063460" w:rsidRPr="00827442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827442">
        <w:rPr>
          <w:rFonts w:cs="Open Sans"/>
          <w:b/>
          <w:bCs/>
          <w:sz w:val="32"/>
          <w:szCs w:val="32"/>
        </w:rPr>
        <w:fldChar w:fldCharType="end"/>
      </w:r>
    </w:p>
    <w:p w14:paraId="74F46DDB" w14:textId="4EDD3274" w:rsidR="00535984" w:rsidRPr="00827442" w:rsidRDefault="0006207D" w:rsidP="00CC2290">
      <w:pPr>
        <w:pStyle w:val="Tytu"/>
        <w:spacing w:before="5040" w:after="240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827442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827442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827442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063460" w:rsidRPr="00827442">
        <w:rPr>
          <w:rFonts w:eastAsia="Yu Gothic Light" w:cstheme="minorHAnsi"/>
          <w:bCs/>
          <w:sz w:val="56"/>
          <w:szCs w:val="28"/>
          <w:lang w:val="pl-PL"/>
        </w:rPr>
        <w:t xml:space="preserve">Specyfikacja XML dla podmiotów w zakresie elektronicznej obsługi informacji o dopłatach w grach liczbowych, loteriach pieniężnych i grze </w:t>
      </w:r>
      <w:proofErr w:type="spellStart"/>
      <w:r w:rsidR="00063460" w:rsidRPr="00827442">
        <w:rPr>
          <w:rFonts w:eastAsia="Yu Gothic Light" w:cstheme="minorHAnsi"/>
          <w:bCs/>
          <w:sz w:val="56"/>
          <w:szCs w:val="28"/>
          <w:lang w:val="pl-PL"/>
        </w:rPr>
        <w:t>telebingo</w:t>
      </w:r>
      <w:proofErr w:type="spellEnd"/>
      <w:r w:rsidR="00063460" w:rsidRPr="00827442">
        <w:rPr>
          <w:rFonts w:eastAsia="Yu Gothic Light" w:cstheme="minorHAnsi"/>
          <w:bCs/>
          <w:sz w:val="56"/>
          <w:szCs w:val="28"/>
          <w:lang w:val="pl-PL"/>
        </w:rPr>
        <w:t xml:space="preserve"> GHD-1</w:t>
      </w:r>
      <w:r w:rsidRPr="00827442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60276D88" w14:textId="7CD339D5" w:rsidR="003F3585" w:rsidRPr="00827442" w:rsidRDefault="001D1ACD" w:rsidP="00CC2290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827442">
        <w:rPr>
          <w:rFonts w:cs="Open Sans"/>
          <w:b/>
          <w:bCs/>
          <w:sz w:val="32"/>
          <w:szCs w:val="32"/>
        </w:rPr>
        <w:t>Wersja</w:t>
      </w:r>
      <w:r w:rsidR="0058798F" w:rsidRPr="00827442">
        <w:rPr>
          <w:rFonts w:cs="Open Sans"/>
          <w:b/>
          <w:bCs/>
          <w:sz w:val="32"/>
          <w:szCs w:val="32"/>
        </w:rPr>
        <w:t xml:space="preserve"> </w:t>
      </w:r>
      <w:r w:rsidR="00917ED3" w:rsidRPr="00827442">
        <w:rPr>
          <w:rFonts w:cs="Open Sans"/>
          <w:b/>
          <w:bCs/>
          <w:sz w:val="32"/>
          <w:szCs w:val="32"/>
        </w:rPr>
        <w:fldChar w:fldCharType="begin"/>
      </w:r>
      <w:r w:rsidR="00917ED3" w:rsidRPr="00827442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827442">
        <w:rPr>
          <w:rFonts w:cs="Open Sans"/>
          <w:b/>
          <w:bCs/>
          <w:sz w:val="32"/>
          <w:szCs w:val="32"/>
        </w:rPr>
        <w:fldChar w:fldCharType="separate"/>
      </w:r>
      <w:r w:rsidR="00063460" w:rsidRPr="00827442">
        <w:rPr>
          <w:rFonts w:cs="Open Sans"/>
          <w:b/>
          <w:bCs/>
          <w:sz w:val="32"/>
          <w:szCs w:val="32"/>
        </w:rPr>
        <w:t>1.8</w:t>
      </w:r>
      <w:r w:rsidR="00917ED3" w:rsidRPr="00827442">
        <w:rPr>
          <w:rFonts w:cs="Open Sans"/>
          <w:b/>
          <w:bCs/>
          <w:sz w:val="32"/>
          <w:szCs w:val="32"/>
        </w:rPr>
        <w:fldChar w:fldCharType="end"/>
      </w:r>
    </w:p>
    <w:p w14:paraId="63A1E7BA" w14:textId="77777777" w:rsidR="003F3585" w:rsidRPr="00827442" w:rsidRDefault="003F3585" w:rsidP="007D0A84"/>
    <w:p w14:paraId="1F1B40EA" w14:textId="77777777" w:rsidR="00F6340E" w:rsidRPr="00827442" w:rsidRDefault="00F6340E" w:rsidP="007D0A84">
      <w:pPr>
        <w:sectPr w:rsidR="00F6340E" w:rsidRPr="00827442" w:rsidSect="00860601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69141F6C" w14:textId="25F0F2C3" w:rsidR="00220E61" w:rsidRPr="00827442" w:rsidRDefault="00220E61" w:rsidP="00220E61">
      <w:pPr>
        <w:pStyle w:val="Legenda"/>
        <w:keepNext/>
        <w:rPr>
          <w:szCs w:val="22"/>
        </w:rPr>
      </w:pPr>
      <w:bookmarkStart w:id="0" w:name="_Toc183602226"/>
      <w:r w:rsidRPr="00827442">
        <w:rPr>
          <w:szCs w:val="22"/>
        </w:rPr>
        <w:lastRenderedPageBreak/>
        <w:t xml:space="preserve">Tabela </w:t>
      </w:r>
      <w:r w:rsidRPr="00827442">
        <w:rPr>
          <w:szCs w:val="22"/>
        </w:rPr>
        <w:fldChar w:fldCharType="begin"/>
      </w:r>
      <w:r w:rsidRPr="00827442">
        <w:rPr>
          <w:szCs w:val="22"/>
        </w:rPr>
        <w:instrText xml:space="preserve"> SEQ Tabela \* ARABIC </w:instrText>
      </w:r>
      <w:r w:rsidRPr="00827442">
        <w:rPr>
          <w:szCs w:val="22"/>
        </w:rPr>
        <w:fldChar w:fldCharType="separate"/>
      </w:r>
      <w:r w:rsidR="00063460" w:rsidRPr="00827442">
        <w:rPr>
          <w:noProof/>
          <w:szCs w:val="22"/>
        </w:rPr>
        <w:t>1</w:t>
      </w:r>
      <w:r w:rsidRPr="00827442">
        <w:rPr>
          <w:szCs w:val="22"/>
        </w:rPr>
        <w:fldChar w:fldCharType="end"/>
      </w:r>
      <w:r w:rsidRPr="00827442">
        <w:rPr>
          <w:szCs w:val="22"/>
        </w:rPr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827442" w14:paraId="5CE4FA6D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5E92AB12" w14:textId="77777777" w:rsidR="00BB6B75" w:rsidRPr="00827442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</w:rPr>
            </w:pPr>
            <w:r w:rsidRPr="00827442">
              <w:rPr>
                <w:rFonts w:ascii="Lato" w:hAnsi="Lato"/>
              </w:rPr>
              <w:t>Projekt</w:t>
            </w:r>
          </w:p>
        </w:tc>
        <w:tc>
          <w:tcPr>
            <w:tcW w:w="7560" w:type="dxa"/>
          </w:tcPr>
          <w:p w14:paraId="3BB9AB14" w14:textId="77777777" w:rsidR="00BB6B75" w:rsidRPr="00827442" w:rsidRDefault="00BB6B75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ZEFIR 2</w:t>
            </w:r>
          </w:p>
        </w:tc>
      </w:tr>
      <w:tr w:rsidR="00BB6B75" w:rsidRPr="00827442" w14:paraId="30F9E26A" w14:textId="77777777" w:rsidTr="002B7D47">
        <w:tc>
          <w:tcPr>
            <w:tcW w:w="1800" w:type="dxa"/>
          </w:tcPr>
          <w:p w14:paraId="57681178" w14:textId="77777777" w:rsidR="00BB6B75" w:rsidRPr="00827442" w:rsidRDefault="00FF41D0" w:rsidP="009B4595">
            <w:pPr>
              <w:pStyle w:val="Tabelazwyky"/>
            </w:pPr>
            <w:r w:rsidRPr="00827442">
              <w:t>Nazwa Wykonawcy</w:t>
            </w:r>
          </w:p>
        </w:tc>
        <w:tc>
          <w:tcPr>
            <w:tcW w:w="7560" w:type="dxa"/>
          </w:tcPr>
          <w:p w14:paraId="4E731BAF" w14:textId="77777777" w:rsidR="00BB6B75" w:rsidRPr="00827442" w:rsidRDefault="001D1ACD" w:rsidP="009B4595">
            <w:pPr>
              <w:pStyle w:val="Tabelazwyky"/>
            </w:pPr>
            <w:r w:rsidRPr="00827442">
              <w:t>Asseco Poland S.A.</w:t>
            </w:r>
          </w:p>
        </w:tc>
      </w:tr>
      <w:tr w:rsidR="00BB6B75" w:rsidRPr="00827442" w14:paraId="194F77C0" w14:textId="77777777" w:rsidTr="002B7D47">
        <w:tc>
          <w:tcPr>
            <w:tcW w:w="1800" w:type="dxa"/>
          </w:tcPr>
          <w:p w14:paraId="7D6FCE2D" w14:textId="77777777" w:rsidR="00BB6B75" w:rsidRPr="00827442" w:rsidRDefault="00FF41D0" w:rsidP="009B4595">
            <w:pPr>
              <w:pStyle w:val="Tabelazwyky"/>
            </w:pPr>
            <w:r w:rsidRPr="00827442">
              <w:t>Nazwa p</w:t>
            </w:r>
            <w:r w:rsidR="00BB6B75" w:rsidRPr="00827442">
              <w:t>rodukt</w:t>
            </w:r>
            <w:r w:rsidRPr="00827442">
              <w:t>u</w:t>
            </w:r>
          </w:p>
        </w:tc>
        <w:tc>
          <w:tcPr>
            <w:tcW w:w="7560" w:type="dxa"/>
          </w:tcPr>
          <w:p w14:paraId="4545941A" w14:textId="45D2669E" w:rsidR="00BB6B75" w:rsidRPr="00827442" w:rsidRDefault="00A04C1C" w:rsidP="009B4595">
            <w:pPr>
              <w:pStyle w:val="Tabelazwyky"/>
            </w:pPr>
            <w:r w:rsidRPr="00827442">
              <w:t xml:space="preserve">Specyfikacja XML dla podmiotów w zakresie elektronicznej obsługi informacji o dopłatach w grach liczbowych, loteriach pieniężnych i grze </w:t>
            </w:r>
            <w:proofErr w:type="spellStart"/>
            <w:r w:rsidRPr="00827442">
              <w:t>telebingo</w:t>
            </w:r>
            <w:proofErr w:type="spellEnd"/>
            <w:r w:rsidRPr="00827442">
              <w:t xml:space="preserve"> GHD-1</w:t>
            </w:r>
          </w:p>
        </w:tc>
      </w:tr>
      <w:tr w:rsidR="00BB6B75" w:rsidRPr="00827442" w14:paraId="30EF4D9F" w14:textId="77777777" w:rsidTr="002B7D47">
        <w:tc>
          <w:tcPr>
            <w:tcW w:w="1800" w:type="dxa"/>
          </w:tcPr>
          <w:p w14:paraId="18B1AD1C" w14:textId="77777777" w:rsidR="00BB6B75" w:rsidRPr="00827442" w:rsidRDefault="00BB6B75" w:rsidP="009B4595">
            <w:pPr>
              <w:pStyle w:val="Tabelazwyky"/>
            </w:pPr>
            <w:r w:rsidRPr="00827442">
              <w:t>Opis</w:t>
            </w:r>
            <w:r w:rsidR="00FF41D0" w:rsidRPr="00827442">
              <w:t xml:space="preserve"> produktu</w:t>
            </w:r>
          </w:p>
        </w:tc>
        <w:tc>
          <w:tcPr>
            <w:tcW w:w="7560" w:type="dxa"/>
          </w:tcPr>
          <w:p w14:paraId="734AD306" w14:textId="77777777" w:rsidR="004F1A35" w:rsidRPr="00827442" w:rsidRDefault="004F1A35" w:rsidP="009B4595">
            <w:pPr>
              <w:pStyle w:val="Tabelazwyky"/>
            </w:pPr>
            <w:r w:rsidRPr="00827442"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188E94CD" w14:textId="77777777" w:rsidR="00004C2C" w:rsidRPr="00827442" w:rsidRDefault="00004C2C" w:rsidP="009B4595">
            <w:pPr>
              <w:pStyle w:val="Tabelazwyky"/>
            </w:pPr>
            <w:r w:rsidRPr="00827442">
              <w:t>Dokument zawiera</w:t>
            </w:r>
            <w:r w:rsidR="008A4189" w:rsidRPr="00827442">
              <w:t xml:space="preserve"> </w:t>
            </w:r>
            <w:r w:rsidR="00050718" w:rsidRPr="00827442">
              <w:t xml:space="preserve">definicję struktury </w:t>
            </w:r>
            <w:r w:rsidR="00A65992" w:rsidRPr="00827442">
              <w:t>dek</w:t>
            </w:r>
            <w:r w:rsidR="00B932C3" w:rsidRPr="00827442">
              <w:t xml:space="preserve">laracji </w:t>
            </w:r>
            <w:r w:rsidR="00677A8F" w:rsidRPr="00827442">
              <w:t>GHD</w:t>
            </w:r>
            <w:r w:rsidR="005252B7" w:rsidRPr="00827442">
              <w:t>-</w:t>
            </w:r>
            <w:r w:rsidR="00677A8F" w:rsidRPr="00827442">
              <w:t>1</w:t>
            </w:r>
            <w:r w:rsidR="000A71C7" w:rsidRPr="00827442">
              <w:t xml:space="preserve">. </w:t>
            </w:r>
          </w:p>
        </w:tc>
      </w:tr>
      <w:tr w:rsidR="00BB6B75" w:rsidRPr="00827442" w14:paraId="2BA413A5" w14:textId="77777777" w:rsidTr="002B7D47">
        <w:tc>
          <w:tcPr>
            <w:tcW w:w="1800" w:type="dxa"/>
          </w:tcPr>
          <w:p w14:paraId="67819BBC" w14:textId="77777777" w:rsidR="00BB6B75" w:rsidRPr="00827442" w:rsidRDefault="00FF41D0" w:rsidP="009B4595">
            <w:pPr>
              <w:pStyle w:val="Tabelazwyky"/>
            </w:pPr>
            <w:r w:rsidRPr="00827442">
              <w:t>Autor/</w:t>
            </w:r>
            <w:proofErr w:type="spellStart"/>
            <w:r w:rsidRPr="00827442">
              <w:t>rzy</w:t>
            </w:r>
            <w:proofErr w:type="spellEnd"/>
          </w:p>
        </w:tc>
        <w:tc>
          <w:tcPr>
            <w:tcW w:w="7560" w:type="dxa"/>
          </w:tcPr>
          <w:p w14:paraId="7240665E" w14:textId="77777777" w:rsidR="00BB6B75" w:rsidRPr="00827442" w:rsidRDefault="008A4189" w:rsidP="009B4595">
            <w:pPr>
              <w:pStyle w:val="Tabelazwyky"/>
            </w:pPr>
            <w:r w:rsidRPr="00827442">
              <w:t xml:space="preserve">Projektant – </w:t>
            </w:r>
            <w:r w:rsidR="00B67094" w:rsidRPr="00827442">
              <w:t>Rafał Złoty</w:t>
            </w:r>
            <w:r w:rsidR="004F1A35" w:rsidRPr="00827442">
              <w:t>, Analityk – Bogdan Schmidt</w:t>
            </w:r>
          </w:p>
        </w:tc>
      </w:tr>
      <w:tr w:rsidR="00A04C1C" w:rsidRPr="00827442" w14:paraId="4D1B6C30" w14:textId="77777777" w:rsidTr="002B7D47">
        <w:tc>
          <w:tcPr>
            <w:tcW w:w="1800" w:type="dxa"/>
          </w:tcPr>
          <w:p w14:paraId="50925F35" w14:textId="77777777" w:rsidR="00A04C1C" w:rsidRPr="00827442" w:rsidRDefault="00A04C1C" w:rsidP="009B4595">
            <w:pPr>
              <w:pStyle w:val="Tabelazwyky"/>
            </w:pPr>
            <w:r w:rsidRPr="00827442">
              <w:t>Nazwa pliku</w:t>
            </w:r>
          </w:p>
        </w:tc>
        <w:tc>
          <w:tcPr>
            <w:tcW w:w="7560" w:type="dxa"/>
          </w:tcPr>
          <w:p w14:paraId="2E1A96E4" w14:textId="5A11EE90" w:rsidR="00A04C1C" w:rsidRPr="00827442" w:rsidRDefault="00A04C1C" w:rsidP="009B4595">
            <w:pPr>
              <w:pStyle w:val="Tabelazwyky"/>
            </w:pPr>
            <w:r w:rsidRPr="00827442">
              <w:t>ZF2-PWT-KXML-GHD1_v1.8</w:t>
            </w:r>
          </w:p>
        </w:tc>
      </w:tr>
      <w:tr w:rsidR="00A04C1C" w:rsidRPr="00827442" w14:paraId="5104E67E" w14:textId="77777777" w:rsidTr="002B7D47">
        <w:tc>
          <w:tcPr>
            <w:tcW w:w="1800" w:type="dxa"/>
          </w:tcPr>
          <w:p w14:paraId="0CF2918C" w14:textId="6053B679" w:rsidR="00A04C1C" w:rsidRPr="00827442" w:rsidRDefault="00A04C1C" w:rsidP="009B4595">
            <w:pPr>
              <w:pStyle w:val="Tabelazwyky"/>
            </w:pPr>
            <w:r w:rsidRPr="00827442">
              <w:t>Liczba stron</w:t>
            </w:r>
          </w:p>
        </w:tc>
        <w:tc>
          <w:tcPr>
            <w:tcW w:w="7560" w:type="dxa"/>
          </w:tcPr>
          <w:p w14:paraId="3B76A0D5" w14:textId="32E50BAE" w:rsidR="00A04C1C" w:rsidRPr="00827442" w:rsidRDefault="00A04C1C" w:rsidP="009B4595">
            <w:pPr>
              <w:pStyle w:val="Tabelazwyky"/>
            </w:pPr>
            <w:r w:rsidRPr="00827442">
              <w:fldChar w:fldCharType="begin"/>
            </w:r>
            <w:r w:rsidRPr="00827442">
              <w:instrText xml:space="preserve"> NUMPAGES   \* MERGEFORMAT </w:instrText>
            </w:r>
            <w:r w:rsidRPr="00827442">
              <w:fldChar w:fldCharType="separate"/>
            </w:r>
            <w:r w:rsidR="00063460" w:rsidRPr="00827442">
              <w:rPr>
                <w:noProof/>
              </w:rPr>
              <w:t>18</w:t>
            </w:r>
            <w:r w:rsidRPr="00827442">
              <w:fldChar w:fldCharType="end"/>
            </w:r>
          </w:p>
        </w:tc>
      </w:tr>
    </w:tbl>
    <w:p w14:paraId="49F74CF0" w14:textId="77777777" w:rsidR="00A45A2F" w:rsidRPr="00827442" w:rsidRDefault="00A45A2F" w:rsidP="003D25AE">
      <w:pPr>
        <w:pStyle w:val="Z2PodpisRysunkuTabeli"/>
      </w:pPr>
      <w:r w:rsidRPr="00827442">
        <w:t>Historia zmian dokumentu</w:t>
      </w:r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827442" w14:paraId="0E82D5C7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2F4F641D" w14:textId="77777777" w:rsidR="00A45A2F" w:rsidRPr="00827442" w:rsidRDefault="005366D3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E</w:t>
            </w:r>
            <w:r w:rsidR="00A45A2F" w:rsidRPr="00827442">
              <w:rPr>
                <w:rFonts w:ascii="Lato" w:hAnsi="Lato"/>
              </w:rPr>
              <w:t>dycj</w:t>
            </w:r>
            <w:r w:rsidRPr="00827442">
              <w:rPr>
                <w:rFonts w:ascii="Lato" w:hAnsi="Lato"/>
              </w:rPr>
              <w:t>a</w:t>
            </w:r>
          </w:p>
        </w:tc>
        <w:tc>
          <w:tcPr>
            <w:tcW w:w="877" w:type="dxa"/>
          </w:tcPr>
          <w:p w14:paraId="13C0669C" w14:textId="77777777" w:rsidR="00A45A2F" w:rsidRPr="00827442" w:rsidRDefault="005366D3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Rewizja</w:t>
            </w:r>
          </w:p>
        </w:tc>
        <w:tc>
          <w:tcPr>
            <w:tcW w:w="1326" w:type="dxa"/>
          </w:tcPr>
          <w:p w14:paraId="572D1961" w14:textId="77777777" w:rsidR="00A45A2F" w:rsidRPr="00827442" w:rsidRDefault="00A45A2F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Data wydania</w:t>
            </w:r>
          </w:p>
        </w:tc>
        <w:tc>
          <w:tcPr>
            <w:tcW w:w="2400" w:type="dxa"/>
          </w:tcPr>
          <w:p w14:paraId="78338C9B" w14:textId="77777777" w:rsidR="00A45A2F" w:rsidRPr="00827442" w:rsidRDefault="00A45A2F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Opis</w:t>
            </w:r>
          </w:p>
        </w:tc>
        <w:tc>
          <w:tcPr>
            <w:tcW w:w="720" w:type="dxa"/>
          </w:tcPr>
          <w:p w14:paraId="6CA60580" w14:textId="77777777" w:rsidR="00A45A2F" w:rsidRPr="00827442" w:rsidRDefault="005366D3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A</w:t>
            </w:r>
            <w:r w:rsidR="00A45A2F" w:rsidRPr="00827442">
              <w:rPr>
                <w:rFonts w:ascii="Lato" w:hAnsi="Lato"/>
              </w:rPr>
              <w:t>kcja (*)</w:t>
            </w:r>
          </w:p>
        </w:tc>
        <w:tc>
          <w:tcPr>
            <w:tcW w:w="1080" w:type="dxa"/>
          </w:tcPr>
          <w:p w14:paraId="382DEE9F" w14:textId="77777777" w:rsidR="00A45A2F" w:rsidRPr="00827442" w:rsidRDefault="00A45A2F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Rozdzi</w:t>
            </w:r>
            <w:r w:rsidR="00FF41D0" w:rsidRPr="00827442">
              <w:rPr>
                <w:rFonts w:ascii="Lato" w:hAnsi="Lato"/>
              </w:rPr>
              <w:t>ały</w:t>
            </w:r>
            <w:r w:rsidR="005366D3" w:rsidRPr="00827442">
              <w:rPr>
                <w:rFonts w:ascii="Lato" w:hAnsi="Lato"/>
              </w:rPr>
              <w:t xml:space="preserve"> </w:t>
            </w:r>
            <w:r w:rsidRPr="00827442">
              <w:rPr>
                <w:rFonts w:ascii="Lato" w:hAnsi="Lato"/>
              </w:rPr>
              <w:t>(**)</w:t>
            </w:r>
          </w:p>
        </w:tc>
        <w:tc>
          <w:tcPr>
            <w:tcW w:w="1080" w:type="dxa"/>
          </w:tcPr>
          <w:p w14:paraId="55280B9F" w14:textId="77777777" w:rsidR="00A45A2F" w:rsidRPr="00827442" w:rsidRDefault="00A45A2F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>Autor</w:t>
            </w:r>
            <w:r w:rsidR="00FF41D0" w:rsidRPr="00827442">
              <w:rPr>
                <w:rFonts w:ascii="Lato" w:hAnsi="Lato"/>
              </w:rPr>
              <w:t>/</w:t>
            </w:r>
            <w:proofErr w:type="spellStart"/>
            <w:r w:rsidR="00FF41D0" w:rsidRPr="00827442">
              <w:rPr>
                <w:rFonts w:ascii="Lato" w:hAnsi="Lato"/>
              </w:rPr>
              <w:t>rzy</w:t>
            </w:r>
            <w:proofErr w:type="spellEnd"/>
            <w:r w:rsidR="00FF41D0" w:rsidRPr="00827442">
              <w:rPr>
                <w:rFonts w:ascii="Lato" w:hAnsi="Lato"/>
              </w:rPr>
              <w:t xml:space="preserve"> </w:t>
            </w:r>
            <w:r w:rsidRPr="00827442">
              <w:rPr>
                <w:rFonts w:ascii="Lato" w:hAnsi="Lato"/>
              </w:rPr>
              <w:t>(***)</w:t>
            </w:r>
          </w:p>
        </w:tc>
        <w:tc>
          <w:tcPr>
            <w:tcW w:w="1161" w:type="dxa"/>
          </w:tcPr>
          <w:p w14:paraId="7C52C600" w14:textId="77777777" w:rsidR="00A45A2F" w:rsidRPr="00827442" w:rsidRDefault="00A45A2F" w:rsidP="007D0A84">
            <w:pPr>
              <w:pStyle w:val="Z2Nagwektabeli"/>
              <w:rPr>
                <w:rFonts w:ascii="Lato" w:hAnsi="Lato"/>
              </w:rPr>
            </w:pPr>
            <w:r w:rsidRPr="00827442">
              <w:rPr>
                <w:rFonts w:ascii="Lato" w:hAnsi="Lato"/>
              </w:rPr>
              <w:t xml:space="preserve">Data </w:t>
            </w:r>
            <w:r w:rsidR="005366D3" w:rsidRPr="00827442">
              <w:rPr>
                <w:rFonts w:ascii="Lato" w:hAnsi="Lato"/>
              </w:rPr>
              <w:t>KJ</w:t>
            </w:r>
          </w:p>
        </w:tc>
      </w:tr>
      <w:tr w:rsidR="00A856E5" w:rsidRPr="00827442" w14:paraId="6A7A5715" w14:textId="77777777" w:rsidTr="002B7D47">
        <w:tc>
          <w:tcPr>
            <w:tcW w:w="797" w:type="dxa"/>
          </w:tcPr>
          <w:p w14:paraId="4C4FFCCC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33A1FF38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1326" w:type="dxa"/>
          </w:tcPr>
          <w:p w14:paraId="68C8CA67" w14:textId="77777777" w:rsidR="00A856E5" w:rsidRPr="00827442" w:rsidRDefault="00A856E5" w:rsidP="009B4595">
            <w:pPr>
              <w:pStyle w:val="Tabelazwyky"/>
            </w:pPr>
            <w:r w:rsidRPr="00827442">
              <w:t>2013-07-17</w:t>
            </w:r>
          </w:p>
        </w:tc>
        <w:tc>
          <w:tcPr>
            <w:tcW w:w="2400" w:type="dxa"/>
          </w:tcPr>
          <w:p w14:paraId="7A09C10F" w14:textId="77777777" w:rsidR="00A856E5" w:rsidRPr="00827442" w:rsidRDefault="00A856E5" w:rsidP="009B4595">
            <w:pPr>
              <w:pStyle w:val="Tabelazwyky"/>
            </w:pPr>
            <w:r w:rsidRPr="00827442">
              <w:t>Utworzenie dokumentu</w:t>
            </w:r>
          </w:p>
        </w:tc>
        <w:tc>
          <w:tcPr>
            <w:tcW w:w="720" w:type="dxa"/>
          </w:tcPr>
          <w:p w14:paraId="63404F03" w14:textId="77777777" w:rsidR="00A856E5" w:rsidRPr="00827442" w:rsidRDefault="00A856E5" w:rsidP="009B4595">
            <w:pPr>
              <w:pStyle w:val="Tabelazwyky"/>
            </w:pPr>
            <w:r w:rsidRPr="00827442">
              <w:t>N</w:t>
            </w:r>
          </w:p>
        </w:tc>
        <w:tc>
          <w:tcPr>
            <w:tcW w:w="1080" w:type="dxa"/>
          </w:tcPr>
          <w:p w14:paraId="35241BF4" w14:textId="77777777" w:rsidR="00A856E5" w:rsidRPr="00827442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45512EC4" w14:textId="77777777" w:rsidR="00A856E5" w:rsidRPr="00827442" w:rsidRDefault="00A856E5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567BE7D9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A856E5" w:rsidRPr="00827442" w14:paraId="11A666C3" w14:textId="77777777" w:rsidTr="002B7D47">
        <w:tc>
          <w:tcPr>
            <w:tcW w:w="797" w:type="dxa"/>
          </w:tcPr>
          <w:p w14:paraId="726BA601" w14:textId="77777777" w:rsidR="00A856E5" w:rsidRPr="00827442" w:rsidDel="00DC1690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26CC6B5A" w14:textId="77777777" w:rsidR="00A856E5" w:rsidRPr="00827442" w:rsidDel="00DC1690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1326" w:type="dxa"/>
          </w:tcPr>
          <w:p w14:paraId="0B3F2042" w14:textId="77777777" w:rsidR="00A856E5" w:rsidRPr="00827442" w:rsidDel="0019361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  <w:tc>
          <w:tcPr>
            <w:tcW w:w="2400" w:type="dxa"/>
          </w:tcPr>
          <w:p w14:paraId="0FC53F2C" w14:textId="77777777" w:rsidR="00A856E5" w:rsidRPr="00827442" w:rsidRDefault="00A856E5" w:rsidP="009B4595">
            <w:pPr>
              <w:pStyle w:val="Tabelazwyky"/>
            </w:pPr>
            <w:r w:rsidRPr="00827442">
              <w:t>Kontrola jakości dokumentu po stronie Wykonawcy</w:t>
            </w:r>
          </w:p>
        </w:tc>
        <w:tc>
          <w:tcPr>
            <w:tcW w:w="720" w:type="dxa"/>
          </w:tcPr>
          <w:p w14:paraId="1D15417F" w14:textId="77777777" w:rsidR="00A856E5" w:rsidRPr="00827442" w:rsidDel="00E715AA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537E55B0" w14:textId="77777777" w:rsidR="00A856E5" w:rsidRPr="00827442" w:rsidDel="00E715AA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30AA35C1" w14:textId="77777777" w:rsidR="00A856E5" w:rsidRPr="00827442" w:rsidDel="00E715AA" w:rsidRDefault="00A856E5" w:rsidP="009B4595">
            <w:pPr>
              <w:pStyle w:val="Tabelazwyky"/>
            </w:pPr>
            <w:r w:rsidRPr="00827442">
              <w:t>Ewa Cegła</w:t>
            </w:r>
          </w:p>
        </w:tc>
        <w:tc>
          <w:tcPr>
            <w:tcW w:w="1161" w:type="dxa"/>
          </w:tcPr>
          <w:p w14:paraId="0CDCE769" w14:textId="77777777" w:rsidR="00A856E5" w:rsidRPr="00827442" w:rsidDel="00193612" w:rsidRDefault="00A856E5" w:rsidP="009B4595">
            <w:pPr>
              <w:pStyle w:val="Tabelazwyky"/>
            </w:pPr>
            <w:r w:rsidRPr="00827442">
              <w:t>2013-07-30</w:t>
            </w:r>
          </w:p>
        </w:tc>
      </w:tr>
      <w:tr w:rsidR="00A856E5" w:rsidRPr="00827442" w14:paraId="7935A79C" w14:textId="77777777" w:rsidTr="002B7D47">
        <w:tc>
          <w:tcPr>
            <w:tcW w:w="797" w:type="dxa"/>
          </w:tcPr>
          <w:p w14:paraId="37C1027C" w14:textId="77777777" w:rsidR="00A856E5" w:rsidRPr="00827442" w:rsidDel="00DC1690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02891901" w14:textId="77777777" w:rsidR="00A856E5" w:rsidRPr="00827442" w:rsidDel="00DC1690" w:rsidRDefault="00A856E5" w:rsidP="009B4595">
            <w:pPr>
              <w:pStyle w:val="Tabelazwyky"/>
            </w:pPr>
            <w:r w:rsidRPr="00827442">
              <w:t>2</w:t>
            </w:r>
          </w:p>
        </w:tc>
        <w:tc>
          <w:tcPr>
            <w:tcW w:w="1326" w:type="dxa"/>
          </w:tcPr>
          <w:p w14:paraId="6090F98D" w14:textId="77777777" w:rsidR="00A856E5" w:rsidRPr="00827442" w:rsidDel="00193612" w:rsidRDefault="00A856E5" w:rsidP="009B4595">
            <w:pPr>
              <w:pStyle w:val="Tabelazwyky"/>
            </w:pPr>
            <w:r w:rsidRPr="00827442">
              <w:t>2013-08-29</w:t>
            </w:r>
          </w:p>
        </w:tc>
        <w:tc>
          <w:tcPr>
            <w:tcW w:w="2400" w:type="dxa"/>
          </w:tcPr>
          <w:p w14:paraId="34C28D49" w14:textId="77777777" w:rsidR="00A856E5" w:rsidRPr="00827442" w:rsidRDefault="00A856E5" w:rsidP="009B4595">
            <w:pPr>
              <w:pStyle w:val="Tabelazwyky"/>
            </w:pPr>
            <w:r w:rsidRPr="00827442">
              <w:t>Poprawki w typach pól</w:t>
            </w:r>
          </w:p>
        </w:tc>
        <w:tc>
          <w:tcPr>
            <w:tcW w:w="720" w:type="dxa"/>
          </w:tcPr>
          <w:p w14:paraId="26B30C0D" w14:textId="77777777" w:rsidR="00A856E5" w:rsidRPr="00827442" w:rsidDel="00E715AA" w:rsidRDefault="00A856E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3DE22318" w14:textId="77777777" w:rsidR="00A856E5" w:rsidRPr="00827442" w:rsidDel="00E715AA" w:rsidRDefault="00A856E5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2769176D" w14:textId="77777777" w:rsidR="00A856E5" w:rsidRPr="00827442" w:rsidDel="00E715AA" w:rsidRDefault="00A856E5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05B483EC" w14:textId="77777777" w:rsidR="00A856E5" w:rsidRPr="00827442" w:rsidDel="0019361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A856E5" w:rsidRPr="00827442" w14:paraId="19447D17" w14:textId="77777777" w:rsidTr="002B7D47">
        <w:tc>
          <w:tcPr>
            <w:tcW w:w="797" w:type="dxa"/>
          </w:tcPr>
          <w:p w14:paraId="1A6BF254" w14:textId="77777777" w:rsidR="00A856E5" w:rsidRPr="00827442" w:rsidDel="00DC1690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3A3C2E4C" w14:textId="77777777" w:rsidR="00A856E5" w:rsidRPr="00827442" w:rsidDel="00DC1690" w:rsidRDefault="00A856E5" w:rsidP="009B4595">
            <w:pPr>
              <w:pStyle w:val="Tabelazwyky"/>
            </w:pPr>
            <w:r w:rsidRPr="00827442">
              <w:t>2</w:t>
            </w:r>
          </w:p>
        </w:tc>
        <w:tc>
          <w:tcPr>
            <w:tcW w:w="1326" w:type="dxa"/>
          </w:tcPr>
          <w:p w14:paraId="31C8F2C6" w14:textId="77777777" w:rsidR="00A856E5" w:rsidRPr="00827442" w:rsidDel="0019361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  <w:tc>
          <w:tcPr>
            <w:tcW w:w="2400" w:type="dxa"/>
          </w:tcPr>
          <w:p w14:paraId="0516759E" w14:textId="77777777" w:rsidR="00A856E5" w:rsidRPr="00827442" w:rsidRDefault="00A856E5" w:rsidP="009B4595">
            <w:pPr>
              <w:pStyle w:val="Tabelazwyky"/>
            </w:pPr>
            <w:r w:rsidRPr="00827442">
              <w:t>Kontrola jakości dokumentu po stronie Wykonawcy</w:t>
            </w:r>
          </w:p>
        </w:tc>
        <w:tc>
          <w:tcPr>
            <w:tcW w:w="720" w:type="dxa"/>
          </w:tcPr>
          <w:p w14:paraId="49AAE027" w14:textId="77777777" w:rsidR="00A856E5" w:rsidRPr="00827442" w:rsidDel="00E715AA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3B660306" w14:textId="77777777" w:rsidR="00A856E5" w:rsidRPr="00827442" w:rsidDel="00E715AA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538EC243" w14:textId="77777777" w:rsidR="00A856E5" w:rsidRPr="00827442" w:rsidDel="00E715AA" w:rsidRDefault="00A856E5" w:rsidP="009B4595">
            <w:pPr>
              <w:pStyle w:val="Tabelazwyky"/>
            </w:pPr>
            <w:r w:rsidRPr="00827442">
              <w:t>Bogdan Schmidt</w:t>
            </w:r>
          </w:p>
        </w:tc>
        <w:tc>
          <w:tcPr>
            <w:tcW w:w="1161" w:type="dxa"/>
          </w:tcPr>
          <w:p w14:paraId="26BF7050" w14:textId="77777777" w:rsidR="00A856E5" w:rsidRPr="00827442" w:rsidDel="00193612" w:rsidRDefault="00A856E5" w:rsidP="009B4595">
            <w:pPr>
              <w:pStyle w:val="Tabelazwyky"/>
            </w:pPr>
            <w:r w:rsidRPr="00827442">
              <w:t>2013-08-30</w:t>
            </w:r>
          </w:p>
        </w:tc>
      </w:tr>
      <w:tr w:rsidR="00A856E5" w:rsidRPr="00827442" w14:paraId="01F07C69" w14:textId="77777777" w:rsidTr="002B7D47">
        <w:tc>
          <w:tcPr>
            <w:tcW w:w="797" w:type="dxa"/>
          </w:tcPr>
          <w:p w14:paraId="737F8E87" w14:textId="77777777" w:rsidR="00A856E5" w:rsidRPr="00827442" w:rsidDel="00DC1690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7F8BD391" w14:textId="77777777" w:rsidR="00A856E5" w:rsidRPr="00827442" w:rsidDel="00DC1690" w:rsidRDefault="00A856E5" w:rsidP="009B4595">
            <w:pPr>
              <w:pStyle w:val="Tabelazwyky"/>
            </w:pPr>
            <w:r w:rsidRPr="00827442">
              <w:t>9</w:t>
            </w:r>
          </w:p>
        </w:tc>
        <w:tc>
          <w:tcPr>
            <w:tcW w:w="1326" w:type="dxa"/>
          </w:tcPr>
          <w:p w14:paraId="32404BB3" w14:textId="77777777" w:rsidR="00A856E5" w:rsidRPr="00827442" w:rsidDel="00193612" w:rsidRDefault="00A856E5" w:rsidP="009B4595">
            <w:pPr>
              <w:pStyle w:val="Tabelazwyky"/>
            </w:pPr>
            <w:r w:rsidRPr="00827442">
              <w:t>2013-09-10</w:t>
            </w:r>
          </w:p>
        </w:tc>
        <w:tc>
          <w:tcPr>
            <w:tcW w:w="2400" w:type="dxa"/>
          </w:tcPr>
          <w:p w14:paraId="67A4ECC3" w14:textId="77777777" w:rsidR="00A856E5" w:rsidRPr="00827442" w:rsidRDefault="00A856E5" w:rsidP="009B4595">
            <w:pPr>
              <w:pStyle w:val="Tabelazwyky"/>
            </w:pPr>
            <w:r w:rsidRPr="00827442">
              <w:t>Zmiany w strukturze dokumentu</w:t>
            </w:r>
          </w:p>
        </w:tc>
        <w:tc>
          <w:tcPr>
            <w:tcW w:w="720" w:type="dxa"/>
          </w:tcPr>
          <w:p w14:paraId="3D1BF3C5" w14:textId="77777777" w:rsidR="00A856E5" w:rsidRPr="00827442" w:rsidDel="00E715AA" w:rsidRDefault="00A856E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74639ADD" w14:textId="77777777" w:rsidR="00A856E5" w:rsidRPr="00827442" w:rsidDel="00E715AA" w:rsidRDefault="00A856E5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2C39095F" w14:textId="77777777" w:rsidR="00A856E5" w:rsidRPr="00827442" w:rsidDel="00E715AA" w:rsidRDefault="00A856E5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2329495F" w14:textId="77777777" w:rsidR="00A856E5" w:rsidRPr="00827442" w:rsidDel="0019361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A856E5" w:rsidRPr="00827442" w14:paraId="523AB624" w14:textId="77777777" w:rsidTr="002B7D47">
        <w:tc>
          <w:tcPr>
            <w:tcW w:w="797" w:type="dxa"/>
          </w:tcPr>
          <w:p w14:paraId="01E172C8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40FD23B2" w14:textId="77777777" w:rsidR="00A856E5" w:rsidRPr="00827442" w:rsidRDefault="00A856E5" w:rsidP="009B4595">
            <w:pPr>
              <w:pStyle w:val="Tabelazwyky"/>
            </w:pPr>
            <w:r w:rsidRPr="00827442">
              <w:t>9</w:t>
            </w:r>
          </w:p>
        </w:tc>
        <w:tc>
          <w:tcPr>
            <w:tcW w:w="1326" w:type="dxa"/>
          </w:tcPr>
          <w:p w14:paraId="4A4F479D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5E7B3012" w14:textId="77777777" w:rsidR="00A856E5" w:rsidRPr="00827442" w:rsidRDefault="00A856E5" w:rsidP="009B4595">
            <w:pPr>
              <w:pStyle w:val="Tabelazwyky"/>
            </w:pPr>
            <w:r w:rsidRPr="00827442">
              <w:t>Kontrola jakości dokumentu po stronie Wykonawcy</w:t>
            </w:r>
          </w:p>
        </w:tc>
        <w:tc>
          <w:tcPr>
            <w:tcW w:w="720" w:type="dxa"/>
          </w:tcPr>
          <w:p w14:paraId="36EFFACE" w14:textId="77777777" w:rsidR="00A856E5" w:rsidRPr="00827442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2F7589A1" w14:textId="77777777" w:rsidR="00A856E5" w:rsidRPr="00827442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4B2DA254" w14:textId="77777777" w:rsidR="00A856E5" w:rsidRPr="00827442" w:rsidRDefault="00A856E5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30B95D3D" w14:textId="77777777" w:rsidR="00A856E5" w:rsidRPr="00827442" w:rsidRDefault="00A856E5" w:rsidP="009B4595">
            <w:pPr>
              <w:pStyle w:val="Tabelazwyky"/>
            </w:pPr>
            <w:r w:rsidRPr="00827442">
              <w:t>2013-11-08</w:t>
            </w:r>
          </w:p>
        </w:tc>
      </w:tr>
      <w:tr w:rsidR="00A856E5" w:rsidRPr="00827442" w14:paraId="1458C7A7" w14:textId="77777777" w:rsidTr="002B7D47">
        <w:tc>
          <w:tcPr>
            <w:tcW w:w="797" w:type="dxa"/>
          </w:tcPr>
          <w:p w14:paraId="316A59C5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5802BA79" w14:textId="77777777" w:rsidR="00A856E5" w:rsidRPr="00827442" w:rsidRDefault="00A856E5" w:rsidP="009B4595">
            <w:pPr>
              <w:pStyle w:val="Tabelazwyky"/>
            </w:pPr>
            <w:r w:rsidRPr="00827442">
              <w:t>9</w:t>
            </w:r>
          </w:p>
        </w:tc>
        <w:tc>
          <w:tcPr>
            <w:tcW w:w="1326" w:type="dxa"/>
          </w:tcPr>
          <w:p w14:paraId="7BB8A0F9" w14:textId="77777777" w:rsidR="00A856E5" w:rsidRPr="00827442" w:rsidRDefault="00A856E5" w:rsidP="009B4595">
            <w:pPr>
              <w:pStyle w:val="Tabelazwyky"/>
            </w:pPr>
            <w:r w:rsidRPr="00827442">
              <w:t>2013-11-08</w:t>
            </w:r>
          </w:p>
        </w:tc>
        <w:tc>
          <w:tcPr>
            <w:tcW w:w="2400" w:type="dxa"/>
          </w:tcPr>
          <w:p w14:paraId="75047BAC" w14:textId="77777777" w:rsidR="00A856E5" w:rsidRPr="00827442" w:rsidRDefault="00A856E5" w:rsidP="009B4595">
            <w:pPr>
              <w:pStyle w:val="Tabelazwyky"/>
            </w:pPr>
            <w:r w:rsidRPr="00827442">
              <w:t>Przekazanie do kontroli jakości przez Zamawiającego</w:t>
            </w:r>
          </w:p>
        </w:tc>
        <w:tc>
          <w:tcPr>
            <w:tcW w:w="720" w:type="dxa"/>
          </w:tcPr>
          <w:p w14:paraId="48096235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2B095450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1FF4385D" w14:textId="77777777" w:rsidR="00A856E5" w:rsidRPr="00827442" w:rsidRDefault="00A856E5" w:rsidP="009B4595">
            <w:pPr>
              <w:pStyle w:val="Tabelazwyky"/>
            </w:pPr>
            <w:r w:rsidRPr="00827442">
              <w:t xml:space="preserve">Jerzy </w:t>
            </w:r>
            <w:proofErr w:type="spellStart"/>
            <w:r w:rsidRPr="00827442">
              <w:t>Jeruzol</w:t>
            </w:r>
            <w:proofErr w:type="spellEnd"/>
          </w:p>
        </w:tc>
        <w:tc>
          <w:tcPr>
            <w:tcW w:w="1161" w:type="dxa"/>
          </w:tcPr>
          <w:p w14:paraId="7722FD35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A856E5" w:rsidRPr="00827442" w14:paraId="7C3286A6" w14:textId="77777777" w:rsidTr="002B7D47">
        <w:tc>
          <w:tcPr>
            <w:tcW w:w="797" w:type="dxa"/>
          </w:tcPr>
          <w:p w14:paraId="2CF00CA3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1021A12F" w14:textId="77777777" w:rsidR="00A856E5" w:rsidRPr="00827442" w:rsidRDefault="00A856E5" w:rsidP="009B4595">
            <w:pPr>
              <w:pStyle w:val="Tabelazwyky"/>
            </w:pPr>
            <w:r w:rsidRPr="00827442">
              <w:t>10</w:t>
            </w:r>
          </w:p>
        </w:tc>
        <w:tc>
          <w:tcPr>
            <w:tcW w:w="1326" w:type="dxa"/>
          </w:tcPr>
          <w:p w14:paraId="753144FD" w14:textId="77777777" w:rsidR="00A856E5" w:rsidRPr="00827442" w:rsidRDefault="00A856E5" w:rsidP="009B4595">
            <w:pPr>
              <w:pStyle w:val="Tabelazwyky"/>
            </w:pPr>
            <w:r w:rsidRPr="00827442">
              <w:t>2013-11-28</w:t>
            </w:r>
          </w:p>
        </w:tc>
        <w:tc>
          <w:tcPr>
            <w:tcW w:w="2400" w:type="dxa"/>
          </w:tcPr>
          <w:p w14:paraId="7E309199" w14:textId="77777777" w:rsidR="00A856E5" w:rsidRPr="00827442" w:rsidRDefault="00A856E5" w:rsidP="009B4595">
            <w:pPr>
              <w:pStyle w:val="Tabelazwyky"/>
            </w:pPr>
            <w:r w:rsidRPr="00827442">
              <w:t>Poprawki po uwagach Zamawiającego</w:t>
            </w:r>
          </w:p>
        </w:tc>
        <w:tc>
          <w:tcPr>
            <w:tcW w:w="720" w:type="dxa"/>
          </w:tcPr>
          <w:p w14:paraId="284E85CE" w14:textId="77777777" w:rsidR="00A856E5" w:rsidRPr="00827442" w:rsidRDefault="00A856E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677006FA" w14:textId="77777777" w:rsidR="00A856E5" w:rsidRPr="00827442" w:rsidRDefault="00A856E5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4FC8882D" w14:textId="77777777" w:rsidR="00A856E5" w:rsidRPr="00827442" w:rsidRDefault="00A856E5" w:rsidP="009B4595">
            <w:pPr>
              <w:pStyle w:val="Tabelazwyky"/>
            </w:pPr>
            <w:r w:rsidRPr="00827442">
              <w:t>Sławomir</w:t>
            </w:r>
          </w:p>
          <w:p w14:paraId="5B1CFAA4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Bondka</w:t>
            </w:r>
            <w:proofErr w:type="spellEnd"/>
          </w:p>
        </w:tc>
        <w:tc>
          <w:tcPr>
            <w:tcW w:w="1161" w:type="dxa"/>
          </w:tcPr>
          <w:p w14:paraId="01C84CAF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A856E5" w:rsidRPr="00827442" w14:paraId="39DC8C21" w14:textId="77777777" w:rsidTr="002B7D47">
        <w:tc>
          <w:tcPr>
            <w:tcW w:w="797" w:type="dxa"/>
          </w:tcPr>
          <w:p w14:paraId="39648D89" w14:textId="77777777" w:rsidR="00A856E5" w:rsidRPr="00827442" w:rsidRDefault="00A856E5" w:rsidP="009B4595">
            <w:pPr>
              <w:pStyle w:val="Tabelazwyky"/>
            </w:pPr>
            <w:r w:rsidRPr="00827442">
              <w:lastRenderedPageBreak/>
              <w:t>0</w:t>
            </w:r>
          </w:p>
        </w:tc>
        <w:tc>
          <w:tcPr>
            <w:tcW w:w="877" w:type="dxa"/>
          </w:tcPr>
          <w:p w14:paraId="61969BA8" w14:textId="77777777" w:rsidR="00A856E5" w:rsidRPr="00827442" w:rsidRDefault="00A856E5" w:rsidP="009B4595">
            <w:pPr>
              <w:pStyle w:val="Tabelazwyky"/>
            </w:pPr>
            <w:r w:rsidRPr="00827442">
              <w:t>10</w:t>
            </w:r>
          </w:p>
        </w:tc>
        <w:tc>
          <w:tcPr>
            <w:tcW w:w="1326" w:type="dxa"/>
          </w:tcPr>
          <w:p w14:paraId="69DE6288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1376E7D5" w14:textId="77777777" w:rsidR="00A856E5" w:rsidRPr="00827442" w:rsidRDefault="00A856E5" w:rsidP="009B4595">
            <w:pPr>
              <w:pStyle w:val="Tabelazwyky"/>
            </w:pPr>
            <w:r w:rsidRPr="00827442">
              <w:t>Kontrola jakości dokumentu po stronie Wykonawcy</w:t>
            </w:r>
          </w:p>
        </w:tc>
        <w:tc>
          <w:tcPr>
            <w:tcW w:w="720" w:type="dxa"/>
          </w:tcPr>
          <w:p w14:paraId="53A8837C" w14:textId="77777777" w:rsidR="00A856E5" w:rsidRPr="00827442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02C9133A" w14:textId="77777777" w:rsidR="00A856E5" w:rsidRPr="00827442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76F3501D" w14:textId="77777777" w:rsidR="00A856E5" w:rsidRPr="00827442" w:rsidRDefault="00A856E5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6F5563A4" w14:textId="77777777" w:rsidR="00A856E5" w:rsidRPr="00827442" w:rsidRDefault="00A856E5" w:rsidP="009B4595">
            <w:pPr>
              <w:pStyle w:val="Tabelazwyky"/>
            </w:pPr>
            <w:r w:rsidRPr="00827442">
              <w:t>2013-12-31</w:t>
            </w:r>
          </w:p>
        </w:tc>
      </w:tr>
      <w:tr w:rsidR="00A856E5" w:rsidRPr="00827442" w14:paraId="13A0FE90" w14:textId="77777777" w:rsidTr="002B7D47">
        <w:tc>
          <w:tcPr>
            <w:tcW w:w="797" w:type="dxa"/>
          </w:tcPr>
          <w:p w14:paraId="5CF8AA13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4AA17DCF" w14:textId="77777777" w:rsidR="00A856E5" w:rsidRPr="00827442" w:rsidRDefault="00A856E5" w:rsidP="009B4595">
            <w:pPr>
              <w:pStyle w:val="Tabelazwyky"/>
            </w:pPr>
            <w:r w:rsidRPr="00827442">
              <w:t>10</w:t>
            </w:r>
          </w:p>
        </w:tc>
        <w:tc>
          <w:tcPr>
            <w:tcW w:w="1326" w:type="dxa"/>
          </w:tcPr>
          <w:p w14:paraId="30643F0C" w14:textId="77777777" w:rsidR="00A856E5" w:rsidRPr="00827442" w:rsidRDefault="00A856E5" w:rsidP="009B4595">
            <w:pPr>
              <w:pStyle w:val="Tabelazwyky"/>
            </w:pPr>
            <w:r w:rsidRPr="00827442">
              <w:t>2013-12-31</w:t>
            </w:r>
          </w:p>
        </w:tc>
        <w:tc>
          <w:tcPr>
            <w:tcW w:w="2400" w:type="dxa"/>
          </w:tcPr>
          <w:p w14:paraId="10D388D4" w14:textId="77777777" w:rsidR="00A856E5" w:rsidRPr="00827442" w:rsidRDefault="00A856E5" w:rsidP="009B4595">
            <w:pPr>
              <w:pStyle w:val="Tabelazwyky"/>
            </w:pPr>
            <w:r w:rsidRPr="00827442">
              <w:t>Przekazanie do kontroli jakości przez Zamawiającego</w:t>
            </w:r>
          </w:p>
        </w:tc>
        <w:tc>
          <w:tcPr>
            <w:tcW w:w="720" w:type="dxa"/>
          </w:tcPr>
          <w:p w14:paraId="1E34DBD9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6CE2DB76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560A3095" w14:textId="77777777" w:rsidR="00A856E5" w:rsidRPr="00827442" w:rsidRDefault="00A856E5" w:rsidP="009B4595">
            <w:pPr>
              <w:pStyle w:val="Tabelazwyky"/>
            </w:pPr>
            <w:r w:rsidRPr="00827442">
              <w:t xml:space="preserve">Jerzy </w:t>
            </w:r>
            <w:proofErr w:type="spellStart"/>
            <w:r w:rsidRPr="00827442">
              <w:t>Jeruzol</w:t>
            </w:r>
            <w:proofErr w:type="spellEnd"/>
          </w:p>
        </w:tc>
        <w:tc>
          <w:tcPr>
            <w:tcW w:w="1161" w:type="dxa"/>
          </w:tcPr>
          <w:p w14:paraId="5FF6A190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A856E5" w:rsidRPr="00827442" w14:paraId="4ADEDC96" w14:textId="77777777" w:rsidTr="002B7D47">
        <w:tc>
          <w:tcPr>
            <w:tcW w:w="797" w:type="dxa"/>
          </w:tcPr>
          <w:p w14:paraId="22528759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531F1B2D" w14:textId="77777777" w:rsidR="00A856E5" w:rsidRPr="00827442" w:rsidRDefault="00A856E5" w:rsidP="009B4595">
            <w:pPr>
              <w:pStyle w:val="Tabelazwyky"/>
            </w:pPr>
            <w:r w:rsidRPr="00827442">
              <w:t>11</w:t>
            </w:r>
          </w:p>
        </w:tc>
        <w:tc>
          <w:tcPr>
            <w:tcW w:w="1326" w:type="dxa"/>
          </w:tcPr>
          <w:p w14:paraId="6B626FE0" w14:textId="77777777" w:rsidR="00A856E5" w:rsidRPr="00827442" w:rsidRDefault="00A856E5" w:rsidP="009B4595">
            <w:pPr>
              <w:pStyle w:val="Tabelazwyky"/>
            </w:pPr>
            <w:r w:rsidRPr="00827442">
              <w:t>2013-01-31</w:t>
            </w:r>
          </w:p>
        </w:tc>
        <w:tc>
          <w:tcPr>
            <w:tcW w:w="2400" w:type="dxa"/>
          </w:tcPr>
          <w:p w14:paraId="3A6ADF1C" w14:textId="77777777" w:rsidR="00A856E5" w:rsidRPr="00827442" w:rsidRDefault="00A856E5" w:rsidP="009B4595">
            <w:pPr>
              <w:pStyle w:val="Tabelazwyky"/>
            </w:pPr>
            <w:r w:rsidRPr="00827442">
              <w:t>Poprawki po uwagach Zamawiającego</w:t>
            </w:r>
          </w:p>
        </w:tc>
        <w:tc>
          <w:tcPr>
            <w:tcW w:w="720" w:type="dxa"/>
          </w:tcPr>
          <w:p w14:paraId="30FDFD08" w14:textId="77777777" w:rsidR="00A856E5" w:rsidRPr="00827442" w:rsidRDefault="00A856E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1AE0D6CD" w14:textId="77777777" w:rsidR="00A856E5" w:rsidRPr="00827442" w:rsidRDefault="00A856E5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3E9D4778" w14:textId="77777777" w:rsidR="00A856E5" w:rsidRPr="00827442" w:rsidRDefault="00A856E5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32CBADFF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A856E5" w:rsidRPr="00827442" w14:paraId="4DA7637A" w14:textId="77777777" w:rsidTr="002B7D47">
        <w:tc>
          <w:tcPr>
            <w:tcW w:w="797" w:type="dxa"/>
          </w:tcPr>
          <w:p w14:paraId="62C1553C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2DEFCA78" w14:textId="77777777" w:rsidR="00A856E5" w:rsidRPr="00827442" w:rsidRDefault="00A856E5" w:rsidP="009B4595">
            <w:pPr>
              <w:pStyle w:val="Tabelazwyky"/>
            </w:pPr>
            <w:r w:rsidRPr="00827442">
              <w:t>11</w:t>
            </w:r>
          </w:p>
        </w:tc>
        <w:tc>
          <w:tcPr>
            <w:tcW w:w="1326" w:type="dxa"/>
          </w:tcPr>
          <w:p w14:paraId="6337381B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58704DD5" w14:textId="77777777" w:rsidR="00A856E5" w:rsidRPr="00827442" w:rsidRDefault="00A856E5" w:rsidP="009B4595">
            <w:pPr>
              <w:pStyle w:val="Tabelazwyky"/>
            </w:pPr>
            <w:r w:rsidRPr="00827442">
              <w:t>Kontrola jakości dokumentu po stronie Wykonawcy</w:t>
            </w:r>
          </w:p>
        </w:tc>
        <w:tc>
          <w:tcPr>
            <w:tcW w:w="720" w:type="dxa"/>
          </w:tcPr>
          <w:p w14:paraId="6766BF0A" w14:textId="77777777" w:rsidR="00A856E5" w:rsidRPr="00827442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6BBBDA97" w14:textId="77777777" w:rsidR="00A856E5" w:rsidRPr="00827442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20BDCBA4" w14:textId="77777777" w:rsidR="00A856E5" w:rsidRPr="00827442" w:rsidRDefault="00A856E5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2C3A24ED" w14:textId="77777777" w:rsidR="00A856E5" w:rsidRPr="00827442" w:rsidRDefault="00A856E5" w:rsidP="009B4595">
            <w:pPr>
              <w:pStyle w:val="Tabelazwyky"/>
            </w:pPr>
            <w:r w:rsidRPr="00827442">
              <w:t>2014-02-14</w:t>
            </w:r>
          </w:p>
        </w:tc>
      </w:tr>
      <w:tr w:rsidR="00A856E5" w:rsidRPr="00827442" w14:paraId="0D889205" w14:textId="77777777" w:rsidTr="002B7D47">
        <w:tc>
          <w:tcPr>
            <w:tcW w:w="797" w:type="dxa"/>
          </w:tcPr>
          <w:p w14:paraId="29A00ED2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877" w:type="dxa"/>
          </w:tcPr>
          <w:p w14:paraId="7C655D69" w14:textId="77777777" w:rsidR="00A856E5" w:rsidRPr="00827442" w:rsidRDefault="00A856E5" w:rsidP="009B4595">
            <w:pPr>
              <w:pStyle w:val="Tabelazwyky"/>
            </w:pPr>
            <w:r w:rsidRPr="00827442">
              <w:t>11</w:t>
            </w:r>
          </w:p>
        </w:tc>
        <w:tc>
          <w:tcPr>
            <w:tcW w:w="1326" w:type="dxa"/>
          </w:tcPr>
          <w:p w14:paraId="57BD7E27" w14:textId="77777777" w:rsidR="00A856E5" w:rsidRPr="00827442" w:rsidRDefault="00A856E5" w:rsidP="009B4595">
            <w:pPr>
              <w:pStyle w:val="Tabelazwyky"/>
            </w:pPr>
            <w:r w:rsidRPr="00827442">
              <w:t>2014-02-14</w:t>
            </w:r>
          </w:p>
        </w:tc>
        <w:tc>
          <w:tcPr>
            <w:tcW w:w="2400" w:type="dxa"/>
          </w:tcPr>
          <w:p w14:paraId="1B9D857F" w14:textId="77777777" w:rsidR="00A856E5" w:rsidRPr="00827442" w:rsidRDefault="00A856E5" w:rsidP="009B4595">
            <w:pPr>
              <w:pStyle w:val="Tabelazwyky"/>
            </w:pPr>
            <w:r w:rsidRPr="00827442">
              <w:t>Przekazanie do kontroli jakości przez Zamawiającego</w:t>
            </w:r>
          </w:p>
        </w:tc>
        <w:tc>
          <w:tcPr>
            <w:tcW w:w="720" w:type="dxa"/>
          </w:tcPr>
          <w:p w14:paraId="05171F20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6311B4C3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39508823" w14:textId="77777777" w:rsidR="00A856E5" w:rsidRPr="00827442" w:rsidRDefault="00A856E5" w:rsidP="009B4595">
            <w:pPr>
              <w:pStyle w:val="Tabelazwyky"/>
            </w:pPr>
            <w:r w:rsidRPr="00827442">
              <w:t>Sebastian Wierzbicki</w:t>
            </w:r>
          </w:p>
        </w:tc>
        <w:tc>
          <w:tcPr>
            <w:tcW w:w="1161" w:type="dxa"/>
          </w:tcPr>
          <w:p w14:paraId="618384C0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A856E5" w:rsidRPr="00827442" w14:paraId="1B7197B4" w14:textId="77777777" w:rsidTr="002B7D47">
        <w:tc>
          <w:tcPr>
            <w:tcW w:w="797" w:type="dxa"/>
          </w:tcPr>
          <w:p w14:paraId="4B567C3E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4FE939BA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1326" w:type="dxa"/>
          </w:tcPr>
          <w:p w14:paraId="4158814B" w14:textId="77777777" w:rsidR="00A856E5" w:rsidRPr="00827442" w:rsidRDefault="00A856E5" w:rsidP="009B4595">
            <w:pPr>
              <w:pStyle w:val="Tabelazwyky"/>
            </w:pPr>
            <w:r w:rsidRPr="00827442">
              <w:t>2014-08-18</w:t>
            </w:r>
          </w:p>
        </w:tc>
        <w:tc>
          <w:tcPr>
            <w:tcW w:w="2400" w:type="dxa"/>
          </w:tcPr>
          <w:p w14:paraId="7B64E339" w14:textId="77777777" w:rsidR="00A856E5" w:rsidRPr="00827442" w:rsidRDefault="00A856E5" w:rsidP="009B4595">
            <w:pPr>
              <w:pStyle w:val="Tabelazwyky"/>
            </w:pPr>
            <w:r w:rsidRPr="00827442">
              <w:t>Poprawki</w:t>
            </w:r>
          </w:p>
        </w:tc>
        <w:tc>
          <w:tcPr>
            <w:tcW w:w="720" w:type="dxa"/>
          </w:tcPr>
          <w:p w14:paraId="686DFEC3" w14:textId="77777777" w:rsidR="00A856E5" w:rsidRPr="00827442" w:rsidRDefault="00A856E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5ED35ED2" w14:textId="77777777" w:rsidR="00A856E5" w:rsidRPr="00827442" w:rsidRDefault="00A856E5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6DE99247" w14:textId="77777777" w:rsidR="00A856E5" w:rsidRPr="00827442" w:rsidRDefault="00A856E5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349D8E87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A856E5" w:rsidRPr="00827442" w14:paraId="4CFF3E20" w14:textId="77777777" w:rsidTr="002B7D47">
        <w:tc>
          <w:tcPr>
            <w:tcW w:w="797" w:type="dxa"/>
          </w:tcPr>
          <w:p w14:paraId="6FD592E1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6F70AE4F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1326" w:type="dxa"/>
          </w:tcPr>
          <w:p w14:paraId="50DBEE2E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204D40B1" w14:textId="77777777" w:rsidR="00A856E5" w:rsidRPr="00827442" w:rsidRDefault="00A856E5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4EB781F1" w14:textId="77777777" w:rsidR="00A856E5" w:rsidRPr="00827442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7100EADE" w14:textId="77777777" w:rsidR="00A856E5" w:rsidRPr="00827442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4B3F2B34" w14:textId="77777777" w:rsidR="00A856E5" w:rsidRPr="00827442" w:rsidRDefault="00A856E5" w:rsidP="009B4595">
            <w:pPr>
              <w:pStyle w:val="Tabelazwyky"/>
            </w:pPr>
            <w:r w:rsidRPr="00827442">
              <w:t>Bogdan Schmidt</w:t>
            </w:r>
          </w:p>
        </w:tc>
        <w:tc>
          <w:tcPr>
            <w:tcW w:w="1161" w:type="dxa"/>
          </w:tcPr>
          <w:p w14:paraId="51693ABD" w14:textId="77777777" w:rsidR="00A856E5" w:rsidRPr="00827442" w:rsidRDefault="00A856E5" w:rsidP="009B4595">
            <w:pPr>
              <w:pStyle w:val="Tabelazwyky"/>
            </w:pPr>
            <w:r w:rsidRPr="00827442">
              <w:t>2014-08-29</w:t>
            </w:r>
          </w:p>
        </w:tc>
      </w:tr>
      <w:tr w:rsidR="00A856E5" w:rsidRPr="00827442" w14:paraId="3010DACD" w14:textId="77777777" w:rsidTr="002B7D47">
        <w:tc>
          <w:tcPr>
            <w:tcW w:w="797" w:type="dxa"/>
          </w:tcPr>
          <w:p w14:paraId="76FF26D1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35810DEC" w14:textId="77777777" w:rsidR="00A856E5" w:rsidRPr="00827442" w:rsidRDefault="00A856E5" w:rsidP="009B4595">
            <w:pPr>
              <w:pStyle w:val="Tabelazwyky"/>
            </w:pPr>
            <w:r w:rsidRPr="00827442">
              <w:t>0</w:t>
            </w:r>
          </w:p>
        </w:tc>
        <w:tc>
          <w:tcPr>
            <w:tcW w:w="1326" w:type="dxa"/>
          </w:tcPr>
          <w:p w14:paraId="32FFE316" w14:textId="77777777" w:rsidR="00A856E5" w:rsidRPr="00827442" w:rsidRDefault="00A856E5" w:rsidP="009B4595">
            <w:pPr>
              <w:pStyle w:val="Tabelazwyky"/>
            </w:pPr>
            <w:r w:rsidRPr="00827442">
              <w:t>2014-08-29</w:t>
            </w:r>
          </w:p>
        </w:tc>
        <w:tc>
          <w:tcPr>
            <w:tcW w:w="2400" w:type="dxa"/>
          </w:tcPr>
          <w:p w14:paraId="1DB7A05B" w14:textId="77777777" w:rsidR="00A856E5" w:rsidRPr="00827442" w:rsidRDefault="00A856E5" w:rsidP="009B4595">
            <w:pPr>
              <w:pStyle w:val="Tabelazwyky"/>
            </w:pPr>
            <w:r w:rsidRPr="00827442">
              <w:t>Przekazanie do kontroli po stronie Zamawiającego</w:t>
            </w:r>
          </w:p>
        </w:tc>
        <w:tc>
          <w:tcPr>
            <w:tcW w:w="720" w:type="dxa"/>
          </w:tcPr>
          <w:p w14:paraId="288F82F9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24A061FA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37DB6D4B" w14:textId="77777777" w:rsidR="00A856E5" w:rsidRPr="00827442" w:rsidRDefault="00A856E5" w:rsidP="009B4595">
            <w:pPr>
              <w:pStyle w:val="Tabelazwyky"/>
            </w:pPr>
            <w:r w:rsidRPr="00827442">
              <w:t>Biuro Projektu Wykonawcy</w:t>
            </w:r>
          </w:p>
        </w:tc>
        <w:tc>
          <w:tcPr>
            <w:tcW w:w="1161" w:type="dxa"/>
          </w:tcPr>
          <w:p w14:paraId="77FC95EF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A856E5" w:rsidRPr="00827442" w14:paraId="5CD8F483" w14:textId="77777777" w:rsidTr="002B7D47">
        <w:tc>
          <w:tcPr>
            <w:tcW w:w="797" w:type="dxa"/>
          </w:tcPr>
          <w:p w14:paraId="11A6B062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42C96523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1326" w:type="dxa"/>
          </w:tcPr>
          <w:p w14:paraId="4339B8C5" w14:textId="77777777" w:rsidR="00A856E5" w:rsidRPr="00827442" w:rsidRDefault="00A856E5" w:rsidP="009B4595">
            <w:pPr>
              <w:pStyle w:val="Tabelazwyky"/>
            </w:pPr>
            <w:r w:rsidRPr="00827442">
              <w:t>2014-10-06</w:t>
            </w:r>
          </w:p>
        </w:tc>
        <w:tc>
          <w:tcPr>
            <w:tcW w:w="2400" w:type="dxa"/>
          </w:tcPr>
          <w:p w14:paraId="18723B3B" w14:textId="77777777" w:rsidR="00A856E5" w:rsidRPr="00827442" w:rsidRDefault="00A856E5" w:rsidP="009B4595">
            <w:pPr>
              <w:pStyle w:val="Tabelazwyky"/>
            </w:pPr>
            <w:r w:rsidRPr="00827442">
              <w:t>Zmiany po uwagach Zamawiającego</w:t>
            </w:r>
          </w:p>
        </w:tc>
        <w:tc>
          <w:tcPr>
            <w:tcW w:w="720" w:type="dxa"/>
          </w:tcPr>
          <w:p w14:paraId="7156FBDB" w14:textId="77777777" w:rsidR="00A856E5" w:rsidRPr="00827442" w:rsidRDefault="00A856E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3108EDF5" w14:textId="77777777" w:rsidR="00A856E5" w:rsidRPr="00827442" w:rsidRDefault="00A856E5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3E9D8AF9" w14:textId="77777777" w:rsidR="00A856E5" w:rsidRPr="00827442" w:rsidRDefault="00A856E5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3CE94A6C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A856E5" w:rsidRPr="00827442" w14:paraId="18DC08EF" w14:textId="77777777" w:rsidTr="002B7D47">
        <w:tc>
          <w:tcPr>
            <w:tcW w:w="797" w:type="dxa"/>
          </w:tcPr>
          <w:p w14:paraId="0A293948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6A874403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1326" w:type="dxa"/>
          </w:tcPr>
          <w:p w14:paraId="62492485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2B0ADEB4" w14:textId="77777777" w:rsidR="00A856E5" w:rsidRPr="00827442" w:rsidRDefault="00A856E5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5B0E77CE" w14:textId="77777777" w:rsidR="00A856E5" w:rsidRPr="00827442" w:rsidRDefault="00A856E5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55170090" w14:textId="77777777" w:rsidR="00A856E5" w:rsidRPr="00827442" w:rsidRDefault="00A856E5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6E7D6F46" w14:textId="77777777" w:rsidR="00A856E5" w:rsidRPr="00827442" w:rsidRDefault="00A856E5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5D22BDE6" w14:textId="77777777" w:rsidR="00A856E5" w:rsidRPr="00827442" w:rsidRDefault="00A856E5" w:rsidP="009B4595">
            <w:pPr>
              <w:pStyle w:val="Tabelazwyky"/>
            </w:pPr>
            <w:r w:rsidRPr="00827442">
              <w:t>2014-10-15</w:t>
            </w:r>
          </w:p>
        </w:tc>
      </w:tr>
      <w:tr w:rsidR="00A856E5" w:rsidRPr="00827442" w14:paraId="25DB8439" w14:textId="77777777" w:rsidTr="002B7D47">
        <w:tc>
          <w:tcPr>
            <w:tcW w:w="797" w:type="dxa"/>
          </w:tcPr>
          <w:p w14:paraId="4C4F6D46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1E1FF5F7" w14:textId="77777777" w:rsidR="00A856E5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1326" w:type="dxa"/>
          </w:tcPr>
          <w:p w14:paraId="4B2BCEE9" w14:textId="77777777" w:rsidR="00A856E5" w:rsidRPr="00827442" w:rsidRDefault="00A856E5" w:rsidP="009B4595">
            <w:pPr>
              <w:pStyle w:val="Tabelazwyky"/>
            </w:pPr>
            <w:r w:rsidRPr="00827442">
              <w:t>2014-10-15</w:t>
            </w:r>
          </w:p>
        </w:tc>
        <w:tc>
          <w:tcPr>
            <w:tcW w:w="2400" w:type="dxa"/>
          </w:tcPr>
          <w:p w14:paraId="6AAD93BD" w14:textId="77777777" w:rsidR="00A856E5" w:rsidRPr="00827442" w:rsidRDefault="00A856E5" w:rsidP="009B4595">
            <w:pPr>
              <w:pStyle w:val="Tabelazwyky"/>
            </w:pPr>
            <w:r w:rsidRPr="00827442">
              <w:t>Przekazanie do kontroli po stronie Zamawiającego</w:t>
            </w:r>
          </w:p>
        </w:tc>
        <w:tc>
          <w:tcPr>
            <w:tcW w:w="720" w:type="dxa"/>
          </w:tcPr>
          <w:p w14:paraId="2009A45C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2CF32A13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1080" w:type="dxa"/>
          </w:tcPr>
          <w:p w14:paraId="07A1EDC7" w14:textId="77777777" w:rsidR="00A856E5" w:rsidRPr="00827442" w:rsidRDefault="00A856E5" w:rsidP="009B4595">
            <w:pPr>
              <w:pStyle w:val="Tabelazwyky"/>
            </w:pPr>
            <w:r w:rsidRPr="00827442">
              <w:t>Biuro Projektu Wykonawcy</w:t>
            </w:r>
          </w:p>
        </w:tc>
        <w:tc>
          <w:tcPr>
            <w:tcW w:w="1161" w:type="dxa"/>
          </w:tcPr>
          <w:p w14:paraId="6A2B9AB8" w14:textId="77777777" w:rsidR="00A856E5" w:rsidRPr="00827442" w:rsidRDefault="00A856E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4C6922" w:rsidRPr="00827442" w14:paraId="198922C4" w14:textId="77777777" w:rsidTr="002B7D47">
        <w:tc>
          <w:tcPr>
            <w:tcW w:w="797" w:type="dxa"/>
          </w:tcPr>
          <w:p w14:paraId="716C5073" w14:textId="77777777" w:rsidR="004C6922" w:rsidRPr="00827442" w:rsidRDefault="004C6922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6357527F" w14:textId="77777777" w:rsidR="004C6922" w:rsidRPr="00827442" w:rsidRDefault="004C6922" w:rsidP="009B4595">
            <w:pPr>
              <w:pStyle w:val="Tabelazwyky"/>
            </w:pPr>
            <w:r w:rsidRPr="00827442">
              <w:t>2</w:t>
            </w:r>
          </w:p>
        </w:tc>
        <w:tc>
          <w:tcPr>
            <w:tcW w:w="1326" w:type="dxa"/>
          </w:tcPr>
          <w:p w14:paraId="2804C2C1" w14:textId="77777777" w:rsidR="004C6922" w:rsidRPr="00827442" w:rsidRDefault="004C6922" w:rsidP="009B4595">
            <w:pPr>
              <w:pStyle w:val="Tabelazwyky"/>
            </w:pPr>
            <w:r w:rsidRPr="00827442">
              <w:t>2014-10-30</w:t>
            </w:r>
          </w:p>
        </w:tc>
        <w:tc>
          <w:tcPr>
            <w:tcW w:w="2400" w:type="dxa"/>
          </w:tcPr>
          <w:p w14:paraId="59B0402D" w14:textId="77777777" w:rsidR="004C6922" w:rsidRPr="00827442" w:rsidRDefault="004C6922" w:rsidP="009B4595">
            <w:pPr>
              <w:pStyle w:val="Tabelazwyky"/>
            </w:pPr>
            <w:r w:rsidRPr="00827442">
              <w:t>Zmiana typów pól</w:t>
            </w:r>
          </w:p>
        </w:tc>
        <w:tc>
          <w:tcPr>
            <w:tcW w:w="720" w:type="dxa"/>
          </w:tcPr>
          <w:p w14:paraId="599AE4EC" w14:textId="77777777" w:rsidR="004C6922" w:rsidRPr="00827442" w:rsidRDefault="004C6922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264D2520" w14:textId="77777777" w:rsidR="004C6922" w:rsidRPr="00827442" w:rsidRDefault="004C6922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78960BF9" w14:textId="77777777" w:rsidR="004C6922" w:rsidRPr="00827442" w:rsidRDefault="004C6922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2F563702" w14:textId="77777777" w:rsidR="004C6922" w:rsidRPr="00827442" w:rsidRDefault="004C6922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4C6922" w:rsidRPr="00827442" w14:paraId="36B99829" w14:textId="77777777" w:rsidTr="002B7D47">
        <w:tc>
          <w:tcPr>
            <w:tcW w:w="797" w:type="dxa"/>
          </w:tcPr>
          <w:p w14:paraId="3D078747" w14:textId="77777777" w:rsidR="004C6922" w:rsidRPr="00827442" w:rsidRDefault="004C6922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64DD92F8" w14:textId="77777777" w:rsidR="004C6922" w:rsidRPr="00827442" w:rsidRDefault="004C6922" w:rsidP="009B4595">
            <w:pPr>
              <w:pStyle w:val="Tabelazwyky"/>
            </w:pPr>
            <w:r w:rsidRPr="00827442">
              <w:t>2</w:t>
            </w:r>
          </w:p>
        </w:tc>
        <w:tc>
          <w:tcPr>
            <w:tcW w:w="1326" w:type="dxa"/>
          </w:tcPr>
          <w:p w14:paraId="235C2EAE" w14:textId="77777777" w:rsidR="004C6922" w:rsidRPr="00827442" w:rsidRDefault="004C6922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227782FC" w14:textId="77777777" w:rsidR="004C6922" w:rsidRPr="00827442" w:rsidRDefault="004C6922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5DE8B2BF" w14:textId="77777777" w:rsidR="004C6922" w:rsidRPr="00827442" w:rsidRDefault="004C6922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431E21E1" w14:textId="77777777" w:rsidR="004C6922" w:rsidRPr="00827442" w:rsidRDefault="004C6922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76067C11" w14:textId="77777777" w:rsidR="004C6922" w:rsidRPr="00827442" w:rsidRDefault="004C6922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71D29561" w14:textId="77777777" w:rsidR="004C6922" w:rsidRPr="00827442" w:rsidRDefault="004C6922" w:rsidP="009B4595">
            <w:pPr>
              <w:pStyle w:val="Tabelazwyky"/>
            </w:pPr>
            <w:r w:rsidRPr="00827442">
              <w:t>2014-11-27</w:t>
            </w:r>
          </w:p>
        </w:tc>
      </w:tr>
      <w:tr w:rsidR="00A77EBD" w:rsidRPr="00827442" w14:paraId="3C025B4D" w14:textId="77777777" w:rsidTr="002B7D47">
        <w:tc>
          <w:tcPr>
            <w:tcW w:w="797" w:type="dxa"/>
          </w:tcPr>
          <w:p w14:paraId="090F225B" w14:textId="77777777" w:rsidR="00A77EBD" w:rsidRPr="00827442" w:rsidRDefault="00A856E5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24A5BF26" w14:textId="77777777" w:rsidR="00A77EBD" w:rsidRPr="00827442" w:rsidRDefault="004C6922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326" w:type="dxa"/>
          </w:tcPr>
          <w:p w14:paraId="05A2D03A" w14:textId="77777777" w:rsidR="00A77EBD" w:rsidRPr="00827442" w:rsidRDefault="00A77EBD" w:rsidP="009B4595">
            <w:pPr>
              <w:pStyle w:val="Tabelazwyky"/>
            </w:pPr>
            <w:r w:rsidRPr="00827442">
              <w:t>2014-12-11</w:t>
            </w:r>
          </w:p>
        </w:tc>
        <w:tc>
          <w:tcPr>
            <w:tcW w:w="2400" w:type="dxa"/>
          </w:tcPr>
          <w:p w14:paraId="521AF61E" w14:textId="77777777" w:rsidR="00A77EBD" w:rsidRPr="00827442" w:rsidRDefault="00A856E5" w:rsidP="009B4595">
            <w:pPr>
              <w:pStyle w:val="Tabelazwyky"/>
            </w:pPr>
            <w:r w:rsidRPr="00827442">
              <w:t xml:space="preserve">Wersja dokumentu utworzona na podstawie dokumentu </w:t>
            </w:r>
            <w:r w:rsidR="00A77EBD" w:rsidRPr="00827442">
              <w:t xml:space="preserve">Specyfikacja XML dla podmiotów w </w:t>
            </w:r>
            <w:r w:rsidR="00A77EBD" w:rsidRPr="00827442">
              <w:lastRenderedPageBreak/>
              <w:t xml:space="preserve">zakresie elektronicznej obsługi informacji o dopłatach w grach liczbowych, loteriach pieniężnych i grze </w:t>
            </w:r>
            <w:proofErr w:type="spellStart"/>
            <w:r w:rsidR="00A77EBD" w:rsidRPr="00827442">
              <w:t>telebingo</w:t>
            </w:r>
            <w:proofErr w:type="spellEnd"/>
            <w:r w:rsidR="00A77EBD" w:rsidRPr="00827442">
              <w:t xml:space="preserve"> GHD-1</w:t>
            </w:r>
            <w:r w:rsidR="004C6922" w:rsidRPr="00827442">
              <w:t>, wersja 1.2</w:t>
            </w:r>
            <w:r w:rsidR="00A77EBD" w:rsidRPr="00827442">
              <w:t xml:space="preserve"> (plik </w:t>
            </w:r>
            <w:r w:rsidR="004C6922" w:rsidRPr="00827442">
              <w:t>ZF2-PRT-KXML-GHD1_v1.2</w:t>
            </w:r>
            <w:r w:rsidR="00A77EBD" w:rsidRPr="00827442">
              <w:t>.doc) odebranego w Fazie 1</w:t>
            </w:r>
          </w:p>
        </w:tc>
        <w:tc>
          <w:tcPr>
            <w:tcW w:w="720" w:type="dxa"/>
          </w:tcPr>
          <w:p w14:paraId="6F60CDD0" w14:textId="77777777" w:rsidR="00A77EBD" w:rsidRPr="00827442" w:rsidRDefault="00A856E5" w:rsidP="009B4595">
            <w:pPr>
              <w:pStyle w:val="Tabelazwyky"/>
            </w:pPr>
            <w:r w:rsidRPr="00827442">
              <w:lastRenderedPageBreak/>
              <w:t>W, Z</w:t>
            </w:r>
          </w:p>
        </w:tc>
        <w:tc>
          <w:tcPr>
            <w:tcW w:w="1080" w:type="dxa"/>
          </w:tcPr>
          <w:p w14:paraId="6FC49A7F" w14:textId="77777777" w:rsidR="00A77EBD" w:rsidRPr="00827442" w:rsidRDefault="00A77EBD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6467F6BE" w14:textId="77777777" w:rsidR="00A77EBD" w:rsidRPr="00827442" w:rsidRDefault="00A77EBD" w:rsidP="009B4595">
            <w:pPr>
              <w:pStyle w:val="Tabelazwyky"/>
            </w:pPr>
            <w:r w:rsidRPr="00827442">
              <w:t xml:space="preserve">Rafał Złoty </w:t>
            </w:r>
          </w:p>
        </w:tc>
        <w:tc>
          <w:tcPr>
            <w:tcW w:w="1161" w:type="dxa"/>
          </w:tcPr>
          <w:p w14:paraId="0371B390" w14:textId="77777777" w:rsidR="00A77EBD" w:rsidRPr="00827442" w:rsidRDefault="00A77EBD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</w:tr>
      <w:tr w:rsidR="0061092B" w:rsidRPr="00827442" w14:paraId="329720B4" w14:textId="77777777" w:rsidTr="002B7D47">
        <w:tc>
          <w:tcPr>
            <w:tcW w:w="797" w:type="dxa"/>
          </w:tcPr>
          <w:p w14:paraId="41757775" w14:textId="77777777" w:rsidR="0061092B" w:rsidRPr="00827442" w:rsidRDefault="0061092B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52749F37" w14:textId="77777777" w:rsidR="0061092B" w:rsidRPr="00827442" w:rsidRDefault="0061092B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326" w:type="dxa"/>
          </w:tcPr>
          <w:p w14:paraId="5F0CE768" w14:textId="77777777" w:rsidR="0061092B" w:rsidRPr="00827442" w:rsidRDefault="0061092B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0D16663D" w14:textId="77777777" w:rsidR="0061092B" w:rsidRPr="00827442" w:rsidRDefault="0061092B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2F5CE364" w14:textId="77777777" w:rsidR="0061092B" w:rsidRPr="00827442" w:rsidRDefault="0061092B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198C33C5" w14:textId="77777777" w:rsidR="0061092B" w:rsidRPr="00827442" w:rsidRDefault="0061092B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32AAC823" w14:textId="77777777" w:rsidR="0061092B" w:rsidRPr="00827442" w:rsidRDefault="0061092B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5CCCA9B3" w14:textId="77777777" w:rsidR="0061092B" w:rsidRPr="00827442" w:rsidRDefault="0061092B" w:rsidP="009B4595">
            <w:pPr>
              <w:pStyle w:val="Tabelazwyky"/>
            </w:pPr>
            <w:r w:rsidRPr="00827442">
              <w:t>2014-12-12</w:t>
            </w:r>
          </w:p>
        </w:tc>
      </w:tr>
      <w:tr w:rsidR="0031134F" w:rsidRPr="00827442" w14:paraId="649CC45C" w14:textId="77777777" w:rsidTr="002B7D47">
        <w:tc>
          <w:tcPr>
            <w:tcW w:w="797" w:type="dxa"/>
          </w:tcPr>
          <w:p w14:paraId="6ACE69B6" w14:textId="77777777" w:rsidR="0031134F" w:rsidRPr="00827442" w:rsidRDefault="0031134F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0BBA6089" w14:textId="77777777" w:rsidR="0031134F" w:rsidRPr="00827442" w:rsidRDefault="0031134F" w:rsidP="009B4595">
            <w:pPr>
              <w:pStyle w:val="Tabelazwyky"/>
            </w:pPr>
            <w:r w:rsidRPr="00827442">
              <w:t>4</w:t>
            </w:r>
          </w:p>
        </w:tc>
        <w:tc>
          <w:tcPr>
            <w:tcW w:w="1326" w:type="dxa"/>
          </w:tcPr>
          <w:p w14:paraId="08160D2A" w14:textId="77777777" w:rsidR="0031134F" w:rsidRPr="00827442" w:rsidRDefault="0031134F" w:rsidP="009B4595">
            <w:pPr>
              <w:pStyle w:val="Tabelazwyky"/>
            </w:pPr>
            <w:r w:rsidRPr="00827442">
              <w:t>2015-02-10</w:t>
            </w:r>
          </w:p>
        </w:tc>
        <w:tc>
          <w:tcPr>
            <w:tcW w:w="2400" w:type="dxa"/>
          </w:tcPr>
          <w:p w14:paraId="5103A9DF" w14:textId="77777777" w:rsidR="0031134F" w:rsidRPr="00827442" w:rsidRDefault="0031134F" w:rsidP="009B4595">
            <w:pPr>
              <w:pStyle w:val="Tabelazwyky"/>
            </w:pPr>
            <w:r w:rsidRPr="00827442">
              <w:t>Zmiany po uwagach Zamawiającego</w:t>
            </w:r>
          </w:p>
        </w:tc>
        <w:tc>
          <w:tcPr>
            <w:tcW w:w="720" w:type="dxa"/>
          </w:tcPr>
          <w:p w14:paraId="1498B0E6" w14:textId="77777777" w:rsidR="0031134F" w:rsidRPr="00827442" w:rsidRDefault="0031134F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40C715B6" w14:textId="77777777" w:rsidR="0031134F" w:rsidRPr="00827442" w:rsidRDefault="0031134F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3098BCC3" w14:textId="77777777" w:rsidR="0031134F" w:rsidRPr="00827442" w:rsidRDefault="0031134F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6E8E4FEA" w14:textId="77777777" w:rsidR="0031134F" w:rsidRPr="00827442" w:rsidRDefault="0031134F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0C0A19" w:rsidRPr="00827442" w14:paraId="6D526087" w14:textId="77777777" w:rsidTr="002B7D47">
        <w:tc>
          <w:tcPr>
            <w:tcW w:w="797" w:type="dxa"/>
          </w:tcPr>
          <w:p w14:paraId="6D25DD1A" w14:textId="77777777" w:rsidR="000C0A19" w:rsidRPr="00827442" w:rsidRDefault="000C0A19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60A02CEC" w14:textId="77777777" w:rsidR="000C0A19" w:rsidRPr="00827442" w:rsidRDefault="000C0A19" w:rsidP="009B4595">
            <w:pPr>
              <w:pStyle w:val="Tabelazwyky"/>
            </w:pPr>
            <w:r w:rsidRPr="00827442">
              <w:t>4</w:t>
            </w:r>
          </w:p>
        </w:tc>
        <w:tc>
          <w:tcPr>
            <w:tcW w:w="1326" w:type="dxa"/>
          </w:tcPr>
          <w:p w14:paraId="7BE84AF3" w14:textId="77777777" w:rsidR="000C0A19" w:rsidRPr="00827442" w:rsidRDefault="000C0A19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199037BA" w14:textId="77777777" w:rsidR="000C0A19" w:rsidRPr="00827442" w:rsidRDefault="000C0A19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4CB6A054" w14:textId="77777777" w:rsidR="000C0A19" w:rsidRPr="00827442" w:rsidRDefault="000C0A19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1531947B" w14:textId="77777777" w:rsidR="000C0A19" w:rsidRPr="00827442" w:rsidRDefault="000C0A19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2A19DD9F" w14:textId="77777777" w:rsidR="000C0A19" w:rsidRPr="00827442" w:rsidRDefault="000C0A19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3D57D34F" w14:textId="77777777" w:rsidR="000C0A19" w:rsidRPr="00827442" w:rsidRDefault="000C0A19" w:rsidP="009B4595">
            <w:pPr>
              <w:pStyle w:val="Tabelazwyky"/>
            </w:pPr>
            <w:r w:rsidRPr="00827442">
              <w:t>2015-02-16</w:t>
            </w:r>
          </w:p>
        </w:tc>
      </w:tr>
      <w:tr w:rsidR="00CD3184" w:rsidRPr="00827442" w14:paraId="0385ED33" w14:textId="77777777" w:rsidTr="002B7D47">
        <w:tc>
          <w:tcPr>
            <w:tcW w:w="797" w:type="dxa"/>
          </w:tcPr>
          <w:p w14:paraId="0C4E0B4A" w14:textId="77777777" w:rsidR="00CD3184" w:rsidRPr="00827442" w:rsidRDefault="00CD3184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2913CD42" w14:textId="77777777" w:rsidR="00CD3184" w:rsidRPr="00827442" w:rsidRDefault="00CD3184" w:rsidP="009B4595">
            <w:pPr>
              <w:pStyle w:val="Tabelazwyky"/>
            </w:pPr>
            <w:r w:rsidRPr="00827442">
              <w:t>5</w:t>
            </w:r>
          </w:p>
        </w:tc>
        <w:tc>
          <w:tcPr>
            <w:tcW w:w="1326" w:type="dxa"/>
          </w:tcPr>
          <w:p w14:paraId="77B6195E" w14:textId="77777777" w:rsidR="00CD3184" w:rsidRPr="00827442" w:rsidRDefault="00CD3184" w:rsidP="009B4595">
            <w:pPr>
              <w:pStyle w:val="Tabelazwyky"/>
            </w:pPr>
            <w:r w:rsidRPr="00827442">
              <w:t>2015-05-22</w:t>
            </w:r>
          </w:p>
        </w:tc>
        <w:tc>
          <w:tcPr>
            <w:tcW w:w="2400" w:type="dxa"/>
          </w:tcPr>
          <w:p w14:paraId="1FF8146D" w14:textId="77777777" w:rsidR="00CD3184" w:rsidRPr="00827442" w:rsidRDefault="00CD3184" w:rsidP="009B4595">
            <w:pPr>
              <w:pStyle w:val="Tabelazwyky"/>
            </w:pPr>
            <w:r w:rsidRPr="00827442">
              <w:t>Zmiany po uwagach Zamawiającego</w:t>
            </w:r>
          </w:p>
        </w:tc>
        <w:tc>
          <w:tcPr>
            <w:tcW w:w="720" w:type="dxa"/>
          </w:tcPr>
          <w:p w14:paraId="0B345505" w14:textId="77777777" w:rsidR="00CD3184" w:rsidRPr="00827442" w:rsidRDefault="00CD3184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71AE55DD" w14:textId="77777777" w:rsidR="00CD3184" w:rsidRPr="00827442" w:rsidRDefault="00CD3184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4820F034" w14:textId="77777777" w:rsidR="00CD3184" w:rsidRPr="00827442" w:rsidRDefault="00CD3184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32ABCA8A" w14:textId="77777777" w:rsidR="00CD3184" w:rsidRPr="00827442" w:rsidRDefault="00CD3184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CD587E" w:rsidRPr="00827442" w14:paraId="313206AF" w14:textId="77777777" w:rsidTr="002B7D47">
        <w:tc>
          <w:tcPr>
            <w:tcW w:w="797" w:type="dxa"/>
          </w:tcPr>
          <w:p w14:paraId="43E96191" w14:textId="77777777" w:rsidR="00CD587E" w:rsidRPr="00827442" w:rsidRDefault="00CD587E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6B50DFAD" w14:textId="77777777" w:rsidR="00CD587E" w:rsidRPr="00827442" w:rsidRDefault="00CD587E" w:rsidP="009B4595">
            <w:pPr>
              <w:pStyle w:val="Tabelazwyky"/>
            </w:pPr>
            <w:r w:rsidRPr="00827442">
              <w:t>5</w:t>
            </w:r>
          </w:p>
        </w:tc>
        <w:tc>
          <w:tcPr>
            <w:tcW w:w="1326" w:type="dxa"/>
          </w:tcPr>
          <w:p w14:paraId="18A1CE2F" w14:textId="77777777" w:rsidR="00CD587E" w:rsidRPr="00827442" w:rsidRDefault="00CD587E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126FAEEE" w14:textId="77777777" w:rsidR="00CD587E" w:rsidRPr="00827442" w:rsidRDefault="00CD587E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6196895F" w14:textId="77777777" w:rsidR="00CD587E" w:rsidRPr="00827442" w:rsidRDefault="00CD587E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6720E218" w14:textId="77777777" w:rsidR="00CD587E" w:rsidRPr="00827442" w:rsidRDefault="00CD587E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738E91BA" w14:textId="77777777" w:rsidR="00CD587E" w:rsidRPr="00827442" w:rsidRDefault="00CD587E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3F7972B3" w14:textId="77777777" w:rsidR="00CD587E" w:rsidRPr="00827442" w:rsidRDefault="00CD587E" w:rsidP="009B4595">
            <w:pPr>
              <w:pStyle w:val="Tabelazwyky"/>
            </w:pPr>
            <w:r w:rsidRPr="00827442">
              <w:t>2015-05-25</w:t>
            </w:r>
          </w:p>
        </w:tc>
      </w:tr>
      <w:tr w:rsidR="0007661F" w:rsidRPr="00827442" w14:paraId="465568DE" w14:textId="77777777" w:rsidTr="002B7D47">
        <w:tc>
          <w:tcPr>
            <w:tcW w:w="797" w:type="dxa"/>
          </w:tcPr>
          <w:p w14:paraId="67373041" w14:textId="77777777" w:rsidR="0007661F" w:rsidRPr="00827442" w:rsidRDefault="0007661F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4B430ECB" w14:textId="77777777" w:rsidR="0007661F" w:rsidRPr="00827442" w:rsidRDefault="0007661F" w:rsidP="009B4595">
            <w:pPr>
              <w:pStyle w:val="Tabelazwyky"/>
            </w:pPr>
            <w:r w:rsidRPr="00827442">
              <w:t>6</w:t>
            </w:r>
          </w:p>
        </w:tc>
        <w:tc>
          <w:tcPr>
            <w:tcW w:w="1326" w:type="dxa"/>
          </w:tcPr>
          <w:p w14:paraId="669B7223" w14:textId="77777777" w:rsidR="0007661F" w:rsidRPr="00827442" w:rsidRDefault="0007661F" w:rsidP="009B4595">
            <w:pPr>
              <w:pStyle w:val="Tabelazwyky"/>
            </w:pPr>
            <w:r w:rsidRPr="00827442">
              <w:t>2015-06-16</w:t>
            </w:r>
          </w:p>
        </w:tc>
        <w:tc>
          <w:tcPr>
            <w:tcW w:w="2400" w:type="dxa"/>
          </w:tcPr>
          <w:p w14:paraId="7476943C" w14:textId="77777777" w:rsidR="0007661F" w:rsidRPr="00827442" w:rsidRDefault="0007661F" w:rsidP="009B4595">
            <w:pPr>
              <w:pStyle w:val="Tabelazwyky"/>
            </w:pPr>
            <w:r w:rsidRPr="00827442">
              <w:t>Zmiany po uwagach Zamawiającego</w:t>
            </w:r>
          </w:p>
        </w:tc>
        <w:tc>
          <w:tcPr>
            <w:tcW w:w="720" w:type="dxa"/>
          </w:tcPr>
          <w:p w14:paraId="0421B4BE" w14:textId="77777777" w:rsidR="0007661F" w:rsidRPr="00827442" w:rsidRDefault="0007661F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1C1F82B7" w14:textId="77777777" w:rsidR="0007661F" w:rsidRPr="00827442" w:rsidRDefault="0007661F" w:rsidP="009B4595">
            <w:pPr>
              <w:pStyle w:val="Tabelazwyky"/>
            </w:pPr>
            <w:r w:rsidRPr="00827442">
              <w:t>3</w:t>
            </w:r>
          </w:p>
        </w:tc>
        <w:tc>
          <w:tcPr>
            <w:tcW w:w="1080" w:type="dxa"/>
          </w:tcPr>
          <w:p w14:paraId="7FE667F7" w14:textId="77777777" w:rsidR="0007661F" w:rsidRPr="00827442" w:rsidRDefault="0007661F" w:rsidP="009B4595">
            <w:pPr>
              <w:pStyle w:val="Tabelazwyky"/>
            </w:pPr>
            <w:r w:rsidRPr="00827442">
              <w:t>Rafał Złoty</w:t>
            </w:r>
          </w:p>
        </w:tc>
        <w:tc>
          <w:tcPr>
            <w:tcW w:w="1161" w:type="dxa"/>
          </w:tcPr>
          <w:p w14:paraId="452F657E" w14:textId="77777777" w:rsidR="0007661F" w:rsidRPr="00827442" w:rsidRDefault="0007661F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07661F" w:rsidRPr="00827442" w14:paraId="52E8654E" w14:textId="77777777" w:rsidTr="002B7D47">
        <w:tc>
          <w:tcPr>
            <w:tcW w:w="797" w:type="dxa"/>
          </w:tcPr>
          <w:p w14:paraId="55A4DB2C" w14:textId="77777777" w:rsidR="0007661F" w:rsidRPr="00827442" w:rsidRDefault="0007661F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30790E9D" w14:textId="77777777" w:rsidR="0007661F" w:rsidRPr="00827442" w:rsidRDefault="0007661F" w:rsidP="009B4595">
            <w:pPr>
              <w:pStyle w:val="Tabelazwyky"/>
            </w:pPr>
            <w:r w:rsidRPr="00827442">
              <w:t>6</w:t>
            </w:r>
          </w:p>
        </w:tc>
        <w:tc>
          <w:tcPr>
            <w:tcW w:w="1326" w:type="dxa"/>
          </w:tcPr>
          <w:p w14:paraId="2F325888" w14:textId="77777777" w:rsidR="0007661F" w:rsidRPr="00827442" w:rsidRDefault="0007661F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  <w:r w:rsidRPr="00827442">
              <w:t>.</w:t>
            </w:r>
          </w:p>
        </w:tc>
        <w:tc>
          <w:tcPr>
            <w:tcW w:w="2400" w:type="dxa"/>
          </w:tcPr>
          <w:p w14:paraId="397B156D" w14:textId="77777777" w:rsidR="0007661F" w:rsidRPr="00827442" w:rsidRDefault="0007661F" w:rsidP="009B4595">
            <w:pPr>
              <w:pStyle w:val="Tabelazwyky"/>
            </w:pPr>
            <w:r w:rsidRPr="00827442">
              <w:t>Wewnętrzna kontrola jakości po stronie Wykonawcy</w:t>
            </w:r>
          </w:p>
        </w:tc>
        <w:tc>
          <w:tcPr>
            <w:tcW w:w="720" w:type="dxa"/>
          </w:tcPr>
          <w:p w14:paraId="41F1BD08" w14:textId="77777777" w:rsidR="0007661F" w:rsidRPr="00827442" w:rsidRDefault="0007661F" w:rsidP="009B4595">
            <w:pPr>
              <w:pStyle w:val="Tabelazwyky"/>
            </w:pPr>
            <w:r w:rsidRPr="00827442">
              <w:t>We</w:t>
            </w:r>
          </w:p>
        </w:tc>
        <w:tc>
          <w:tcPr>
            <w:tcW w:w="1080" w:type="dxa"/>
          </w:tcPr>
          <w:p w14:paraId="71EDABDA" w14:textId="77777777" w:rsidR="0007661F" w:rsidRPr="00827442" w:rsidRDefault="0007661F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45E6C321" w14:textId="77777777" w:rsidR="0007661F" w:rsidRPr="00827442" w:rsidRDefault="0007661F" w:rsidP="009B4595">
            <w:pPr>
              <w:pStyle w:val="Tabelazwyky"/>
            </w:pPr>
            <w:r w:rsidRPr="00827442">
              <w:t>Stefan Rozmus</w:t>
            </w:r>
          </w:p>
        </w:tc>
        <w:tc>
          <w:tcPr>
            <w:tcW w:w="1161" w:type="dxa"/>
          </w:tcPr>
          <w:p w14:paraId="40D8A96C" w14:textId="77777777" w:rsidR="0007661F" w:rsidRPr="00827442" w:rsidRDefault="0007661F" w:rsidP="009B4595">
            <w:pPr>
              <w:pStyle w:val="Tabelazwyky"/>
            </w:pPr>
            <w:r w:rsidRPr="00827442">
              <w:t>2015-06-24</w:t>
            </w:r>
          </w:p>
        </w:tc>
      </w:tr>
      <w:tr w:rsidR="00C87332" w:rsidRPr="00827442" w14:paraId="4B93E854" w14:textId="77777777" w:rsidTr="002B7D47">
        <w:tc>
          <w:tcPr>
            <w:tcW w:w="797" w:type="dxa"/>
          </w:tcPr>
          <w:p w14:paraId="38834FB5" w14:textId="77777777" w:rsidR="00C87332" w:rsidRPr="00827442" w:rsidRDefault="00C87332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20959B96" w14:textId="77777777" w:rsidR="00C87332" w:rsidRPr="00827442" w:rsidRDefault="00C87332" w:rsidP="009B4595">
            <w:pPr>
              <w:pStyle w:val="Tabelazwyky"/>
            </w:pPr>
            <w:r w:rsidRPr="00827442">
              <w:t>7</w:t>
            </w:r>
          </w:p>
        </w:tc>
        <w:tc>
          <w:tcPr>
            <w:tcW w:w="1326" w:type="dxa"/>
          </w:tcPr>
          <w:p w14:paraId="267E9240" w14:textId="77777777" w:rsidR="00C87332" w:rsidRPr="00827442" w:rsidRDefault="00C87332" w:rsidP="009B4595">
            <w:pPr>
              <w:pStyle w:val="Tabelazwyky"/>
            </w:pPr>
            <w:r w:rsidRPr="00827442">
              <w:t>2016-01-15</w:t>
            </w:r>
          </w:p>
        </w:tc>
        <w:tc>
          <w:tcPr>
            <w:tcW w:w="2400" w:type="dxa"/>
          </w:tcPr>
          <w:p w14:paraId="60BD6309" w14:textId="77777777" w:rsidR="00C87332" w:rsidRPr="00827442" w:rsidRDefault="00C87332" w:rsidP="009B4595">
            <w:pPr>
              <w:pStyle w:val="Tabelazwyky"/>
            </w:pPr>
            <w:r w:rsidRPr="00827442">
              <w:t xml:space="preserve">Wersja dokumentu utworzona na podstawie dokumentu Specyfikacja XML dla podmiotów w zakresie elektronicznej obsługi informacji o dopłatach w grach liczbowych, loteriach pieniężnych i grze </w:t>
            </w:r>
            <w:proofErr w:type="spellStart"/>
            <w:r w:rsidRPr="00827442">
              <w:t>telebingo</w:t>
            </w:r>
            <w:proofErr w:type="spellEnd"/>
            <w:r w:rsidRPr="00827442">
              <w:t xml:space="preserve"> GHD-1, wersja 1.7 wytworzonego w Fazie 2</w:t>
            </w:r>
          </w:p>
        </w:tc>
        <w:tc>
          <w:tcPr>
            <w:tcW w:w="720" w:type="dxa"/>
          </w:tcPr>
          <w:p w14:paraId="5C8D3C8A" w14:textId="77777777" w:rsidR="00C87332" w:rsidRPr="00827442" w:rsidRDefault="00C87332" w:rsidP="009B4595">
            <w:pPr>
              <w:pStyle w:val="Tabelazwyky"/>
            </w:pPr>
            <w:r w:rsidRPr="00827442">
              <w:t>Z, We</w:t>
            </w:r>
          </w:p>
        </w:tc>
        <w:tc>
          <w:tcPr>
            <w:tcW w:w="1080" w:type="dxa"/>
          </w:tcPr>
          <w:p w14:paraId="31586608" w14:textId="77777777" w:rsidR="00C87332" w:rsidRPr="00827442" w:rsidRDefault="00C87332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274F09F7" w14:textId="77777777" w:rsidR="00C87332" w:rsidRPr="00827442" w:rsidRDefault="00C87332" w:rsidP="009B4595">
            <w:pPr>
              <w:pStyle w:val="Tabelazwyky"/>
            </w:pPr>
            <w:r w:rsidRPr="00827442">
              <w:t>Bogdan Schmidt</w:t>
            </w:r>
          </w:p>
        </w:tc>
        <w:tc>
          <w:tcPr>
            <w:tcW w:w="1161" w:type="dxa"/>
          </w:tcPr>
          <w:p w14:paraId="1E3E0008" w14:textId="77777777" w:rsidR="00C87332" w:rsidRPr="00827442" w:rsidRDefault="00C87332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C87332" w:rsidRPr="00827442" w14:paraId="0C28D265" w14:textId="77777777" w:rsidTr="002B7D47">
        <w:tc>
          <w:tcPr>
            <w:tcW w:w="797" w:type="dxa"/>
          </w:tcPr>
          <w:p w14:paraId="0444CBEA" w14:textId="77777777" w:rsidR="00C87332" w:rsidRPr="00827442" w:rsidRDefault="00C87332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5E4F8AFA" w14:textId="77777777" w:rsidR="00C87332" w:rsidRPr="00827442" w:rsidRDefault="00C87332" w:rsidP="009B4595">
            <w:pPr>
              <w:pStyle w:val="Tabelazwyky"/>
            </w:pPr>
            <w:r w:rsidRPr="00827442">
              <w:t>7</w:t>
            </w:r>
          </w:p>
        </w:tc>
        <w:tc>
          <w:tcPr>
            <w:tcW w:w="1326" w:type="dxa"/>
          </w:tcPr>
          <w:p w14:paraId="2C9370CA" w14:textId="77777777" w:rsidR="00C87332" w:rsidRPr="00827442" w:rsidRDefault="00C87332" w:rsidP="009B4595">
            <w:pPr>
              <w:pStyle w:val="Tabelazwyky"/>
            </w:pPr>
            <w:r w:rsidRPr="00827442">
              <w:t>2016-01-29</w:t>
            </w:r>
          </w:p>
        </w:tc>
        <w:tc>
          <w:tcPr>
            <w:tcW w:w="2400" w:type="dxa"/>
          </w:tcPr>
          <w:p w14:paraId="2F5AB24D" w14:textId="77777777" w:rsidR="00C87332" w:rsidRPr="00827442" w:rsidRDefault="00C87332" w:rsidP="009B4595">
            <w:pPr>
              <w:pStyle w:val="Tabelazwyky"/>
            </w:pPr>
            <w:r w:rsidRPr="00827442">
              <w:t>Aktualizacja</w:t>
            </w:r>
          </w:p>
        </w:tc>
        <w:tc>
          <w:tcPr>
            <w:tcW w:w="720" w:type="dxa"/>
          </w:tcPr>
          <w:p w14:paraId="4577014C" w14:textId="77777777" w:rsidR="00C87332" w:rsidRPr="00827442" w:rsidRDefault="00C87332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0179ABD6" w14:textId="77777777" w:rsidR="00C87332" w:rsidRPr="00827442" w:rsidRDefault="00C87332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33C1E172" w14:textId="77777777" w:rsidR="00C87332" w:rsidRPr="00827442" w:rsidRDefault="00C87332" w:rsidP="009B4595">
            <w:pPr>
              <w:pStyle w:val="Tabelazwyky"/>
            </w:pPr>
            <w:r w:rsidRPr="00827442">
              <w:t xml:space="preserve">Andrzej </w:t>
            </w:r>
            <w:proofErr w:type="spellStart"/>
            <w:r w:rsidRPr="00827442">
              <w:t>Ligudziński</w:t>
            </w:r>
            <w:proofErr w:type="spellEnd"/>
          </w:p>
        </w:tc>
        <w:tc>
          <w:tcPr>
            <w:tcW w:w="1161" w:type="dxa"/>
          </w:tcPr>
          <w:p w14:paraId="2FF2AECE" w14:textId="77777777" w:rsidR="00C87332" w:rsidRPr="00827442" w:rsidRDefault="00C87332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4F1A35" w:rsidRPr="00827442" w14:paraId="7FFBF609" w14:textId="77777777" w:rsidTr="002B7D47">
        <w:tc>
          <w:tcPr>
            <w:tcW w:w="797" w:type="dxa"/>
          </w:tcPr>
          <w:p w14:paraId="151C1558" w14:textId="77777777" w:rsidR="004F1A35" w:rsidRPr="00827442" w:rsidRDefault="004F1A35" w:rsidP="009B4595">
            <w:pPr>
              <w:pStyle w:val="Tabelazwyky"/>
            </w:pPr>
            <w:r w:rsidRPr="00827442">
              <w:lastRenderedPageBreak/>
              <w:t>1</w:t>
            </w:r>
          </w:p>
        </w:tc>
        <w:tc>
          <w:tcPr>
            <w:tcW w:w="877" w:type="dxa"/>
          </w:tcPr>
          <w:p w14:paraId="716B85FA" w14:textId="77777777" w:rsidR="004F1A35" w:rsidRPr="00827442" w:rsidRDefault="004F1A35" w:rsidP="009B4595">
            <w:pPr>
              <w:pStyle w:val="Tabelazwyky"/>
            </w:pPr>
            <w:r w:rsidRPr="00827442">
              <w:t>7.1</w:t>
            </w:r>
          </w:p>
        </w:tc>
        <w:tc>
          <w:tcPr>
            <w:tcW w:w="1326" w:type="dxa"/>
          </w:tcPr>
          <w:p w14:paraId="44FFC86F" w14:textId="77777777" w:rsidR="004F1A35" w:rsidRPr="00827442" w:rsidRDefault="004F1A35" w:rsidP="009B4595">
            <w:pPr>
              <w:pStyle w:val="Tabelazwyky"/>
            </w:pPr>
            <w:r w:rsidRPr="00827442">
              <w:t>2017-01-31</w:t>
            </w:r>
          </w:p>
        </w:tc>
        <w:tc>
          <w:tcPr>
            <w:tcW w:w="2400" w:type="dxa"/>
          </w:tcPr>
          <w:p w14:paraId="23B92F41" w14:textId="77777777" w:rsidR="004F1A35" w:rsidRPr="00827442" w:rsidRDefault="004F1A35" w:rsidP="009B4595">
            <w:pPr>
              <w:pStyle w:val="Tabelazwyky"/>
            </w:pPr>
            <w:r w:rsidRPr="00827442">
              <w:t xml:space="preserve">Aktualizacja </w:t>
            </w:r>
            <w:proofErr w:type="spellStart"/>
            <w:r w:rsidRPr="00827442">
              <w:t>w</w:t>
            </w:r>
            <w:r w:rsidR="00F66B07" w:rsidRPr="00827442">
              <w:t>z</w:t>
            </w:r>
            <w:proofErr w:type="spellEnd"/>
            <w:r w:rsidRPr="00827442">
              <w:t xml:space="preserve"> z KAS</w:t>
            </w:r>
          </w:p>
        </w:tc>
        <w:tc>
          <w:tcPr>
            <w:tcW w:w="720" w:type="dxa"/>
          </w:tcPr>
          <w:p w14:paraId="12569DCB" w14:textId="77777777" w:rsidR="004F1A35" w:rsidRPr="00827442" w:rsidRDefault="004F1A35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1FF02BAC" w14:textId="77777777" w:rsidR="004F1A35" w:rsidRPr="00827442" w:rsidRDefault="004F1A35" w:rsidP="009B4595">
            <w:pPr>
              <w:pStyle w:val="Tabelazwyky"/>
            </w:pPr>
            <w:r w:rsidRPr="00827442">
              <w:t>Pkt. 1.4; 3.1</w:t>
            </w:r>
          </w:p>
        </w:tc>
        <w:tc>
          <w:tcPr>
            <w:tcW w:w="1080" w:type="dxa"/>
          </w:tcPr>
          <w:p w14:paraId="5BC81E6E" w14:textId="77777777" w:rsidR="004F1A35" w:rsidRPr="00827442" w:rsidRDefault="004F1A35" w:rsidP="009B4595">
            <w:pPr>
              <w:pStyle w:val="Tabelazwyky"/>
            </w:pPr>
            <w:r w:rsidRPr="00827442">
              <w:t>Bogdan Schmidt</w:t>
            </w:r>
          </w:p>
        </w:tc>
        <w:tc>
          <w:tcPr>
            <w:tcW w:w="1161" w:type="dxa"/>
          </w:tcPr>
          <w:p w14:paraId="27443D9A" w14:textId="77777777" w:rsidR="004F1A35" w:rsidRPr="00827442" w:rsidRDefault="004F1A35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  <w:tr w:rsidR="0076210A" w:rsidRPr="00827442" w14:paraId="7BF405EA" w14:textId="77777777" w:rsidTr="002B7D47">
        <w:tc>
          <w:tcPr>
            <w:tcW w:w="797" w:type="dxa"/>
          </w:tcPr>
          <w:p w14:paraId="001AC736" w14:textId="77777777" w:rsidR="0076210A" w:rsidRPr="00827442" w:rsidRDefault="0076210A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877" w:type="dxa"/>
          </w:tcPr>
          <w:p w14:paraId="1E59138C" w14:textId="77777777" w:rsidR="0076210A" w:rsidRPr="00827442" w:rsidRDefault="0076210A" w:rsidP="009B4595">
            <w:pPr>
              <w:pStyle w:val="Tabelazwyky"/>
            </w:pPr>
            <w:r w:rsidRPr="00827442">
              <w:t>8</w:t>
            </w:r>
          </w:p>
        </w:tc>
        <w:tc>
          <w:tcPr>
            <w:tcW w:w="1326" w:type="dxa"/>
          </w:tcPr>
          <w:p w14:paraId="5A4FACCA" w14:textId="77777777" w:rsidR="0076210A" w:rsidRPr="00827442" w:rsidRDefault="0076210A" w:rsidP="009B4595">
            <w:pPr>
              <w:pStyle w:val="Tabelazwyky"/>
            </w:pPr>
            <w:r w:rsidRPr="00827442">
              <w:t>2017-01-31</w:t>
            </w:r>
          </w:p>
        </w:tc>
        <w:tc>
          <w:tcPr>
            <w:tcW w:w="2400" w:type="dxa"/>
          </w:tcPr>
          <w:p w14:paraId="3DA49BD2" w14:textId="77777777" w:rsidR="0076210A" w:rsidRPr="00827442" w:rsidRDefault="0076210A" w:rsidP="009B4595">
            <w:pPr>
              <w:pStyle w:val="Tabelazwyky"/>
            </w:pPr>
            <w:r w:rsidRPr="00827442">
              <w:t>Aktualizacja schematów do wersji 3_0</w:t>
            </w:r>
          </w:p>
        </w:tc>
        <w:tc>
          <w:tcPr>
            <w:tcW w:w="720" w:type="dxa"/>
          </w:tcPr>
          <w:p w14:paraId="6EFAAA57" w14:textId="77777777" w:rsidR="0076210A" w:rsidRPr="00827442" w:rsidRDefault="0076210A" w:rsidP="009B4595">
            <w:pPr>
              <w:pStyle w:val="Tabelazwyky"/>
            </w:pPr>
            <w:r w:rsidRPr="00827442">
              <w:t>Z</w:t>
            </w:r>
          </w:p>
        </w:tc>
        <w:tc>
          <w:tcPr>
            <w:tcW w:w="1080" w:type="dxa"/>
          </w:tcPr>
          <w:p w14:paraId="2165D0C1" w14:textId="77777777" w:rsidR="0076210A" w:rsidRPr="00827442" w:rsidRDefault="0076210A" w:rsidP="009B4595">
            <w:pPr>
              <w:pStyle w:val="Tabelazwyky"/>
            </w:pPr>
            <w:r w:rsidRPr="00827442">
              <w:t>W</w:t>
            </w:r>
          </w:p>
        </w:tc>
        <w:tc>
          <w:tcPr>
            <w:tcW w:w="1080" w:type="dxa"/>
          </w:tcPr>
          <w:p w14:paraId="5A064D69" w14:textId="77777777" w:rsidR="0076210A" w:rsidRPr="00827442" w:rsidRDefault="0076210A" w:rsidP="009B4595">
            <w:pPr>
              <w:pStyle w:val="Tabelazwyky"/>
            </w:pPr>
            <w:r w:rsidRPr="00827442">
              <w:t>Wojciech Salamon</w:t>
            </w:r>
          </w:p>
        </w:tc>
        <w:tc>
          <w:tcPr>
            <w:tcW w:w="1161" w:type="dxa"/>
          </w:tcPr>
          <w:p w14:paraId="3ED4920E" w14:textId="77777777" w:rsidR="0076210A" w:rsidRPr="00827442" w:rsidRDefault="0076210A" w:rsidP="009B4595">
            <w:pPr>
              <w:pStyle w:val="Tabelazwyky"/>
            </w:pPr>
            <w:proofErr w:type="spellStart"/>
            <w:r w:rsidRPr="00827442">
              <w:t>nd</w:t>
            </w:r>
            <w:proofErr w:type="spellEnd"/>
          </w:p>
        </w:tc>
      </w:tr>
    </w:tbl>
    <w:p w14:paraId="5B93D240" w14:textId="77777777" w:rsidR="00A45A2F" w:rsidRPr="00827442" w:rsidRDefault="00607456" w:rsidP="003D25AE">
      <w:r w:rsidRPr="00827442">
        <w:t xml:space="preserve"> </w:t>
      </w:r>
      <w:r w:rsidR="00A45A2F" w:rsidRPr="00827442">
        <w:t>(*) Akcje: W = Wstaw, Z = Zamień, We = Weryfikuj, N = Nowy</w:t>
      </w:r>
    </w:p>
    <w:p w14:paraId="50F5BEFC" w14:textId="77777777" w:rsidR="00A45A2F" w:rsidRPr="00827442" w:rsidRDefault="00A45A2F" w:rsidP="003D25AE">
      <w:r w:rsidRPr="00827442">
        <w:t>(**) Rozdziały: W = Wszystkie</w:t>
      </w:r>
    </w:p>
    <w:p w14:paraId="7EACAC4D" w14:textId="77777777" w:rsidR="00561FE8" w:rsidRPr="00827442" w:rsidRDefault="00A45A2F" w:rsidP="003D25AE">
      <w:r w:rsidRPr="00827442">
        <w:t>(***) Autorzy: patrz metryka dokumentu</w:t>
      </w:r>
    </w:p>
    <w:p w14:paraId="415AEF3F" w14:textId="77777777" w:rsidR="003B59A0" w:rsidRPr="00827442" w:rsidRDefault="00561FE8" w:rsidP="00063460">
      <w:pPr>
        <w:pStyle w:val="spis"/>
        <w:rPr>
          <w:lang w:val="pl-PL"/>
        </w:rPr>
      </w:pPr>
      <w:r w:rsidRPr="00827442">
        <w:rPr>
          <w:lang w:val="pl-PL"/>
        </w:rPr>
        <w:br w:type="page"/>
      </w:r>
      <w:r w:rsidR="003B59A0" w:rsidRPr="00827442">
        <w:rPr>
          <w:lang w:val="pl-PL"/>
        </w:rPr>
        <w:lastRenderedPageBreak/>
        <w:t>SPIS TREŚCI</w:t>
      </w:r>
    </w:p>
    <w:p w14:paraId="361CE8E5" w14:textId="29CD5BFF" w:rsidR="00063460" w:rsidRPr="00827442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827442">
        <w:rPr>
          <w:b w:val="0"/>
          <w:bCs w:val="0"/>
        </w:rPr>
        <w:fldChar w:fldCharType="begin"/>
      </w:r>
      <w:r w:rsidRPr="00827442">
        <w:rPr>
          <w:b w:val="0"/>
          <w:bCs w:val="0"/>
        </w:rPr>
        <w:instrText xml:space="preserve"> TOC \o "1-3" \h \z \u </w:instrText>
      </w:r>
      <w:r w:rsidRPr="00827442">
        <w:rPr>
          <w:b w:val="0"/>
          <w:bCs w:val="0"/>
        </w:rPr>
        <w:fldChar w:fldCharType="separate"/>
      </w:r>
      <w:hyperlink w:anchor="_Toc183602209" w:history="1">
        <w:r w:rsidR="00063460" w:rsidRPr="00827442">
          <w:rPr>
            <w:rStyle w:val="Hipercze"/>
            <w:noProof/>
          </w:rPr>
          <w:t>1.</w:t>
        </w:r>
        <w:r w:rsidR="00063460" w:rsidRPr="0082744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63460" w:rsidRPr="00827442">
          <w:rPr>
            <w:rStyle w:val="Hipercze"/>
            <w:noProof/>
          </w:rPr>
          <w:t>Opis dokumentu</w:t>
        </w:r>
        <w:r w:rsidR="00063460" w:rsidRPr="00827442">
          <w:rPr>
            <w:noProof/>
            <w:webHidden/>
          </w:rPr>
          <w:tab/>
        </w:r>
        <w:r w:rsidR="00063460" w:rsidRPr="00827442">
          <w:rPr>
            <w:noProof/>
            <w:webHidden/>
          </w:rPr>
          <w:fldChar w:fldCharType="begin"/>
        </w:r>
        <w:r w:rsidR="00063460" w:rsidRPr="00827442">
          <w:rPr>
            <w:noProof/>
            <w:webHidden/>
          </w:rPr>
          <w:instrText xml:space="preserve"> PAGEREF _Toc183602209 \h </w:instrText>
        </w:r>
        <w:r w:rsidR="00063460" w:rsidRPr="00827442">
          <w:rPr>
            <w:noProof/>
            <w:webHidden/>
          </w:rPr>
        </w:r>
        <w:r w:rsidR="00063460" w:rsidRPr="00827442">
          <w:rPr>
            <w:noProof/>
            <w:webHidden/>
          </w:rPr>
          <w:fldChar w:fldCharType="separate"/>
        </w:r>
        <w:r w:rsidR="00063460" w:rsidRPr="00827442">
          <w:rPr>
            <w:noProof/>
            <w:webHidden/>
          </w:rPr>
          <w:t>8</w:t>
        </w:r>
        <w:r w:rsidR="00063460" w:rsidRPr="00827442">
          <w:rPr>
            <w:noProof/>
            <w:webHidden/>
          </w:rPr>
          <w:fldChar w:fldCharType="end"/>
        </w:r>
      </w:hyperlink>
    </w:p>
    <w:p w14:paraId="0E1F76DC" w14:textId="44DAD483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10" w:history="1">
        <w:r w:rsidRPr="00827442">
          <w:rPr>
            <w:rStyle w:val="Hipercze"/>
            <w:noProof/>
          </w:rPr>
          <w:t>1.1.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Cel dokumentu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_Toc183602210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681F7BFC" w14:textId="4D1A1C5C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11" w:history="1">
        <w:r w:rsidRPr="00827442">
          <w:rPr>
            <w:rStyle w:val="Hipercze"/>
            <w:noProof/>
          </w:rPr>
          <w:t>1.2.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Zastosowanie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_Toc183602211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1AE456E1" w14:textId="77A465D8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12" w:history="1">
        <w:r w:rsidRPr="00827442">
          <w:rPr>
            <w:rStyle w:val="Hipercze"/>
            <w:noProof/>
          </w:rPr>
          <w:t>1.3.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Obowiązywanie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_Toc183602212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44E5B188" w14:textId="4BCE139D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13" w:history="1">
        <w:r w:rsidRPr="00827442">
          <w:rPr>
            <w:rStyle w:val="Hipercze"/>
            <w:noProof/>
          </w:rPr>
          <w:t>1.4.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Dokumenty obowiązujące i pomocnicze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_Toc183602213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3AD8864C" w14:textId="45EB49EF" w:rsidR="00063460" w:rsidRPr="00827442" w:rsidRDefault="0006346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02214" w:history="1">
        <w:r w:rsidRPr="00827442">
          <w:rPr>
            <w:rStyle w:val="Hipercze"/>
            <w:noProof/>
          </w:rPr>
          <w:t>1.4.1.</w:t>
        </w:r>
        <w:r w:rsidRPr="0082744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Dokumenty obowiązujące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_Toc183602214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1FA4EDEC" w14:textId="3E3C3D2D" w:rsidR="00063460" w:rsidRPr="00827442" w:rsidRDefault="0006346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02215" w:history="1">
        <w:r w:rsidRPr="00827442">
          <w:rPr>
            <w:rStyle w:val="Hipercze"/>
            <w:noProof/>
          </w:rPr>
          <w:t>1.4.2.</w:t>
        </w:r>
        <w:r w:rsidRPr="0082744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Dokumenty pomocnicze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_Toc183602215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1548482F" w14:textId="748D9433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16" w:history="1">
        <w:r w:rsidRPr="00827442">
          <w:rPr>
            <w:rStyle w:val="Hipercze"/>
            <w:noProof/>
          </w:rPr>
          <w:t>1.5.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Słownik przyjętych skrótów i terminów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_Toc183602216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9</w:t>
        </w:r>
        <w:r w:rsidRPr="00827442">
          <w:rPr>
            <w:noProof/>
            <w:webHidden/>
          </w:rPr>
          <w:fldChar w:fldCharType="end"/>
        </w:r>
      </w:hyperlink>
    </w:p>
    <w:p w14:paraId="1105F790" w14:textId="4C270B4A" w:rsidR="00063460" w:rsidRPr="00827442" w:rsidRDefault="0006346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02217" w:history="1">
        <w:r w:rsidRPr="00827442">
          <w:rPr>
            <w:rStyle w:val="Hipercze"/>
            <w:noProof/>
          </w:rPr>
          <w:t>1.5.1.</w:t>
        </w:r>
        <w:r w:rsidRPr="0082744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Skróty i akronimy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_Toc183602217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9</w:t>
        </w:r>
        <w:r w:rsidRPr="00827442">
          <w:rPr>
            <w:noProof/>
            <w:webHidden/>
          </w:rPr>
          <w:fldChar w:fldCharType="end"/>
        </w:r>
      </w:hyperlink>
    </w:p>
    <w:p w14:paraId="2CF7038A" w14:textId="72FA06CB" w:rsidR="00063460" w:rsidRPr="00827442" w:rsidRDefault="0006346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02218" w:history="1">
        <w:r w:rsidRPr="00827442">
          <w:rPr>
            <w:rStyle w:val="Hipercze"/>
            <w:noProof/>
          </w:rPr>
          <w:t>1.5.2.</w:t>
        </w:r>
        <w:r w:rsidRPr="0082744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Terminy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_Toc183602218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11</w:t>
        </w:r>
        <w:r w:rsidRPr="00827442">
          <w:rPr>
            <w:noProof/>
            <w:webHidden/>
          </w:rPr>
          <w:fldChar w:fldCharType="end"/>
        </w:r>
      </w:hyperlink>
    </w:p>
    <w:p w14:paraId="1B4F8FC4" w14:textId="3B17F19A" w:rsidR="00063460" w:rsidRPr="00827442" w:rsidRDefault="0006346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02219" w:history="1">
        <w:r w:rsidRPr="00827442">
          <w:rPr>
            <w:rStyle w:val="Hipercze"/>
            <w:noProof/>
          </w:rPr>
          <w:t>2.</w:t>
        </w:r>
        <w:r w:rsidRPr="0082744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Zawartość merytoryczna dokumentu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_Toc183602219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12</w:t>
        </w:r>
        <w:r w:rsidRPr="00827442">
          <w:rPr>
            <w:noProof/>
            <w:webHidden/>
          </w:rPr>
          <w:fldChar w:fldCharType="end"/>
        </w:r>
      </w:hyperlink>
    </w:p>
    <w:p w14:paraId="564B0262" w14:textId="29F736F4" w:rsidR="00063460" w:rsidRPr="00827442" w:rsidRDefault="0006346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02220" w:history="1">
        <w:r w:rsidRPr="00827442">
          <w:rPr>
            <w:rStyle w:val="Hipercze"/>
            <w:noProof/>
          </w:rPr>
          <w:t>3.</w:t>
        </w:r>
        <w:r w:rsidRPr="0082744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Specyfikacja deklaracji GHD1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_Toc183602220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13</w:t>
        </w:r>
        <w:r w:rsidRPr="00827442">
          <w:rPr>
            <w:noProof/>
            <w:webHidden/>
          </w:rPr>
          <w:fldChar w:fldCharType="end"/>
        </w:r>
      </w:hyperlink>
    </w:p>
    <w:p w14:paraId="16A73B93" w14:textId="6E85A297" w:rsidR="00063460" w:rsidRPr="00827442" w:rsidRDefault="0006346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02221" w:history="1">
        <w:r w:rsidRPr="00827442">
          <w:rPr>
            <w:rStyle w:val="Hipercze"/>
            <w:noProof/>
          </w:rPr>
          <w:t>3.1.1.</w:t>
        </w:r>
        <w:r w:rsidRPr="0082744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Struktura danych deklaracji GHD1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_Toc183602221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13</w:t>
        </w:r>
        <w:r w:rsidRPr="00827442">
          <w:rPr>
            <w:noProof/>
            <w:webHidden/>
          </w:rPr>
          <w:fldChar w:fldCharType="end"/>
        </w:r>
      </w:hyperlink>
    </w:p>
    <w:p w14:paraId="28A5454E" w14:textId="2DFB4A76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22" w:history="1">
        <w:r w:rsidRPr="00827442">
          <w:rPr>
            <w:rStyle w:val="Hipercze"/>
            <w:noProof/>
          </w:rPr>
          <w:t>3.2.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Reguły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_Toc183602222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16</w:t>
        </w:r>
        <w:r w:rsidRPr="00827442">
          <w:rPr>
            <w:noProof/>
            <w:webHidden/>
          </w:rPr>
          <w:fldChar w:fldCharType="end"/>
        </w:r>
      </w:hyperlink>
    </w:p>
    <w:p w14:paraId="67607F13" w14:textId="59CD6C16" w:rsidR="00063460" w:rsidRPr="00827442" w:rsidRDefault="0006346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02223" w:history="1">
        <w:r w:rsidRPr="00827442">
          <w:rPr>
            <w:rStyle w:val="Hipercze"/>
            <w:noProof/>
          </w:rPr>
          <w:t>4.</w:t>
        </w:r>
        <w:r w:rsidRPr="0082744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Załączniki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_Toc183602223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18</w:t>
        </w:r>
        <w:r w:rsidRPr="00827442">
          <w:rPr>
            <w:noProof/>
            <w:webHidden/>
          </w:rPr>
          <w:fldChar w:fldCharType="end"/>
        </w:r>
      </w:hyperlink>
    </w:p>
    <w:p w14:paraId="7BF7EF83" w14:textId="47DCED8C" w:rsidR="00063460" w:rsidRPr="00827442" w:rsidRDefault="0006346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24" w:history="1">
        <w:r w:rsidRPr="00827442">
          <w:rPr>
            <w:rStyle w:val="Hipercze"/>
            <w:noProof/>
          </w:rPr>
          <w:t>4.1.</w:t>
        </w:r>
        <w:r w:rsidRPr="0082744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Pliki deklaracji GHD-1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_Toc183602224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18</w:t>
        </w:r>
        <w:r w:rsidRPr="00827442">
          <w:rPr>
            <w:noProof/>
            <w:webHidden/>
          </w:rPr>
          <w:fldChar w:fldCharType="end"/>
        </w:r>
      </w:hyperlink>
    </w:p>
    <w:p w14:paraId="71AC7F34" w14:textId="2D481E99" w:rsidR="00063460" w:rsidRPr="00827442" w:rsidRDefault="0006346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02225" w:history="1">
        <w:r w:rsidRPr="00827442">
          <w:rPr>
            <w:rStyle w:val="Hipercze"/>
            <w:noProof/>
          </w:rPr>
          <w:t>4.1.1.</w:t>
        </w:r>
        <w:r w:rsidRPr="0082744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827442">
          <w:rPr>
            <w:rStyle w:val="Hipercze"/>
            <w:noProof/>
          </w:rPr>
          <w:t>Plik ghd1.xsd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_Toc183602225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18</w:t>
        </w:r>
        <w:r w:rsidRPr="00827442">
          <w:rPr>
            <w:noProof/>
            <w:webHidden/>
          </w:rPr>
          <w:fldChar w:fldCharType="end"/>
        </w:r>
      </w:hyperlink>
    </w:p>
    <w:p w14:paraId="7F0FD160" w14:textId="3F587EEA" w:rsidR="00063460" w:rsidRPr="00827442" w:rsidRDefault="00035695" w:rsidP="00063460">
      <w:pPr>
        <w:rPr>
          <w:b/>
          <w:bCs/>
          <w:kern w:val="32"/>
          <w:sz w:val="40"/>
          <w:szCs w:val="32"/>
        </w:rPr>
      </w:pPr>
      <w:r w:rsidRPr="00827442">
        <w:fldChar w:fldCharType="end"/>
      </w:r>
      <w:bookmarkStart w:id="1" w:name="_Toc349568549"/>
      <w:r w:rsidR="00063460" w:rsidRPr="00827442">
        <w:br w:type="page"/>
      </w:r>
    </w:p>
    <w:p w14:paraId="0B38A394" w14:textId="217ACCCE" w:rsidR="00764E48" w:rsidRPr="00827442" w:rsidRDefault="003F030F" w:rsidP="00063460">
      <w:pPr>
        <w:pStyle w:val="spis"/>
        <w:rPr>
          <w:lang w:val="pl-PL"/>
        </w:rPr>
      </w:pPr>
      <w:r w:rsidRPr="00827442">
        <w:rPr>
          <w:lang w:val="pl-PL"/>
        </w:rPr>
        <w:lastRenderedPageBreak/>
        <w:t>SPIS TABEL</w:t>
      </w:r>
      <w:bookmarkEnd w:id="1"/>
    </w:p>
    <w:p w14:paraId="5B5C89C5" w14:textId="7B8C5DD9" w:rsidR="00063460" w:rsidRPr="00827442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827442">
        <w:fldChar w:fldCharType="begin"/>
      </w:r>
      <w:r w:rsidR="00836DD7" w:rsidRPr="00827442">
        <w:instrText xml:space="preserve"> TOC \h \z \c "Tabela" </w:instrText>
      </w:r>
      <w:r w:rsidRPr="00827442">
        <w:fldChar w:fldCharType="separate"/>
      </w:r>
      <w:hyperlink w:anchor="_Toc183602226" w:history="1">
        <w:r w:rsidR="00063460" w:rsidRPr="00827442">
          <w:rPr>
            <w:rStyle w:val="Hipercze"/>
            <w:noProof/>
          </w:rPr>
          <w:t>Tabela 1. Metryka dokumentu</w:t>
        </w:r>
        <w:r w:rsidR="00063460" w:rsidRPr="00827442">
          <w:rPr>
            <w:noProof/>
            <w:webHidden/>
          </w:rPr>
          <w:tab/>
        </w:r>
        <w:r w:rsidR="00063460" w:rsidRPr="00827442">
          <w:rPr>
            <w:noProof/>
            <w:webHidden/>
          </w:rPr>
          <w:fldChar w:fldCharType="begin"/>
        </w:r>
        <w:r w:rsidR="00063460" w:rsidRPr="00827442">
          <w:rPr>
            <w:noProof/>
            <w:webHidden/>
          </w:rPr>
          <w:instrText xml:space="preserve"> PAGEREF _Toc183602226 \h </w:instrText>
        </w:r>
        <w:r w:rsidR="00063460" w:rsidRPr="00827442">
          <w:rPr>
            <w:noProof/>
            <w:webHidden/>
          </w:rPr>
        </w:r>
        <w:r w:rsidR="00063460" w:rsidRPr="00827442">
          <w:rPr>
            <w:noProof/>
            <w:webHidden/>
          </w:rPr>
          <w:fldChar w:fldCharType="separate"/>
        </w:r>
        <w:r w:rsidR="00063460" w:rsidRPr="00827442">
          <w:rPr>
            <w:noProof/>
            <w:webHidden/>
          </w:rPr>
          <w:t>2</w:t>
        </w:r>
        <w:r w:rsidR="00063460" w:rsidRPr="00827442">
          <w:rPr>
            <w:noProof/>
            <w:webHidden/>
          </w:rPr>
          <w:fldChar w:fldCharType="end"/>
        </w:r>
      </w:hyperlink>
    </w:p>
    <w:p w14:paraId="081E2B3A" w14:textId="5F7240C4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27" w:history="1">
        <w:r w:rsidRPr="00827442">
          <w:rPr>
            <w:rStyle w:val="Hipercze"/>
            <w:noProof/>
          </w:rPr>
          <w:t>Tabela 2. Wykaz dokumentów obowiązujących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_Toc183602227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086D0FB0" w14:textId="675E92E6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28" w:history="1">
        <w:r w:rsidRPr="00827442">
          <w:rPr>
            <w:rStyle w:val="Hipercze"/>
            <w:noProof/>
          </w:rPr>
          <w:t>Tabela 3. Wykaz dokumentów pomocniczych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_Toc183602228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8</w:t>
        </w:r>
        <w:r w:rsidRPr="00827442">
          <w:rPr>
            <w:noProof/>
            <w:webHidden/>
          </w:rPr>
          <w:fldChar w:fldCharType="end"/>
        </w:r>
      </w:hyperlink>
    </w:p>
    <w:p w14:paraId="5AFF8E94" w14:textId="411463C5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29" w:history="1">
        <w:r w:rsidRPr="00827442">
          <w:rPr>
            <w:rStyle w:val="Hipercze"/>
            <w:noProof/>
          </w:rPr>
          <w:t>Tabela 4. Wykaz skrótów i akronimów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_Toc183602229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9</w:t>
        </w:r>
        <w:r w:rsidRPr="00827442">
          <w:rPr>
            <w:noProof/>
            <w:webHidden/>
          </w:rPr>
          <w:fldChar w:fldCharType="end"/>
        </w:r>
      </w:hyperlink>
    </w:p>
    <w:p w14:paraId="190DB416" w14:textId="5BA48041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0" w:history="1">
        <w:r w:rsidRPr="00827442">
          <w:rPr>
            <w:rStyle w:val="Hipercze"/>
            <w:noProof/>
          </w:rPr>
          <w:t>Tabela 5. Wykaz definicji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_Toc183602230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11</w:t>
        </w:r>
        <w:r w:rsidRPr="00827442">
          <w:rPr>
            <w:noProof/>
            <w:webHidden/>
          </w:rPr>
          <w:fldChar w:fldCharType="end"/>
        </w:r>
      </w:hyperlink>
    </w:p>
    <w:p w14:paraId="3DC26E2F" w14:textId="3A787625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1" w:history="1">
        <w:r w:rsidRPr="00827442">
          <w:rPr>
            <w:rStyle w:val="Hipercze"/>
            <w:noProof/>
          </w:rPr>
          <w:t>Tabela 6. Powiązanie plików XSD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_Toc183602231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12</w:t>
        </w:r>
        <w:r w:rsidRPr="00827442">
          <w:rPr>
            <w:noProof/>
            <w:webHidden/>
          </w:rPr>
          <w:fldChar w:fldCharType="end"/>
        </w:r>
      </w:hyperlink>
    </w:p>
    <w:p w14:paraId="6709D1C5" w14:textId="302E863C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2" w:history="1">
        <w:r w:rsidRPr="00827442">
          <w:rPr>
            <w:rStyle w:val="Hipercze"/>
            <w:noProof/>
          </w:rPr>
          <w:t>Tabela 7. Dane ogólne w ramach struktury deklaracji GHD1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_Toc183602232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13</w:t>
        </w:r>
        <w:r w:rsidRPr="00827442">
          <w:rPr>
            <w:noProof/>
            <w:webHidden/>
          </w:rPr>
          <w:fldChar w:fldCharType="end"/>
        </w:r>
      </w:hyperlink>
    </w:p>
    <w:p w14:paraId="7EC16474" w14:textId="6C35F9C8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3" w:history="1">
        <w:r w:rsidRPr="00827442">
          <w:rPr>
            <w:rStyle w:val="Hipercze"/>
            <w:noProof/>
          </w:rPr>
          <w:t>Tabela 8. Struktura GHD1Type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_Toc183602233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13</w:t>
        </w:r>
        <w:r w:rsidRPr="00827442">
          <w:rPr>
            <w:noProof/>
            <w:webHidden/>
          </w:rPr>
          <w:fldChar w:fldCharType="end"/>
        </w:r>
      </w:hyperlink>
    </w:p>
    <w:p w14:paraId="5C37B9F0" w14:textId="403F2456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4" w:history="1">
        <w:r w:rsidRPr="00827442">
          <w:rPr>
            <w:rStyle w:val="Hipercze"/>
            <w:noProof/>
          </w:rPr>
          <w:t>Tabela 9. Struktura HeaderType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_Toc183602234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14</w:t>
        </w:r>
        <w:r w:rsidRPr="00827442">
          <w:rPr>
            <w:noProof/>
            <w:webHidden/>
          </w:rPr>
          <w:fldChar w:fldCharType="end"/>
        </w:r>
      </w:hyperlink>
    </w:p>
    <w:p w14:paraId="60E51982" w14:textId="45B88D16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5" w:history="1">
        <w:r w:rsidRPr="00827442">
          <w:rPr>
            <w:rStyle w:val="Hipercze"/>
            <w:noProof/>
          </w:rPr>
          <w:t>Tabela 10. Struktura TraderType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_Toc183602235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15</w:t>
        </w:r>
        <w:r w:rsidRPr="00827442">
          <w:rPr>
            <w:noProof/>
            <w:webHidden/>
          </w:rPr>
          <w:fldChar w:fldCharType="end"/>
        </w:r>
      </w:hyperlink>
    </w:p>
    <w:p w14:paraId="50106A97" w14:textId="67A6B264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6" w:history="1">
        <w:r w:rsidRPr="00827442">
          <w:rPr>
            <w:rStyle w:val="Hipercze"/>
            <w:noProof/>
          </w:rPr>
          <w:t>Tabela 11. Struktura CorporateType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_Toc183602236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15</w:t>
        </w:r>
        <w:r w:rsidRPr="00827442">
          <w:rPr>
            <w:noProof/>
            <w:webHidden/>
          </w:rPr>
          <w:fldChar w:fldCharType="end"/>
        </w:r>
      </w:hyperlink>
    </w:p>
    <w:p w14:paraId="20D5FEF2" w14:textId="76A93123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7" w:history="1">
        <w:r w:rsidRPr="00827442">
          <w:rPr>
            <w:rStyle w:val="Hipercze"/>
            <w:noProof/>
          </w:rPr>
          <w:t>Tabela 12. Struktura CalculationAmountOfAidType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_Toc183602237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15</w:t>
        </w:r>
        <w:r w:rsidRPr="00827442">
          <w:rPr>
            <w:noProof/>
            <w:webHidden/>
          </w:rPr>
          <w:fldChar w:fldCharType="end"/>
        </w:r>
      </w:hyperlink>
    </w:p>
    <w:p w14:paraId="4CA24675" w14:textId="5200E5D8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8" w:history="1">
        <w:r w:rsidRPr="00827442">
          <w:rPr>
            <w:rStyle w:val="Hipercze"/>
            <w:noProof/>
          </w:rPr>
          <w:t>Tabela 13. Struktura ItemType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_Toc183602238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15</w:t>
        </w:r>
        <w:r w:rsidRPr="00827442">
          <w:rPr>
            <w:noProof/>
            <w:webHidden/>
          </w:rPr>
          <w:fldChar w:fldCharType="end"/>
        </w:r>
      </w:hyperlink>
    </w:p>
    <w:p w14:paraId="0875C75B" w14:textId="64098F52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39" w:history="1">
        <w:r w:rsidRPr="00827442">
          <w:rPr>
            <w:rStyle w:val="Hipercze"/>
            <w:noProof/>
          </w:rPr>
          <w:t>Tabela 14. Struktura AmountPayableType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_Toc183602239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15</w:t>
        </w:r>
        <w:r w:rsidRPr="00827442">
          <w:rPr>
            <w:noProof/>
            <w:webHidden/>
          </w:rPr>
          <w:fldChar w:fldCharType="end"/>
        </w:r>
      </w:hyperlink>
    </w:p>
    <w:p w14:paraId="296DA129" w14:textId="3C3A479D" w:rsidR="00063460" w:rsidRPr="00827442" w:rsidRDefault="0006346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02240" w:history="1">
        <w:r w:rsidRPr="00827442">
          <w:rPr>
            <w:rStyle w:val="Hipercze"/>
            <w:noProof/>
          </w:rPr>
          <w:t>Tabela 15. Reguły deklaracji GHD-1</w:t>
        </w:r>
        <w:r w:rsidRPr="00827442">
          <w:rPr>
            <w:noProof/>
            <w:webHidden/>
          </w:rPr>
          <w:tab/>
        </w:r>
        <w:r w:rsidRPr="00827442">
          <w:rPr>
            <w:noProof/>
            <w:webHidden/>
          </w:rPr>
          <w:fldChar w:fldCharType="begin"/>
        </w:r>
        <w:r w:rsidRPr="00827442">
          <w:rPr>
            <w:noProof/>
            <w:webHidden/>
          </w:rPr>
          <w:instrText xml:space="preserve"> PAGEREF _Toc183602240 \h </w:instrText>
        </w:r>
        <w:r w:rsidRPr="00827442">
          <w:rPr>
            <w:noProof/>
            <w:webHidden/>
          </w:rPr>
        </w:r>
        <w:r w:rsidRPr="00827442">
          <w:rPr>
            <w:noProof/>
            <w:webHidden/>
          </w:rPr>
          <w:fldChar w:fldCharType="separate"/>
        </w:r>
        <w:r w:rsidRPr="00827442">
          <w:rPr>
            <w:noProof/>
            <w:webHidden/>
          </w:rPr>
          <w:t>16</w:t>
        </w:r>
        <w:r w:rsidRPr="00827442">
          <w:rPr>
            <w:noProof/>
            <w:webHidden/>
          </w:rPr>
          <w:fldChar w:fldCharType="end"/>
        </w:r>
      </w:hyperlink>
    </w:p>
    <w:p w14:paraId="193681FE" w14:textId="6DCC7716" w:rsidR="00C43119" w:rsidRPr="00827442" w:rsidRDefault="0006207D" w:rsidP="007D0A84">
      <w:r w:rsidRPr="00827442">
        <w:fldChar w:fldCharType="end"/>
      </w:r>
    </w:p>
    <w:p w14:paraId="7C57562D" w14:textId="77777777" w:rsidR="003F3585" w:rsidRPr="00827442" w:rsidRDefault="00004C2C" w:rsidP="00063460">
      <w:pPr>
        <w:pStyle w:val="Nagwek1"/>
      </w:pPr>
      <w:bookmarkStart w:id="2" w:name="_Toc341696555"/>
      <w:bookmarkStart w:id="3" w:name="_Toc349568551"/>
      <w:bookmarkStart w:id="4" w:name="_Toc183602209"/>
      <w:r w:rsidRPr="00827442">
        <w:lastRenderedPageBreak/>
        <w:t xml:space="preserve">Opis </w:t>
      </w:r>
      <w:r w:rsidR="00CE1C03" w:rsidRPr="00827442">
        <w:t>dokumentu</w:t>
      </w:r>
      <w:bookmarkEnd w:id="2"/>
      <w:bookmarkEnd w:id="3"/>
      <w:bookmarkEnd w:id="4"/>
    </w:p>
    <w:p w14:paraId="3D92023F" w14:textId="77777777" w:rsidR="006A3A07" w:rsidRPr="00827442" w:rsidRDefault="006A3A07" w:rsidP="006A3A07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5" w:name="_Toc349568552"/>
      <w:bookmarkStart w:id="6" w:name="_Toc361145794"/>
      <w:bookmarkStart w:id="7" w:name="_Toc341696556"/>
      <w:bookmarkStart w:id="8" w:name="_Toc349568553"/>
      <w:bookmarkStart w:id="9" w:name="_Toc183602210"/>
      <w:r w:rsidRPr="00827442">
        <w:rPr>
          <w:lang w:val="pl-PL"/>
        </w:rPr>
        <w:t>Cel dokumentu</w:t>
      </w:r>
      <w:bookmarkEnd w:id="5"/>
      <w:bookmarkEnd w:id="6"/>
      <w:bookmarkEnd w:id="9"/>
    </w:p>
    <w:p w14:paraId="256CF525" w14:textId="77777777" w:rsidR="000D5EA2" w:rsidRPr="00827442" w:rsidRDefault="00690AD4" w:rsidP="00D54F03">
      <w:pPr>
        <w:autoSpaceDE w:val="0"/>
        <w:autoSpaceDN w:val="0"/>
        <w:adjustRightInd w:val="0"/>
        <w:spacing w:before="40" w:after="60"/>
        <w:jc w:val="both"/>
      </w:pPr>
      <w:r w:rsidRPr="00827442">
        <w:t xml:space="preserve">Celem specyfikacji jest zdefiniowanie struktury i zawartości informacyjnej dokumentu XML (zwanej tutaj także komunikatem) </w:t>
      </w:r>
      <w:r w:rsidR="00CA4F76" w:rsidRPr="00827442">
        <w:t xml:space="preserve">informacji o dopłatach w grach liczbowych, loteriach pieniężnych i grze </w:t>
      </w:r>
      <w:proofErr w:type="spellStart"/>
      <w:r w:rsidR="00CA4F76" w:rsidRPr="00827442">
        <w:t>telebingo</w:t>
      </w:r>
      <w:proofErr w:type="spellEnd"/>
      <w:r w:rsidR="00CA4F76" w:rsidRPr="00827442">
        <w:t>.</w:t>
      </w:r>
    </w:p>
    <w:p w14:paraId="60054024" w14:textId="77777777" w:rsidR="006A3A07" w:rsidRPr="00827442" w:rsidRDefault="006A3A07" w:rsidP="006A3A07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10" w:name="_Toc361145795"/>
      <w:bookmarkStart w:id="11" w:name="_Toc341696557"/>
      <w:bookmarkStart w:id="12" w:name="_Ref343010193"/>
      <w:bookmarkStart w:id="13" w:name="_Toc349568554"/>
      <w:bookmarkStart w:id="14" w:name="_Toc183602211"/>
      <w:bookmarkEnd w:id="7"/>
      <w:bookmarkEnd w:id="8"/>
      <w:r w:rsidRPr="00827442">
        <w:rPr>
          <w:lang w:val="pl-PL"/>
        </w:rPr>
        <w:t>Zastosowanie</w:t>
      </w:r>
      <w:bookmarkEnd w:id="10"/>
      <w:bookmarkEnd w:id="14"/>
    </w:p>
    <w:p w14:paraId="447A8BA8" w14:textId="77777777" w:rsidR="00DD5E7B" w:rsidRPr="00827442" w:rsidRDefault="00DD5E7B" w:rsidP="00D54F03">
      <w:pPr>
        <w:pStyle w:val="TekstOpisu"/>
        <w:ind w:left="0"/>
        <w:jc w:val="both"/>
        <w:rPr>
          <w:rFonts w:ascii="Lato" w:hAnsi="Lato"/>
          <w:sz w:val="24"/>
          <w:szCs w:val="24"/>
          <w:lang w:val="pl-PL"/>
        </w:rPr>
      </w:pPr>
      <w:r w:rsidRPr="00827442">
        <w:rPr>
          <w:rFonts w:ascii="Lato" w:hAnsi="Lato"/>
          <w:sz w:val="24"/>
          <w:szCs w:val="24"/>
          <w:lang w:val="pl-PL"/>
        </w:rPr>
        <w:t>Dokument jest stosowany, jako źródłowy przy projektowaniu, implementacji oraz tworzeniu dokumentacji testowej i użytkowej systemu.</w:t>
      </w:r>
    </w:p>
    <w:p w14:paraId="2C4C790F" w14:textId="77777777" w:rsidR="00DD5E7B" w:rsidRPr="00827442" w:rsidRDefault="00DD5E7B" w:rsidP="00D54F03">
      <w:pPr>
        <w:pStyle w:val="TekstOpisu"/>
        <w:ind w:left="0"/>
        <w:jc w:val="both"/>
        <w:rPr>
          <w:rFonts w:ascii="Lato" w:hAnsi="Lato"/>
          <w:sz w:val="24"/>
          <w:szCs w:val="24"/>
          <w:lang w:val="pl-PL"/>
        </w:rPr>
      </w:pPr>
      <w:r w:rsidRPr="00827442">
        <w:rPr>
          <w:rFonts w:ascii="Lato" w:hAnsi="Lato"/>
          <w:sz w:val="24"/>
          <w:szCs w:val="24"/>
          <w:lang w:val="pl-PL"/>
        </w:rPr>
        <w:t xml:space="preserve">Adresatem dokumentu jest zespół projektowy po stronie </w:t>
      </w:r>
      <w:r w:rsidR="00F66B07" w:rsidRPr="00827442">
        <w:rPr>
          <w:rFonts w:ascii="Lato" w:hAnsi="Lato"/>
          <w:sz w:val="24"/>
          <w:szCs w:val="24"/>
          <w:lang w:val="pl-PL"/>
        </w:rPr>
        <w:t xml:space="preserve">Administracji Skarbowej </w:t>
      </w:r>
      <w:r w:rsidRPr="00827442">
        <w:rPr>
          <w:rFonts w:ascii="Lato" w:hAnsi="Lato"/>
          <w:sz w:val="24"/>
          <w:szCs w:val="24"/>
          <w:lang w:val="pl-PL"/>
        </w:rPr>
        <w:t>oraz zespoły: programistyczno-projektowy, testerów, dokumentalistów, po stronie Wykonawcy oraz Podmioty zewnętrzne składające deklaracje.</w:t>
      </w:r>
    </w:p>
    <w:p w14:paraId="0CCD03CD" w14:textId="77777777" w:rsidR="001744D8" w:rsidRPr="00827442" w:rsidRDefault="001744D8" w:rsidP="001744D8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15" w:name="_Toc361302788"/>
      <w:bookmarkStart w:id="16" w:name="_Toc361306139"/>
      <w:bookmarkStart w:id="17" w:name="_Toc341696558"/>
      <w:bookmarkStart w:id="18" w:name="_Toc349568555"/>
      <w:bookmarkStart w:id="19" w:name="_Toc361145797"/>
      <w:bookmarkStart w:id="20" w:name="_Toc361657244"/>
      <w:bookmarkStart w:id="21" w:name="_Toc361666182"/>
      <w:bookmarkStart w:id="22" w:name="_Toc341696559"/>
      <w:bookmarkStart w:id="23" w:name="_Toc349568556"/>
      <w:bookmarkStart w:id="24" w:name="_Toc341696561"/>
      <w:bookmarkStart w:id="25" w:name="_Toc349568558"/>
      <w:bookmarkStart w:id="26" w:name="_Toc361145800"/>
      <w:bookmarkStart w:id="27" w:name="_Toc341696562"/>
      <w:bookmarkStart w:id="28" w:name="_Toc349568559"/>
      <w:bookmarkStart w:id="29" w:name="_Toc183602212"/>
      <w:bookmarkEnd w:id="11"/>
      <w:bookmarkEnd w:id="12"/>
      <w:bookmarkEnd w:id="13"/>
      <w:bookmarkEnd w:id="15"/>
      <w:bookmarkEnd w:id="16"/>
      <w:r w:rsidRPr="00827442">
        <w:rPr>
          <w:lang w:val="pl-PL"/>
        </w:rPr>
        <w:t>Obowiązywanie</w:t>
      </w:r>
      <w:bookmarkEnd w:id="29"/>
    </w:p>
    <w:p w14:paraId="301790A9" w14:textId="77777777" w:rsidR="001744D8" w:rsidRPr="00827442" w:rsidRDefault="008B34C8" w:rsidP="001744D8">
      <w:r w:rsidRPr="00827442">
        <w:t>Specyfikacja obowiązuje dla deklaracji składanych za okres miesięczny, gdy okres nie jest wcześniejszy niż luty 2017 roku.</w:t>
      </w:r>
    </w:p>
    <w:p w14:paraId="13157E49" w14:textId="77777777" w:rsidR="00AC2548" w:rsidRPr="00827442" w:rsidRDefault="00AC2548" w:rsidP="00AC2548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30" w:name="_Toc183602213"/>
      <w:r w:rsidRPr="00827442">
        <w:rPr>
          <w:lang w:val="pl-PL"/>
        </w:rPr>
        <w:t>Dokumenty obowiązujące i pomocnicze</w:t>
      </w:r>
      <w:bookmarkEnd w:id="17"/>
      <w:bookmarkEnd w:id="18"/>
      <w:bookmarkEnd w:id="19"/>
      <w:bookmarkEnd w:id="20"/>
      <w:bookmarkEnd w:id="21"/>
      <w:bookmarkEnd w:id="30"/>
    </w:p>
    <w:p w14:paraId="3A9A76A9" w14:textId="77777777" w:rsidR="00AC2548" w:rsidRPr="00827442" w:rsidRDefault="00AC2548" w:rsidP="00063460">
      <w:pPr>
        <w:pStyle w:val="Nagwek3"/>
        <w:rPr>
          <w:lang w:val="pl-PL"/>
        </w:rPr>
      </w:pPr>
      <w:bookmarkStart w:id="31" w:name="_Toc361657245"/>
      <w:bookmarkStart w:id="32" w:name="_Toc361666183"/>
      <w:bookmarkStart w:id="33" w:name="_Toc183602214"/>
      <w:r w:rsidRPr="00827442">
        <w:rPr>
          <w:lang w:val="pl-PL"/>
        </w:rPr>
        <w:t>Dokumenty obowiązujące</w:t>
      </w:r>
      <w:bookmarkEnd w:id="22"/>
      <w:bookmarkEnd w:id="23"/>
      <w:bookmarkEnd w:id="31"/>
      <w:bookmarkEnd w:id="32"/>
      <w:bookmarkEnd w:id="33"/>
    </w:p>
    <w:p w14:paraId="52C6F774" w14:textId="5687C2B3" w:rsidR="00AC2548" w:rsidRPr="00827442" w:rsidRDefault="00AC2548" w:rsidP="00AC2548">
      <w:pPr>
        <w:pStyle w:val="Legenda"/>
      </w:pPr>
      <w:bookmarkStart w:id="34" w:name="_Ref341107414"/>
      <w:bookmarkStart w:id="35" w:name="_Toc361657256"/>
      <w:bookmarkStart w:id="36" w:name="_Toc361666194"/>
      <w:bookmarkStart w:id="37" w:name="_Toc183602227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2</w:t>
      </w:r>
      <w:r w:rsidR="00216EE5" w:rsidRPr="00827442">
        <w:rPr>
          <w:noProof/>
        </w:rPr>
        <w:fldChar w:fldCharType="end"/>
      </w:r>
      <w:bookmarkEnd w:id="34"/>
      <w:r w:rsidRPr="00827442">
        <w:t>. Wykaz dokumentów obowiązujących</w:t>
      </w:r>
      <w:bookmarkEnd w:id="35"/>
      <w:bookmarkEnd w:id="36"/>
      <w:bookmarkEnd w:id="3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827442" w14:paraId="3329B854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360FF09D" w14:textId="77777777" w:rsidR="00AC2548" w:rsidRPr="00827442" w:rsidRDefault="00AC2548" w:rsidP="009B4595">
            <w:pPr>
              <w:pStyle w:val="Z2tabelatekst"/>
            </w:pPr>
            <w:r w:rsidRPr="00827442">
              <w:t>Nr</w:t>
            </w:r>
          </w:p>
        </w:tc>
        <w:tc>
          <w:tcPr>
            <w:tcW w:w="3840" w:type="dxa"/>
          </w:tcPr>
          <w:p w14:paraId="1C8E77DA" w14:textId="77777777" w:rsidR="00AC2548" w:rsidRPr="00827442" w:rsidRDefault="00AC2548" w:rsidP="009B4595">
            <w:pPr>
              <w:pStyle w:val="Z2tabelatekst"/>
            </w:pPr>
            <w:r w:rsidRPr="00827442">
              <w:t>Nazwa</w:t>
            </w:r>
          </w:p>
        </w:tc>
        <w:tc>
          <w:tcPr>
            <w:tcW w:w="2411" w:type="dxa"/>
          </w:tcPr>
          <w:p w14:paraId="20989E3E" w14:textId="77777777" w:rsidR="00AC2548" w:rsidRPr="00827442" w:rsidRDefault="00AC2548" w:rsidP="009B4595">
            <w:pPr>
              <w:pStyle w:val="Z2tabelatekst"/>
            </w:pPr>
            <w:r w:rsidRPr="00827442">
              <w:t>Identyfikator</w:t>
            </w:r>
          </w:p>
        </w:tc>
        <w:tc>
          <w:tcPr>
            <w:tcW w:w="1214" w:type="dxa"/>
          </w:tcPr>
          <w:p w14:paraId="19FB8545" w14:textId="77777777" w:rsidR="00AC2548" w:rsidRPr="00827442" w:rsidRDefault="00AC2548" w:rsidP="009B4595">
            <w:pPr>
              <w:pStyle w:val="Z2tabelatekst"/>
            </w:pPr>
            <w:r w:rsidRPr="00827442">
              <w:t>Wersja</w:t>
            </w:r>
          </w:p>
        </w:tc>
        <w:tc>
          <w:tcPr>
            <w:tcW w:w="1196" w:type="dxa"/>
          </w:tcPr>
          <w:p w14:paraId="61346C40" w14:textId="77777777" w:rsidR="00AC2548" w:rsidRPr="00827442" w:rsidRDefault="00AC2548" w:rsidP="009B4595">
            <w:pPr>
              <w:pStyle w:val="Z2tabelatekst"/>
            </w:pPr>
            <w:r w:rsidRPr="00827442">
              <w:t>Data wydania</w:t>
            </w:r>
          </w:p>
        </w:tc>
      </w:tr>
      <w:tr w:rsidR="00456A65" w:rsidRPr="00827442" w14:paraId="43300A71" w14:textId="77777777" w:rsidTr="002B7D47">
        <w:tc>
          <w:tcPr>
            <w:tcW w:w="480" w:type="dxa"/>
          </w:tcPr>
          <w:p w14:paraId="629149A0" w14:textId="400B4947" w:rsidR="00456A65" w:rsidRPr="00827442" w:rsidRDefault="00A04C1C" w:rsidP="009B4595">
            <w:pPr>
              <w:pStyle w:val="Tabelazwyky"/>
            </w:pPr>
            <w:bookmarkStart w:id="38" w:name="_Ref361653747"/>
            <w:r w:rsidRPr="00827442">
              <w:t>A1</w:t>
            </w:r>
          </w:p>
        </w:tc>
        <w:bookmarkEnd w:id="38"/>
        <w:tc>
          <w:tcPr>
            <w:tcW w:w="3840" w:type="dxa"/>
          </w:tcPr>
          <w:p w14:paraId="7AC27A87" w14:textId="0D2F9F7D" w:rsidR="00456A65" w:rsidRPr="00827442" w:rsidRDefault="00456A65" w:rsidP="009B4595">
            <w:pPr>
              <w:pStyle w:val="Tabelazwyky"/>
            </w:pPr>
            <w:r w:rsidRPr="00827442">
              <w:t>Dokumentacja techniczna powykonawcza: Specyfikacja komunikatów XML -</w:t>
            </w:r>
            <w:r w:rsidR="00A04C1C" w:rsidRPr="00827442">
              <w:t xml:space="preserve"> </w:t>
            </w:r>
            <w:r w:rsidRPr="00827442">
              <w:t>część zewnętrzna</w:t>
            </w:r>
          </w:p>
        </w:tc>
        <w:tc>
          <w:tcPr>
            <w:tcW w:w="2411" w:type="dxa"/>
          </w:tcPr>
          <w:p w14:paraId="11E39378" w14:textId="77777777" w:rsidR="00456A65" w:rsidRPr="00827442" w:rsidRDefault="00456A65" w:rsidP="009B4595">
            <w:pPr>
              <w:pStyle w:val="Tabelazwyky"/>
            </w:pPr>
            <w:r w:rsidRPr="00827442">
              <w:t>ZF2-PWT-</w:t>
            </w:r>
            <w:r w:rsidR="00F66B07" w:rsidRPr="00827442">
              <w:t>Dt</w:t>
            </w:r>
            <w:r w:rsidRPr="00827442">
              <w:t>KXML-ZEWN</w:t>
            </w:r>
          </w:p>
        </w:tc>
        <w:tc>
          <w:tcPr>
            <w:tcW w:w="1214" w:type="dxa"/>
          </w:tcPr>
          <w:p w14:paraId="629D10F9" w14:textId="77777777" w:rsidR="00456A65" w:rsidRPr="00827442" w:rsidRDefault="00456A65" w:rsidP="009B4595">
            <w:pPr>
              <w:pStyle w:val="Tabelazwyky"/>
            </w:pPr>
            <w:r w:rsidRPr="00827442">
              <w:t>n/d</w:t>
            </w:r>
          </w:p>
        </w:tc>
        <w:tc>
          <w:tcPr>
            <w:tcW w:w="1196" w:type="dxa"/>
          </w:tcPr>
          <w:p w14:paraId="3EA10B01" w14:textId="77777777" w:rsidR="00456A65" w:rsidRPr="00827442" w:rsidRDefault="00456A65" w:rsidP="009B4595">
            <w:pPr>
              <w:pStyle w:val="Tabelazwyky"/>
            </w:pPr>
            <w:r w:rsidRPr="00827442">
              <w:t>n/d</w:t>
            </w:r>
          </w:p>
        </w:tc>
      </w:tr>
    </w:tbl>
    <w:p w14:paraId="250D6C2A" w14:textId="77777777" w:rsidR="00AC2548" w:rsidRPr="00827442" w:rsidRDefault="00AC2548" w:rsidP="00AC2548">
      <w:pPr>
        <w:pStyle w:val="Nagwek3"/>
        <w:rPr>
          <w:lang w:val="pl-PL"/>
        </w:rPr>
      </w:pPr>
      <w:bookmarkStart w:id="39" w:name="_Toc341696560"/>
      <w:bookmarkStart w:id="40" w:name="_Toc349568557"/>
      <w:bookmarkStart w:id="41" w:name="_Toc361655060"/>
      <w:bookmarkStart w:id="42" w:name="_Toc361657246"/>
      <w:bookmarkStart w:id="43" w:name="_Toc361666184"/>
      <w:bookmarkStart w:id="44" w:name="_Toc183602215"/>
      <w:r w:rsidRPr="00827442">
        <w:rPr>
          <w:lang w:val="pl-PL"/>
        </w:rPr>
        <w:t>Dokumenty pomocnicze</w:t>
      </w:r>
      <w:bookmarkEnd w:id="39"/>
      <w:bookmarkEnd w:id="40"/>
      <w:bookmarkEnd w:id="41"/>
      <w:bookmarkEnd w:id="42"/>
      <w:bookmarkEnd w:id="43"/>
      <w:bookmarkEnd w:id="44"/>
    </w:p>
    <w:p w14:paraId="0EFB5C4E" w14:textId="07405A79" w:rsidR="00AC2548" w:rsidRPr="00827442" w:rsidRDefault="00AC2548" w:rsidP="00AC2548">
      <w:pPr>
        <w:pStyle w:val="Legenda"/>
      </w:pPr>
      <w:bookmarkStart w:id="45" w:name="_Toc361655088"/>
      <w:bookmarkStart w:id="46" w:name="_Toc361657257"/>
      <w:bookmarkStart w:id="47" w:name="_Toc361666195"/>
      <w:bookmarkStart w:id="48" w:name="_Toc183602228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3</w:t>
      </w:r>
      <w:r w:rsidR="00216EE5" w:rsidRPr="00827442">
        <w:rPr>
          <w:noProof/>
        </w:rPr>
        <w:fldChar w:fldCharType="end"/>
      </w:r>
      <w:r w:rsidRPr="00827442">
        <w:t>. Wykaz dokumentów pomocniczych</w:t>
      </w:r>
      <w:bookmarkEnd w:id="45"/>
      <w:bookmarkEnd w:id="46"/>
      <w:bookmarkEnd w:id="47"/>
      <w:bookmarkEnd w:id="48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827442" w14:paraId="7A10C9CC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5C10D608" w14:textId="77777777" w:rsidR="00AC2548" w:rsidRPr="00827442" w:rsidRDefault="00AC2548" w:rsidP="009B4595">
            <w:pPr>
              <w:pStyle w:val="Z2tabelatekst"/>
            </w:pPr>
            <w:r w:rsidRPr="00827442">
              <w:t>Nr</w:t>
            </w:r>
          </w:p>
        </w:tc>
        <w:tc>
          <w:tcPr>
            <w:tcW w:w="3840" w:type="dxa"/>
          </w:tcPr>
          <w:p w14:paraId="0CEFC581" w14:textId="77777777" w:rsidR="00AC2548" w:rsidRPr="00827442" w:rsidRDefault="00AC2548" w:rsidP="009B4595">
            <w:pPr>
              <w:pStyle w:val="Z2tabelatekst"/>
            </w:pPr>
            <w:r w:rsidRPr="00827442">
              <w:t>Nazwa</w:t>
            </w:r>
          </w:p>
        </w:tc>
        <w:tc>
          <w:tcPr>
            <w:tcW w:w="2400" w:type="dxa"/>
          </w:tcPr>
          <w:p w14:paraId="65789C1C" w14:textId="77777777" w:rsidR="00AC2548" w:rsidRPr="00827442" w:rsidRDefault="00AC2548" w:rsidP="009B4595">
            <w:pPr>
              <w:pStyle w:val="Z2tabelatekst"/>
            </w:pPr>
            <w:r w:rsidRPr="00827442">
              <w:t>Identyfikator</w:t>
            </w:r>
          </w:p>
        </w:tc>
        <w:tc>
          <w:tcPr>
            <w:tcW w:w="1200" w:type="dxa"/>
          </w:tcPr>
          <w:p w14:paraId="5F09CB7E" w14:textId="77777777" w:rsidR="00AC2548" w:rsidRPr="00827442" w:rsidRDefault="00AC2548" w:rsidP="009B4595">
            <w:pPr>
              <w:pStyle w:val="Z2tabelatekst"/>
            </w:pPr>
            <w:r w:rsidRPr="00827442">
              <w:t>Wersja</w:t>
            </w:r>
          </w:p>
        </w:tc>
        <w:tc>
          <w:tcPr>
            <w:tcW w:w="1200" w:type="dxa"/>
          </w:tcPr>
          <w:p w14:paraId="15D07B24" w14:textId="77777777" w:rsidR="00AC2548" w:rsidRPr="00827442" w:rsidRDefault="00AC2548" w:rsidP="009B4595">
            <w:pPr>
              <w:pStyle w:val="Z2tabelatekst"/>
            </w:pPr>
            <w:r w:rsidRPr="00827442">
              <w:t>Data wydania</w:t>
            </w:r>
          </w:p>
        </w:tc>
      </w:tr>
      <w:tr w:rsidR="00F56D1E" w:rsidRPr="00827442" w14:paraId="7E1AB9F2" w14:textId="77777777" w:rsidTr="002B7D47">
        <w:tc>
          <w:tcPr>
            <w:tcW w:w="480" w:type="dxa"/>
          </w:tcPr>
          <w:p w14:paraId="711AA060" w14:textId="0E7C2122" w:rsidR="00F56D1E" w:rsidRPr="00827442" w:rsidRDefault="00A04C1C" w:rsidP="009B4595">
            <w:pPr>
              <w:pStyle w:val="Tabelazwyky"/>
            </w:pPr>
            <w:r w:rsidRPr="00827442">
              <w:t>R1</w:t>
            </w:r>
          </w:p>
        </w:tc>
        <w:tc>
          <w:tcPr>
            <w:tcW w:w="3840" w:type="dxa"/>
          </w:tcPr>
          <w:p w14:paraId="25877A16" w14:textId="77777777" w:rsidR="00F56D1E" w:rsidRPr="00827442" w:rsidRDefault="00F56D1E" w:rsidP="009B4595">
            <w:pPr>
              <w:pStyle w:val="Tabelazwyky"/>
            </w:pPr>
            <w:r w:rsidRPr="00827442">
              <w:t>Brak</w:t>
            </w:r>
          </w:p>
        </w:tc>
        <w:tc>
          <w:tcPr>
            <w:tcW w:w="2400" w:type="dxa"/>
          </w:tcPr>
          <w:p w14:paraId="59637788" w14:textId="77777777" w:rsidR="00F56D1E" w:rsidRPr="00827442" w:rsidRDefault="00F56D1E" w:rsidP="009B4595">
            <w:pPr>
              <w:pStyle w:val="Tabelazwyky"/>
            </w:pPr>
            <w:r w:rsidRPr="00827442">
              <w:t>n/d</w:t>
            </w:r>
          </w:p>
        </w:tc>
        <w:tc>
          <w:tcPr>
            <w:tcW w:w="1200" w:type="dxa"/>
          </w:tcPr>
          <w:p w14:paraId="57ED7891" w14:textId="77777777" w:rsidR="00F56D1E" w:rsidRPr="00827442" w:rsidRDefault="00F56D1E" w:rsidP="009B4595">
            <w:pPr>
              <w:pStyle w:val="Tabelazwyky"/>
            </w:pPr>
            <w:r w:rsidRPr="00827442">
              <w:t>n/d</w:t>
            </w:r>
          </w:p>
        </w:tc>
        <w:tc>
          <w:tcPr>
            <w:tcW w:w="1200" w:type="dxa"/>
          </w:tcPr>
          <w:p w14:paraId="4C373C8D" w14:textId="77777777" w:rsidR="00F56D1E" w:rsidRPr="00827442" w:rsidRDefault="00F56D1E" w:rsidP="009B4595">
            <w:pPr>
              <w:pStyle w:val="Tabelazwyky"/>
            </w:pPr>
            <w:r w:rsidRPr="00827442">
              <w:t>n/d</w:t>
            </w:r>
          </w:p>
        </w:tc>
      </w:tr>
    </w:tbl>
    <w:p w14:paraId="625C791D" w14:textId="77777777" w:rsidR="00621712" w:rsidRPr="00827442" w:rsidRDefault="00621712" w:rsidP="00621712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49" w:name="_Toc183602216"/>
      <w:r w:rsidRPr="00827442">
        <w:rPr>
          <w:lang w:val="pl-PL"/>
        </w:rPr>
        <w:lastRenderedPageBreak/>
        <w:t>Słownik przyjętych skrótów i terminów</w:t>
      </w:r>
      <w:bookmarkEnd w:id="24"/>
      <w:bookmarkEnd w:id="25"/>
      <w:bookmarkEnd w:id="26"/>
      <w:bookmarkEnd w:id="49"/>
    </w:p>
    <w:p w14:paraId="109F45A6" w14:textId="77777777" w:rsidR="003F3585" w:rsidRPr="00827442" w:rsidRDefault="00C43119" w:rsidP="00004C2C">
      <w:pPr>
        <w:pStyle w:val="Nagwek3"/>
        <w:rPr>
          <w:lang w:val="pl-PL"/>
        </w:rPr>
      </w:pPr>
      <w:bookmarkStart w:id="50" w:name="_Toc183602217"/>
      <w:r w:rsidRPr="00827442">
        <w:rPr>
          <w:lang w:val="pl-PL"/>
        </w:rPr>
        <w:t xml:space="preserve">Skróty i </w:t>
      </w:r>
      <w:r w:rsidR="00E92D9D" w:rsidRPr="00827442">
        <w:rPr>
          <w:lang w:val="pl-PL"/>
        </w:rPr>
        <w:t>ak</w:t>
      </w:r>
      <w:r w:rsidR="003F3585" w:rsidRPr="00827442">
        <w:rPr>
          <w:lang w:val="pl-PL"/>
        </w:rPr>
        <w:t>ronimy</w:t>
      </w:r>
      <w:bookmarkEnd w:id="27"/>
      <w:bookmarkEnd w:id="28"/>
      <w:bookmarkEnd w:id="50"/>
    </w:p>
    <w:p w14:paraId="493FAB4D" w14:textId="12BA0700" w:rsidR="00034C39" w:rsidRPr="00827442" w:rsidRDefault="00034C39" w:rsidP="007D0A84">
      <w:pPr>
        <w:pStyle w:val="Legenda"/>
      </w:pPr>
      <w:bookmarkStart w:id="51" w:name="_Toc183602229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4</w:t>
      </w:r>
      <w:r w:rsidR="00216EE5" w:rsidRPr="00827442">
        <w:rPr>
          <w:noProof/>
        </w:rPr>
        <w:fldChar w:fldCharType="end"/>
      </w:r>
      <w:r w:rsidRPr="00827442">
        <w:t>. Wykaz skrótów i akronimów</w:t>
      </w:r>
      <w:bookmarkEnd w:id="51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4C5426" w:rsidRPr="00827442" w14:paraId="4CEEF526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A9B7314" w14:textId="77777777" w:rsidR="004C5426" w:rsidRPr="00827442" w:rsidRDefault="004C5426" w:rsidP="009B4595">
            <w:pPr>
              <w:pStyle w:val="Z2tabelatekst"/>
            </w:pPr>
            <w:bookmarkStart w:id="52" w:name="_Toc349568560"/>
            <w:r w:rsidRPr="00827442">
              <w:t>Skrót/Akronim</w:t>
            </w:r>
          </w:p>
        </w:tc>
        <w:tc>
          <w:tcPr>
            <w:tcW w:w="6240" w:type="dxa"/>
          </w:tcPr>
          <w:p w14:paraId="289A9265" w14:textId="77777777" w:rsidR="004C5426" w:rsidRPr="00827442" w:rsidRDefault="004C5426" w:rsidP="009B4595">
            <w:pPr>
              <w:pStyle w:val="Z2tabelatekst"/>
            </w:pPr>
            <w:r w:rsidRPr="00827442">
              <w:t>Objaśnienie</w:t>
            </w:r>
          </w:p>
        </w:tc>
      </w:tr>
      <w:tr w:rsidR="004C5426" w:rsidRPr="00827442" w14:paraId="58E1ED37" w14:textId="77777777" w:rsidTr="002B7D47">
        <w:tc>
          <w:tcPr>
            <w:tcW w:w="2988" w:type="dxa"/>
          </w:tcPr>
          <w:p w14:paraId="063F7F16" w14:textId="77777777" w:rsidR="004C5426" w:rsidRPr="00827442" w:rsidRDefault="004C5426" w:rsidP="009B4595">
            <w:pPr>
              <w:pStyle w:val="Tabelazwyky"/>
            </w:pPr>
            <w:r w:rsidRPr="00827442">
              <w:t>AIS</w:t>
            </w:r>
          </w:p>
        </w:tc>
        <w:tc>
          <w:tcPr>
            <w:tcW w:w="6240" w:type="dxa"/>
          </w:tcPr>
          <w:p w14:paraId="4CFB1F05" w14:textId="77777777" w:rsidR="004C5426" w:rsidRPr="00827442" w:rsidRDefault="004C5426" w:rsidP="009B4595">
            <w:pPr>
              <w:pStyle w:val="Tabelazwyky"/>
            </w:pPr>
            <w:proofErr w:type="spellStart"/>
            <w:r w:rsidRPr="00827442">
              <w:t>Automated</w:t>
            </w:r>
            <w:proofErr w:type="spellEnd"/>
            <w:r w:rsidRPr="00827442">
              <w:t xml:space="preserve"> Import System – Automatyczny System Importu. Także projekt „Programu e-Cło”.</w:t>
            </w:r>
          </w:p>
        </w:tc>
      </w:tr>
      <w:tr w:rsidR="004C5426" w:rsidRPr="00827442" w14:paraId="1E5307D8" w14:textId="77777777" w:rsidTr="002B7D47">
        <w:tc>
          <w:tcPr>
            <w:tcW w:w="2988" w:type="dxa"/>
          </w:tcPr>
          <w:p w14:paraId="6E562E1F" w14:textId="77777777" w:rsidR="004C5426" w:rsidRPr="00827442" w:rsidRDefault="004C5426" w:rsidP="009B4595">
            <w:pPr>
              <w:pStyle w:val="Tabelazwyky"/>
            </w:pPr>
            <w:r w:rsidRPr="00827442">
              <w:t>ARI@DNA2</w:t>
            </w:r>
          </w:p>
        </w:tc>
        <w:tc>
          <w:tcPr>
            <w:tcW w:w="6240" w:type="dxa"/>
          </w:tcPr>
          <w:p w14:paraId="7B343E9D" w14:textId="77777777" w:rsidR="004C5426" w:rsidRPr="00827442" w:rsidRDefault="004C5426" w:rsidP="009B4595">
            <w:pPr>
              <w:pStyle w:val="Tabelazwyky"/>
            </w:pPr>
            <w:r w:rsidRPr="00827442">
              <w:t>Hurtownia danych Administracji Celnej.</w:t>
            </w:r>
          </w:p>
        </w:tc>
      </w:tr>
      <w:tr w:rsidR="004C5426" w:rsidRPr="00827442" w14:paraId="163B013C" w14:textId="77777777" w:rsidTr="002B7D47">
        <w:tc>
          <w:tcPr>
            <w:tcW w:w="2988" w:type="dxa"/>
          </w:tcPr>
          <w:p w14:paraId="7260B837" w14:textId="77777777" w:rsidR="004C5426" w:rsidRPr="00827442" w:rsidRDefault="004C5426" w:rsidP="009B4595">
            <w:pPr>
              <w:pStyle w:val="Tabelazwyky"/>
            </w:pPr>
            <w:r w:rsidRPr="00827442">
              <w:t>CELINA</w:t>
            </w:r>
          </w:p>
        </w:tc>
        <w:tc>
          <w:tcPr>
            <w:tcW w:w="6240" w:type="dxa"/>
          </w:tcPr>
          <w:p w14:paraId="03881284" w14:textId="77777777" w:rsidR="004C5426" w:rsidRPr="00827442" w:rsidRDefault="004C5426" w:rsidP="009B4595">
            <w:pPr>
              <w:pStyle w:val="Tabelazwyky"/>
            </w:pPr>
            <w:r w:rsidRPr="00827442">
              <w:t>System obsługi zgłoszeń celnych.</w:t>
            </w:r>
          </w:p>
        </w:tc>
      </w:tr>
      <w:tr w:rsidR="004C5426" w:rsidRPr="00827442" w14:paraId="4A8ABB78" w14:textId="77777777" w:rsidTr="002B7D47">
        <w:tc>
          <w:tcPr>
            <w:tcW w:w="2988" w:type="dxa"/>
          </w:tcPr>
          <w:p w14:paraId="70AB25DF" w14:textId="77777777" w:rsidR="004C5426" w:rsidRPr="00827442" w:rsidRDefault="004C5426" w:rsidP="009B4595">
            <w:pPr>
              <w:pStyle w:val="Tabelazwyky"/>
            </w:pPr>
            <w:r w:rsidRPr="00827442">
              <w:t>ECIP</w:t>
            </w:r>
          </w:p>
        </w:tc>
        <w:tc>
          <w:tcPr>
            <w:tcW w:w="6240" w:type="dxa"/>
          </w:tcPr>
          <w:p w14:paraId="70D8DC5C" w14:textId="77777777" w:rsidR="004C5426" w:rsidRPr="00827442" w:rsidRDefault="004C5426" w:rsidP="009B4595">
            <w:pPr>
              <w:pStyle w:val="Tabelazwyky"/>
            </w:pPr>
            <w:r w:rsidRPr="00827442">
              <w:t xml:space="preserve">EU </w:t>
            </w:r>
            <w:proofErr w:type="spellStart"/>
            <w:r w:rsidRPr="00827442">
              <w:t>Customs</w:t>
            </w:r>
            <w:proofErr w:type="spellEnd"/>
            <w:r w:rsidRPr="00827442">
              <w:t xml:space="preserve"> Information Portal – Europejski Portal Informacji Celnej. </w:t>
            </w:r>
          </w:p>
        </w:tc>
      </w:tr>
      <w:tr w:rsidR="004C5426" w:rsidRPr="00827442" w14:paraId="65B0DFAA" w14:textId="77777777" w:rsidTr="002B7D47">
        <w:tc>
          <w:tcPr>
            <w:tcW w:w="2988" w:type="dxa"/>
          </w:tcPr>
          <w:p w14:paraId="4746C2C9" w14:textId="77777777" w:rsidR="004C5426" w:rsidRPr="00827442" w:rsidRDefault="004C5426" w:rsidP="009B4595">
            <w:pPr>
              <w:pStyle w:val="Tabelazwyky"/>
            </w:pPr>
            <w:r w:rsidRPr="00827442">
              <w:t xml:space="preserve">ECIP/SEAP PL </w:t>
            </w:r>
          </w:p>
        </w:tc>
        <w:tc>
          <w:tcPr>
            <w:tcW w:w="6240" w:type="dxa"/>
          </w:tcPr>
          <w:p w14:paraId="00AB6AD8" w14:textId="77777777" w:rsidR="004C5426" w:rsidRPr="00827442" w:rsidRDefault="004C5426" w:rsidP="009B4595">
            <w:pPr>
              <w:pStyle w:val="Tabelazwyky"/>
            </w:pPr>
            <w:proofErr w:type="spellStart"/>
            <w:r w:rsidRPr="00827442">
              <w:t>European</w:t>
            </w:r>
            <w:proofErr w:type="spellEnd"/>
            <w:r w:rsidRPr="00827442">
              <w:t xml:space="preserve"> </w:t>
            </w:r>
            <w:proofErr w:type="spellStart"/>
            <w:r w:rsidRPr="00827442">
              <w:t>Customs</w:t>
            </w:r>
            <w:proofErr w:type="spellEnd"/>
            <w:r w:rsidRPr="00827442">
              <w:t xml:space="preserve"> Information Portal - Europejski Informacyjny Portal Celny</w:t>
            </w:r>
          </w:p>
          <w:p w14:paraId="4B2EA16E" w14:textId="77777777" w:rsidR="004C5426" w:rsidRPr="00827442" w:rsidRDefault="004C5426" w:rsidP="009B4595">
            <w:pPr>
              <w:pStyle w:val="Tabelazwyky"/>
            </w:pPr>
            <w:r w:rsidRPr="00827442">
              <w:t xml:space="preserve">Single </w:t>
            </w:r>
            <w:proofErr w:type="spellStart"/>
            <w:r w:rsidRPr="00827442">
              <w:t>Electronic</w:t>
            </w:r>
            <w:proofErr w:type="spellEnd"/>
            <w:r w:rsidRPr="00827442">
              <w:t xml:space="preserve"> Access Point - Pojedynczy Elektroniczny Punkt Dostępu</w:t>
            </w:r>
          </w:p>
          <w:p w14:paraId="56F3E54F" w14:textId="77777777" w:rsidR="004C5426" w:rsidRPr="00827442" w:rsidRDefault="004C5426" w:rsidP="009B4595">
            <w:pPr>
              <w:pStyle w:val="Tabelazwyky"/>
            </w:pPr>
            <w:r w:rsidRPr="00827442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4C5426" w:rsidRPr="00827442" w14:paraId="0D1F9E3B" w14:textId="77777777" w:rsidTr="002B7D47">
        <w:tc>
          <w:tcPr>
            <w:tcW w:w="2988" w:type="dxa"/>
          </w:tcPr>
          <w:p w14:paraId="4D81600A" w14:textId="77777777" w:rsidR="004C5426" w:rsidRPr="00827442" w:rsidRDefault="004C5426" w:rsidP="009B4595">
            <w:pPr>
              <w:pStyle w:val="Tabelazwyky"/>
            </w:pPr>
            <w:r w:rsidRPr="00827442">
              <w:t>ESB</w:t>
            </w:r>
          </w:p>
        </w:tc>
        <w:tc>
          <w:tcPr>
            <w:tcW w:w="6240" w:type="dxa"/>
          </w:tcPr>
          <w:p w14:paraId="774E2CF5" w14:textId="77777777" w:rsidR="004C5426" w:rsidRPr="00827442" w:rsidRDefault="004C5426" w:rsidP="009B4595">
            <w:pPr>
              <w:pStyle w:val="Tabelazwyky"/>
            </w:pPr>
            <w:r w:rsidRPr="00827442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4C5426" w:rsidRPr="00827442" w14:paraId="5F4AD4C0" w14:textId="77777777" w:rsidTr="002B7D47">
        <w:tc>
          <w:tcPr>
            <w:tcW w:w="2988" w:type="dxa"/>
          </w:tcPr>
          <w:p w14:paraId="1105EE37" w14:textId="77777777" w:rsidR="004C5426" w:rsidRPr="00827442" w:rsidRDefault="004C5426" w:rsidP="009B4595">
            <w:pPr>
              <w:pStyle w:val="Tabelazwyky"/>
            </w:pPr>
            <w:r w:rsidRPr="00827442">
              <w:t>ESKS</w:t>
            </w:r>
          </w:p>
        </w:tc>
        <w:tc>
          <w:tcPr>
            <w:tcW w:w="6240" w:type="dxa"/>
          </w:tcPr>
          <w:p w14:paraId="2B9070F9" w14:textId="77777777" w:rsidR="004C5426" w:rsidRPr="00827442" w:rsidRDefault="004C5426" w:rsidP="009B4595">
            <w:pPr>
              <w:pStyle w:val="Tabelazwyky"/>
            </w:pPr>
            <w:r w:rsidRPr="00827442">
              <w:t xml:space="preserve">Ewidencja Spraw Karnych Skarbowych - system informatyczny usprawniający pracę </w:t>
            </w:r>
            <w:r w:rsidR="00F66B07" w:rsidRPr="00827442">
              <w:t xml:space="preserve">Administracji Skarbowej </w:t>
            </w:r>
            <w:r w:rsidRPr="00827442">
              <w:t xml:space="preserve">w zakresie rejestracji spraw o przestępstwa </w:t>
            </w:r>
            <w:r w:rsidRPr="00827442">
              <w:br/>
              <w:t xml:space="preserve">i wykroczenia skarbowe oraz ewidencjonowania grzywien nakładanych </w:t>
            </w:r>
            <w:r w:rsidRPr="00827442">
              <w:br/>
              <w:t>w drodze mandatu karnego.</w:t>
            </w:r>
          </w:p>
        </w:tc>
      </w:tr>
      <w:tr w:rsidR="004C5426" w:rsidRPr="00827442" w14:paraId="35C3B015" w14:textId="77777777" w:rsidTr="002B7D47">
        <w:tc>
          <w:tcPr>
            <w:tcW w:w="2988" w:type="dxa"/>
          </w:tcPr>
          <w:p w14:paraId="54D0B0DA" w14:textId="77777777" w:rsidR="004C5426" w:rsidRPr="00827442" w:rsidRDefault="004C5426" w:rsidP="009B4595">
            <w:pPr>
              <w:pStyle w:val="Tabelazwyky"/>
            </w:pPr>
            <w:r w:rsidRPr="00827442">
              <w:t>HERMES2</w:t>
            </w:r>
          </w:p>
        </w:tc>
        <w:tc>
          <w:tcPr>
            <w:tcW w:w="6240" w:type="dxa"/>
          </w:tcPr>
          <w:p w14:paraId="651D72A2" w14:textId="77777777" w:rsidR="004C5426" w:rsidRPr="00827442" w:rsidRDefault="004C5426" w:rsidP="009B4595">
            <w:pPr>
              <w:pStyle w:val="Tabelazwyky"/>
            </w:pPr>
            <w:r w:rsidRPr="00827442">
              <w:t>Projekt „Programu e-Cło” obejmujący wdrożenie Systemu Zarządzania Zasobami Ludzkimi.</w:t>
            </w:r>
          </w:p>
        </w:tc>
      </w:tr>
      <w:tr w:rsidR="004C5426" w:rsidRPr="00827442" w14:paraId="30FC8E3D" w14:textId="77777777" w:rsidTr="002B7D47">
        <w:tc>
          <w:tcPr>
            <w:tcW w:w="2988" w:type="dxa"/>
          </w:tcPr>
          <w:p w14:paraId="2F46D971" w14:textId="77777777" w:rsidR="004C5426" w:rsidRPr="00827442" w:rsidRDefault="004C5426" w:rsidP="009B4595">
            <w:pPr>
              <w:pStyle w:val="Tabelazwyky"/>
            </w:pPr>
            <w:r w:rsidRPr="00827442">
              <w:t>HTTP</w:t>
            </w:r>
          </w:p>
        </w:tc>
        <w:tc>
          <w:tcPr>
            <w:tcW w:w="6240" w:type="dxa"/>
          </w:tcPr>
          <w:p w14:paraId="4C108649" w14:textId="77777777" w:rsidR="004C5426" w:rsidRPr="00827442" w:rsidRDefault="004C5426" w:rsidP="009B4595">
            <w:pPr>
              <w:pStyle w:val="Tabelazwyky"/>
            </w:pPr>
            <w:proofErr w:type="spellStart"/>
            <w:r w:rsidRPr="00827442">
              <w:t>Hypertext</w:t>
            </w:r>
            <w:proofErr w:type="spellEnd"/>
            <w:r w:rsidRPr="00827442">
              <w:t xml:space="preserve"> Transfer </w:t>
            </w:r>
            <w:proofErr w:type="spellStart"/>
            <w:r w:rsidRPr="00827442">
              <w:t>Protocol</w:t>
            </w:r>
            <w:proofErr w:type="spellEnd"/>
            <w:r w:rsidRPr="00827442">
              <w:t xml:space="preserve"> – protokół przesyłania dokumentów hipertekstowych.</w:t>
            </w:r>
          </w:p>
        </w:tc>
      </w:tr>
      <w:tr w:rsidR="004C5426" w:rsidRPr="00827442" w14:paraId="5002F09B" w14:textId="77777777" w:rsidTr="002B7D47">
        <w:tc>
          <w:tcPr>
            <w:tcW w:w="2988" w:type="dxa"/>
          </w:tcPr>
          <w:p w14:paraId="63E98D54" w14:textId="77777777" w:rsidR="004C5426" w:rsidRPr="00827442" w:rsidRDefault="004C5426" w:rsidP="009B4595">
            <w:pPr>
              <w:pStyle w:val="Tabelazwyky"/>
            </w:pPr>
            <w:r w:rsidRPr="00827442">
              <w:t>ISZTAR</w:t>
            </w:r>
          </w:p>
        </w:tc>
        <w:tc>
          <w:tcPr>
            <w:tcW w:w="6240" w:type="dxa"/>
          </w:tcPr>
          <w:p w14:paraId="11DFC12F" w14:textId="77777777" w:rsidR="004C5426" w:rsidRPr="00827442" w:rsidRDefault="004C5426" w:rsidP="009B4595">
            <w:pPr>
              <w:pStyle w:val="Tabelazwyky"/>
            </w:pPr>
            <w:r w:rsidRPr="00827442">
              <w:t xml:space="preserve">System Zintegrowanej Taryfy Celnej. </w:t>
            </w:r>
          </w:p>
        </w:tc>
      </w:tr>
      <w:tr w:rsidR="004C5426" w:rsidRPr="00827442" w14:paraId="51BCB655" w14:textId="77777777" w:rsidTr="002B7D47">
        <w:tc>
          <w:tcPr>
            <w:tcW w:w="2988" w:type="dxa"/>
          </w:tcPr>
          <w:p w14:paraId="1BD53D8E" w14:textId="77777777" w:rsidR="004C5426" w:rsidRPr="00827442" w:rsidRDefault="004C5426" w:rsidP="009B4595">
            <w:pPr>
              <w:pStyle w:val="Tabelazwyky"/>
            </w:pPr>
            <w:r w:rsidRPr="00827442">
              <w:t>ISZTAR4</w:t>
            </w:r>
          </w:p>
        </w:tc>
        <w:tc>
          <w:tcPr>
            <w:tcW w:w="6240" w:type="dxa"/>
          </w:tcPr>
          <w:p w14:paraId="5EA742DB" w14:textId="77777777" w:rsidR="004C5426" w:rsidRPr="00827442" w:rsidRDefault="004C5426" w:rsidP="009B4595">
            <w:pPr>
              <w:pStyle w:val="Tabelazwyky"/>
            </w:pPr>
            <w:r w:rsidRPr="00827442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827442">
              <w:t>Integrated</w:t>
            </w:r>
            <w:proofErr w:type="spellEnd"/>
            <w:r w:rsidRPr="00827442">
              <w:t xml:space="preserve"> </w:t>
            </w:r>
            <w:proofErr w:type="spellStart"/>
            <w:r w:rsidRPr="00827442">
              <w:t>Tariff</w:t>
            </w:r>
            <w:proofErr w:type="spellEnd"/>
            <w:r w:rsidRPr="00827442">
              <w:t xml:space="preserve"> Environment i TARIC oraz opracowane testy regresywne i przebudowę i integrację EBTI PL z portalem ECIP PL. Projekt Programu e-Cło.</w:t>
            </w:r>
          </w:p>
        </w:tc>
      </w:tr>
      <w:tr w:rsidR="004C5426" w:rsidRPr="00827442" w14:paraId="5484F46B" w14:textId="77777777" w:rsidTr="002B7D47">
        <w:tc>
          <w:tcPr>
            <w:tcW w:w="2988" w:type="dxa"/>
          </w:tcPr>
          <w:p w14:paraId="4FABAE80" w14:textId="77777777" w:rsidR="004C5426" w:rsidRPr="00827442" w:rsidRDefault="004C5426" w:rsidP="009B4595">
            <w:pPr>
              <w:pStyle w:val="Tabelazwyky"/>
            </w:pPr>
            <w:r w:rsidRPr="00827442">
              <w:lastRenderedPageBreak/>
              <w:t>OSOZ2</w:t>
            </w:r>
          </w:p>
        </w:tc>
        <w:tc>
          <w:tcPr>
            <w:tcW w:w="6240" w:type="dxa"/>
          </w:tcPr>
          <w:p w14:paraId="08523341" w14:textId="77777777" w:rsidR="004C5426" w:rsidRPr="00827442" w:rsidRDefault="004C5426" w:rsidP="009B4595">
            <w:pPr>
              <w:pStyle w:val="Tabelazwyky"/>
            </w:pPr>
            <w:r w:rsidRPr="00827442">
              <w:t>Projekt „Programu e-Cło” Zintegrowany System Obsługi Zabezpieczeń.</w:t>
            </w:r>
          </w:p>
        </w:tc>
      </w:tr>
      <w:tr w:rsidR="004C5426" w:rsidRPr="00827442" w14:paraId="4BF1B21D" w14:textId="77777777" w:rsidTr="002B7D47">
        <w:tc>
          <w:tcPr>
            <w:tcW w:w="2988" w:type="dxa"/>
          </w:tcPr>
          <w:p w14:paraId="0BA1825E" w14:textId="77777777" w:rsidR="004C5426" w:rsidRPr="00827442" w:rsidRDefault="004C5426" w:rsidP="009B4595">
            <w:pPr>
              <w:pStyle w:val="Tabelazwyky"/>
            </w:pPr>
            <w:r w:rsidRPr="00827442">
              <w:t>OWNRES</w:t>
            </w:r>
          </w:p>
        </w:tc>
        <w:tc>
          <w:tcPr>
            <w:tcW w:w="6240" w:type="dxa"/>
          </w:tcPr>
          <w:p w14:paraId="4E130D4A" w14:textId="77777777" w:rsidR="004C5426" w:rsidRPr="00827442" w:rsidRDefault="004C5426" w:rsidP="009B4595">
            <w:pPr>
              <w:pStyle w:val="Tabelazwyky"/>
            </w:pPr>
            <w:proofErr w:type="spellStart"/>
            <w:r w:rsidRPr="00827442">
              <w:t>OWNRESources</w:t>
            </w:r>
            <w:proofErr w:type="spellEnd"/>
            <w:r w:rsidRPr="00827442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4C5426" w:rsidRPr="00827442" w14:paraId="1F5C2AED" w14:textId="77777777" w:rsidTr="002B7D47">
        <w:tc>
          <w:tcPr>
            <w:tcW w:w="2988" w:type="dxa"/>
          </w:tcPr>
          <w:p w14:paraId="124AE166" w14:textId="77777777" w:rsidR="004C5426" w:rsidRPr="00827442" w:rsidRDefault="004C5426" w:rsidP="009B4595">
            <w:pPr>
              <w:pStyle w:val="Tabelazwyky"/>
            </w:pPr>
            <w:r w:rsidRPr="00827442">
              <w:t>PDR</w:t>
            </w:r>
          </w:p>
        </w:tc>
        <w:tc>
          <w:tcPr>
            <w:tcW w:w="6240" w:type="dxa"/>
          </w:tcPr>
          <w:p w14:paraId="5DB5B7E1" w14:textId="77777777" w:rsidR="004C5426" w:rsidRPr="00827442" w:rsidRDefault="004C5426" w:rsidP="009B4595">
            <w:pPr>
              <w:pStyle w:val="Tabelazwyky"/>
            </w:pPr>
            <w:r w:rsidRPr="00827442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827442">
              <w:br/>
              <w:t>w ramach Programu e-Cło.</w:t>
            </w:r>
          </w:p>
        </w:tc>
      </w:tr>
      <w:tr w:rsidR="004C5426" w:rsidRPr="00827442" w14:paraId="6283FC9C" w14:textId="77777777" w:rsidTr="002B7D47">
        <w:tc>
          <w:tcPr>
            <w:tcW w:w="2988" w:type="dxa"/>
          </w:tcPr>
          <w:p w14:paraId="2DE78710" w14:textId="77777777" w:rsidR="004C5426" w:rsidRPr="00827442" w:rsidRDefault="004C5426" w:rsidP="009B4595">
            <w:pPr>
              <w:pStyle w:val="Tabelazwyky"/>
            </w:pPr>
            <w:r w:rsidRPr="00827442">
              <w:t>PKI</w:t>
            </w:r>
          </w:p>
        </w:tc>
        <w:tc>
          <w:tcPr>
            <w:tcW w:w="6240" w:type="dxa"/>
          </w:tcPr>
          <w:p w14:paraId="263536CC" w14:textId="77777777" w:rsidR="004C5426" w:rsidRPr="00827442" w:rsidRDefault="004C5426" w:rsidP="009B4595">
            <w:pPr>
              <w:pStyle w:val="Tabelazwyky"/>
            </w:pPr>
            <w:r w:rsidRPr="00827442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827442">
              <w:t>Key</w:t>
            </w:r>
            <w:proofErr w:type="spellEnd"/>
            <w:r w:rsidRPr="00827442">
              <w:t xml:space="preserve"> </w:t>
            </w:r>
            <w:proofErr w:type="spellStart"/>
            <w:r w:rsidRPr="00827442">
              <w:t>Infrastructure</w:t>
            </w:r>
            <w:proofErr w:type="spellEnd"/>
            <w:r w:rsidRPr="00827442">
              <w:t xml:space="preserve">  i funkcjonalnością/technologią jednokrotnego uwierzytelniania Single </w:t>
            </w:r>
            <w:proofErr w:type="spellStart"/>
            <w:r w:rsidRPr="00827442">
              <w:t>Sign</w:t>
            </w:r>
            <w:proofErr w:type="spellEnd"/>
            <w:r w:rsidRPr="00827442">
              <w:t xml:space="preserve"> On (SSO).</w:t>
            </w:r>
          </w:p>
        </w:tc>
      </w:tr>
      <w:tr w:rsidR="004C5426" w:rsidRPr="00827442" w14:paraId="36C08154" w14:textId="77777777" w:rsidTr="002B7D47">
        <w:tc>
          <w:tcPr>
            <w:tcW w:w="2988" w:type="dxa"/>
          </w:tcPr>
          <w:p w14:paraId="7C7ED7F7" w14:textId="77777777" w:rsidR="004C5426" w:rsidRPr="00827442" w:rsidRDefault="004C5426" w:rsidP="009B4595">
            <w:pPr>
              <w:pStyle w:val="Tabelazwyky"/>
            </w:pPr>
            <w:r w:rsidRPr="00827442">
              <w:t>POLTAX</w:t>
            </w:r>
          </w:p>
        </w:tc>
        <w:tc>
          <w:tcPr>
            <w:tcW w:w="6240" w:type="dxa"/>
          </w:tcPr>
          <w:p w14:paraId="29302321" w14:textId="77777777" w:rsidR="004C5426" w:rsidRPr="00827442" w:rsidRDefault="004C5426" w:rsidP="009B4595">
            <w:pPr>
              <w:pStyle w:val="Tabelazwyky"/>
            </w:pPr>
            <w:r w:rsidRPr="00827442">
              <w:t>System ewidencjonowania i przetwarzania danych o podatnikach wykorzystywany w urzędach skarbowych wspomagający działalność administracji podatkowej.</w:t>
            </w:r>
          </w:p>
        </w:tc>
      </w:tr>
      <w:tr w:rsidR="004C5426" w:rsidRPr="00827442" w14:paraId="50EB25AF" w14:textId="77777777" w:rsidTr="002B7D47">
        <w:tc>
          <w:tcPr>
            <w:tcW w:w="2988" w:type="dxa"/>
          </w:tcPr>
          <w:p w14:paraId="122E5347" w14:textId="77777777" w:rsidR="004C5426" w:rsidRPr="00827442" w:rsidRDefault="004C5426" w:rsidP="009B4595">
            <w:pPr>
              <w:pStyle w:val="Tabelazwyky"/>
            </w:pPr>
            <w:r w:rsidRPr="00827442">
              <w:t>SK</w:t>
            </w:r>
          </w:p>
        </w:tc>
        <w:tc>
          <w:tcPr>
            <w:tcW w:w="6240" w:type="dxa"/>
          </w:tcPr>
          <w:p w14:paraId="163D8384" w14:textId="77777777" w:rsidR="004C5426" w:rsidRPr="00827442" w:rsidRDefault="004C5426" w:rsidP="009B4595">
            <w:pPr>
              <w:pStyle w:val="Tabelazwyky"/>
            </w:pPr>
            <w:r w:rsidRPr="00827442">
              <w:t>System informatyczny przeznaczony do prowadzenia ksiąg rachunkowych w formie elektronicznej.</w:t>
            </w:r>
          </w:p>
        </w:tc>
      </w:tr>
      <w:tr w:rsidR="004C5426" w:rsidRPr="00827442" w14:paraId="39710BDC" w14:textId="77777777" w:rsidTr="002B7D47">
        <w:tc>
          <w:tcPr>
            <w:tcW w:w="2988" w:type="dxa"/>
          </w:tcPr>
          <w:p w14:paraId="68119665" w14:textId="77777777" w:rsidR="004C5426" w:rsidRPr="00827442" w:rsidRDefault="004C5426" w:rsidP="009B4595">
            <w:pPr>
              <w:pStyle w:val="Tabelazwyky"/>
            </w:pPr>
            <w:r w:rsidRPr="00827442">
              <w:t>SOA</w:t>
            </w:r>
          </w:p>
        </w:tc>
        <w:tc>
          <w:tcPr>
            <w:tcW w:w="6240" w:type="dxa"/>
          </w:tcPr>
          <w:p w14:paraId="05C38925" w14:textId="77777777" w:rsidR="004C5426" w:rsidRPr="00827442" w:rsidRDefault="004C5426" w:rsidP="009B4595">
            <w:pPr>
              <w:pStyle w:val="Tabelazwyky"/>
            </w:pPr>
            <w:r w:rsidRPr="00827442">
              <w:t>Architektura oparta na usługach (ang. Service-</w:t>
            </w:r>
            <w:proofErr w:type="spellStart"/>
            <w:r w:rsidRPr="00827442">
              <w:t>Oriented</w:t>
            </w:r>
            <w:proofErr w:type="spellEnd"/>
            <w:r w:rsidRPr="00827442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4C5426" w:rsidRPr="00827442" w14:paraId="5CBC1CAF" w14:textId="77777777" w:rsidTr="002B7D47">
        <w:tc>
          <w:tcPr>
            <w:tcW w:w="2988" w:type="dxa"/>
          </w:tcPr>
          <w:p w14:paraId="40E0D256" w14:textId="77777777" w:rsidR="004C5426" w:rsidRPr="00827442" w:rsidRDefault="004C5426" w:rsidP="009B4595">
            <w:pPr>
              <w:pStyle w:val="Tabelazwyky"/>
            </w:pPr>
            <w:r w:rsidRPr="00827442">
              <w:t>SOAP</w:t>
            </w:r>
          </w:p>
        </w:tc>
        <w:tc>
          <w:tcPr>
            <w:tcW w:w="6240" w:type="dxa"/>
          </w:tcPr>
          <w:p w14:paraId="0BF1F7CD" w14:textId="77777777" w:rsidR="004C5426" w:rsidRPr="00827442" w:rsidRDefault="004C5426" w:rsidP="009B4595">
            <w:pPr>
              <w:pStyle w:val="Tabelazwyky"/>
            </w:pPr>
            <w:r w:rsidRPr="00827442">
              <w:t xml:space="preserve">Simple Object Access </w:t>
            </w:r>
            <w:proofErr w:type="spellStart"/>
            <w:r w:rsidRPr="00827442">
              <w:t>Protocol</w:t>
            </w:r>
            <w:proofErr w:type="spellEnd"/>
            <w:r w:rsidRPr="00827442">
              <w:t xml:space="preserve"> – protokół wywoływania zdalnego dostępu do obiektów, wykorzystujący XML do kodowania wywołań.</w:t>
            </w:r>
          </w:p>
        </w:tc>
      </w:tr>
      <w:tr w:rsidR="004C5426" w:rsidRPr="00827442" w14:paraId="5EB9EA91" w14:textId="77777777" w:rsidTr="002B7D47">
        <w:tc>
          <w:tcPr>
            <w:tcW w:w="2988" w:type="dxa"/>
          </w:tcPr>
          <w:p w14:paraId="37A53BAB" w14:textId="77777777" w:rsidR="004C5426" w:rsidRPr="00827442" w:rsidRDefault="004C5426" w:rsidP="009B4595">
            <w:pPr>
              <w:pStyle w:val="Tabelazwyky"/>
            </w:pPr>
            <w:r w:rsidRPr="00827442">
              <w:t>SSO</w:t>
            </w:r>
          </w:p>
        </w:tc>
        <w:tc>
          <w:tcPr>
            <w:tcW w:w="6240" w:type="dxa"/>
          </w:tcPr>
          <w:p w14:paraId="58EEDDA5" w14:textId="77777777" w:rsidR="004C5426" w:rsidRPr="00827442" w:rsidRDefault="004C5426" w:rsidP="009B4595">
            <w:pPr>
              <w:pStyle w:val="Tabelazwyky"/>
            </w:pPr>
            <w:r w:rsidRPr="00827442">
              <w:t xml:space="preserve">Single </w:t>
            </w:r>
            <w:proofErr w:type="spellStart"/>
            <w:r w:rsidRPr="00827442">
              <w:t>Sign</w:t>
            </w:r>
            <w:proofErr w:type="spellEnd"/>
            <w:r w:rsidRPr="00827442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4C5426" w:rsidRPr="00827442" w14:paraId="1BFC70D1" w14:textId="77777777" w:rsidTr="002B7D47">
        <w:tc>
          <w:tcPr>
            <w:tcW w:w="2988" w:type="dxa"/>
          </w:tcPr>
          <w:p w14:paraId="1D689E89" w14:textId="77777777" w:rsidR="004C5426" w:rsidRPr="00827442" w:rsidRDefault="004C5426" w:rsidP="009B4595">
            <w:pPr>
              <w:pStyle w:val="Tabelazwyky"/>
            </w:pPr>
            <w:r w:rsidRPr="00827442">
              <w:t>SZPROT</w:t>
            </w:r>
          </w:p>
        </w:tc>
        <w:tc>
          <w:tcPr>
            <w:tcW w:w="6240" w:type="dxa"/>
          </w:tcPr>
          <w:p w14:paraId="5196A9C9" w14:textId="77777777" w:rsidR="004C5426" w:rsidRPr="00827442" w:rsidRDefault="004C5426" w:rsidP="009B4595">
            <w:pPr>
              <w:pStyle w:val="Tabelazwyky"/>
            </w:pPr>
            <w:r w:rsidRPr="00827442">
              <w:t>System Zintegrowanej Rejestracji Przedsiębiorców. Projekt „Programu e-Cło”.</w:t>
            </w:r>
          </w:p>
        </w:tc>
      </w:tr>
      <w:tr w:rsidR="004C5426" w:rsidRPr="00827442" w14:paraId="7A2E3432" w14:textId="77777777" w:rsidTr="002B7D47">
        <w:tc>
          <w:tcPr>
            <w:tcW w:w="2988" w:type="dxa"/>
          </w:tcPr>
          <w:p w14:paraId="3E80D1E0" w14:textId="77777777" w:rsidR="004C5426" w:rsidRPr="00827442" w:rsidRDefault="004C5426" w:rsidP="009B4595">
            <w:pPr>
              <w:pStyle w:val="Tabelazwyky"/>
            </w:pPr>
            <w:r w:rsidRPr="00827442">
              <w:t>TREZOR</w:t>
            </w:r>
          </w:p>
        </w:tc>
        <w:tc>
          <w:tcPr>
            <w:tcW w:w="6240" w:type="dxa"/>
          </w:tcPr>
          <w:p w14:paraId="6F0050F2" w14:textId="77777777" w:rsidR="004C5426" w:rsidRPr="00827442" w:rsidRDefault="004C5426" w:rsidP="009B4595">
            <w:pPr>
              <w:pStyle w:val="Tabelazwyky"/>
            </w:pPr>
            <w:r w:rsidRPr="00827442">
              <w:t>Informatyczny System Obsługi Budżetu Państwa.</w:t>
            </w:r>
          </w:p>
        </w:tc>
      </w:tr>
      <w:tr w:rsidR="004C5426" w:rsidRPr="00827442" w14:paraId="18D22392" w14:textId="77777777" w:rsidTr="002B7D47">
        <w:tc>
          <w:tcPr>
            <w:tcW w:w="2988" w:type="dxa"/>
          </w:tcPr>
          <w:p w14:paraId="59954BBD" w14:textId="77777777" w:rsidR="004C5426" w:rsidRPr="00827442" w:rsidRDefault="004C5426" w:rsidP="009B4595">
            <w:pPr>
              <w:pStyle w:val="Tabelazwyky"/>
            </w:pPr>
            <w:r w:rsidRPr="00827442">
              <w:t>WFW</w:t>
            </w:r>
          </w:p>
        </w:tc>
        <w:tc>
          <w:tcPr>
            <w:tcW w:w="6240" w:type="dxa"/>
          </w:tcPr>
          <w:p w14:paraId="4F8768F3" w14:textId="77777777" w:rsidR="004C5426" w:rsidRPr="00827442" w:rsidRDefault="004C5426" w:rsidP="009B4595">
            <w:pPr>
              <w:pStyle w:val="Tabelazwyky"/>
            </w:pPr>
            <w:r w:rsidRPr="00827442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827442">
              <w:t>workflow</w:t>
            </w:r>
            <w:proofErr w:type="spellEnd"/>
            <w:r w:rsidRPr="00827442">
              <w:t xml:space="preserve">), jak i automatyzacji procesów biznesowych (tradycyjnie określane terminem Business </w:t>
            </w:r>
            <w:proofErr w:type="spellStart"/>
            <w:r w:rsidRPr="00827442">
              <w:t>Process</w:t>
            </w:r>
            <w:proofErr w:type="spellEnd"/>
            <w:r w:rsidRPr="00827442">
              <w:t xml:space="preserve"> Management, BPM).</w:t>
            </w:r>
          </w:p>
        </w:tc>
      </w:tr>
      <w:tr w:rsidR="004C5426" w:rsidRPr="00827442" w14:paraId="58C6F7A7" w14:textId="77777777" w:rsidTr="002B7D47">
        <w:tc>
          <w:tcPr>
            <w:tcW w:w="2988" w:type="dxa"/>
          </w:tcPr>
          <w:p w14:paraId="50AB6417" w14:textId="77777777" w:rsidR="004C5426" w:rsidRPr="00827442" w:rsidRDefault="004C5426" w:rsidP="009B4595">
            <w:pPr>
              <w:pStyle w:val="Tabelazwyky"/>
            </w:pPr>
            <w:r w:rsidRPr="00827442">
              <w:lastRenderedPageBreak/>
              <w:t>WOMIS</w:t>
            </w:r>
          </w:p>
        </w:tc>
        <w:tc>
          <w:tcPr>
            <w:tcW w:w="6240" w:type="dxa"/>
          </w:tcPr>
          <w:p w14:paraId="5A2BAE34" w14:textId="77777777" w:rsidR="004C5426" w:rsidRPr="00827442" w:rsidRDefault="004C5426" w:rsidP="009B4595">
            <w:pPr>
              <w:pStyle w:val="Tabelazwyky"/>
            </w:pPr>
            <w:r w:rsidRPr="00827442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4C5426" w:rsidRPr="00827442" w14:paraId="5812DAF2" w14:textId="77777777" w:rsidTr="002B7D47">
        <w:tc>
          <w:tcPr>
            <w:tcW w:w="2988" w:type="dxa"/>
          </w:tcPr>
          <w:p w14:paraId="641797AF" w14:textId="77777777" w:rsidR="004C5426" w:rsidRPr="00827442" w:rsidRDefault="004C5426" w:rsidP="009B4595">
            <w:pPr>
              <w:pStyle w:val="Tabelazwyky"/>
            </w:pPr>
            <w:r w:rsidRPr="00827442">
              <w:t>WSDL</w:t>
            </w:r>
          </w:p>
        </w:tc>
        <w:tc>
          <w:tcPr>
            <w:tcW w:w="6240" w:type="dxa"/>
          </w:tcPr>
          <w:p w14:paraId="7823027E" w14:textId="77777777" w:rsidR="004C5426" w:rsidRPr="00827442" w:rsidRDefault="004C5426" w:rsidP="009B4595">
            <w:pPr>
              <w:pStyle w:val="Tabelazwyky"/>
            </w:pPr>
            <w:r w:rsidRPr="00827442">
              <w:t xml:space="preserve">Web Services </w:t>
            </w:r>
            <w:proofErr w:type="spellStart"/>
            <w:r w:rsidRPr="00827442">
              <w:t>Description</w:t>
            </w:r>
            <w:proofErr w:type="spellEnd"/>
            <w:r w:rsidRPr="00827442">
              <w:t xml:space="preserve"> Language – oparty na XML język do definiowania usług sieciowych. Opisuje protokoły i formaty używane przez usługi sieciowe. </w:t>
            </w:r>
          </w:p>
          <w:p w14:paraId="72238785" w14:textId="77777777" w:rsidR="004C5426" w:rsidRPr="00827442" w:rsidRDefault="004C5426" w:rsidP="009B4595">
            <w:pPr>
              <w:pStyle w:val="Tabelazwyky"/>
            </w:pPr>
            <w:r w:rsidRPr="00827442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4C5426" w:rsidRPr="00827442" w14:paraId="72C19A5B" w14:textId="77777777" w:rsidTr="002B7D47">
        <w:tc>
          <w:tcPr>
            <w:tcW w:w="2988" w:type="dxa"/>
          </w:tcPr>
          <w:p w14:paraId="666669D3" w14:textId="77777777" w:rsidR="004C5426" w:rsidRPr="00827442" w:rsidRDefault="004C5426" w:rsidP="009B4595">
            <w:pPr>
              <w:pStyle w:val="Tabelazwyky"/>
            </w:pPr>
            <w:r w:rsidRPr="00827442">
              <w:t>XML</w:t>
            </w:r>
          </w:p>
        </w:tc>
        <w:tc>
          <w:tcPr>
            <w:tcW w:w="6240" w:type="dxa"/>
          </w:tcPr>
          <w:p w14:paraId="01F6C3C9" w14:textId="77777777" w:rsidR="004C5426" w:rsidRPr="00827442" w:rsidRDefault="004C5426" w:rsidP="009B4595">
            <w:pPr>
              <w:pStyle w:val="Tabelazwyky"/>
            </w:pPr>
            <w:proofErr w:type="spellStart"/>
            <w:r w:rsidRPr="00827442">
              <w:t>Extensible</w:t>
            </w:r>
            <w:proofErr w:type="spellEnd"/>
            <w:r w:rsidRPr="00827442">
              <w:t xml:space="preserve"> </w:t>
            </w:r>
            <w:proofErr w:type="spellStart"/>
            <w:r w:rsidRPr="00827442">
              <w:t>Markup</w:t>
            </w:r>
            <w:proofErr w:type="spellEnd"/>
            <w:r w:rsidRPr="00827442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4C5426" w:rsidRPr="00827442" w14:paraId="714BD249" w14:textId="77777777" w:rsidTr="002B7D47">
        <w:tc>
          <w:tcPr>
            <w:tcW w:w="2988" w:type="dxa"/>
          </w:tcPr>
          <w:p w14:paraId="084B98F0" w14:textId="77777777" w:rsidR="004C5426" w:rsidRPr="00827442" w:rsidRDefault="004C5426" w:rsidP="009B4595">
            <w:pPr>
              <w:pStyle w:val="Tabelazwyky"/>
            </w:pPr>
            <w:r w:rsidRPr="00827442">
              <w:t xml:space="preserve">XML </w:t>
            </w:r>
            <w:proofErr w:type="spellStart"/>
            <w:r w:rsidRPr="00827442">
              <w:t>Schema</w:t>
            </w:r>
            <w:proofErr w:type="spellEnd"/>
          </w:p>
        </w:tc>
        <w:tc>
          <w:tcPr>
            <w:tcW w:w="6240" w:type="dxa"/>
          </w:tcPr>
          <w:p w14:paraId="5736EDC0" w14:textId="77777777" w:rsidR="004C5426" w:rsidRPr="00827442" w:rsidRDefault="004C5426" w:rsidP="009B4595">
            <w:pPr>
              <w:pStyle w:val="Tabelazwyky"/>
            </w:pPr>
            <w:r w:rsidRPr="00827442">
              <w:t xml:space="preserve">Schemat XML - standard służący do definiowania struktury dokumentu XML. </w:t>
            </w:r>
          </w:p>
        </w:tc>
      </w:tr>
      <w:tr w:rsidR="004C5426" w:rsidRPr="00827442" w14:paraId="589523F8" w14:textId="77777777" w:rsidTr="002B7D47">
        <w:tc>
          <w:tcPr>
            <w:tcW w:w="2988" w:type="dxa"/>
          </w:tcPr>
          <w:p w14:paraId="04CF3E2C" w14:textId="77777777" w:rsidR="004C5426" w:rsidRPr="00827442" w:rsidRDefault="004C5426" w:rsidP="009B4595">
            <w:pPr>
              <w:pStyle w:val="Tabelazwyky"/>
            </w:pPr>
            <w:r w:rsidRPr="00827442">
              <w:t xml:space="preserve">XSD </w:t>
            </w:r>
          </w:p>
        </w:tc>
        <w:tc>
          <w:tcPr>
            <w:tcW w:w="6240" w:type="dxa"/>
          </w:tcPr>
          <w:p w14:paraId="1D90D702" w14:textId="77777777" w:rsidR="004C5426" w:rsidRPr="00827442" w:rsidRDefault="004C5426" w:rsidP="009B4595">
            <w:pPr>
              <w:pStyle w:val="Tabelazwyky"/>
            </w:pPr>
            <w:r w:rsidRPr="00827442">
              <w:t xml:space="preserve">XML </w:t>
            </w:r>
            <w:proofErr w:type="spellStart"/>
            <w:r w:rsidRPr="00827442">
              <w:t>Schema</w:t>
            </w:r>
            <w:proofErr w:type="spellEnd"/>
            <w:r w:rsidRPr="00827442">
              <w:t xml:space="preserve"> Definition  - plik zawierający definicje XML </w:t>
            </w:r>
            <w:proofErr w:type="spellStart"/>
            <w:r w:rsidRPr="00827442">
              <w:t>Schema</w:t>
            </w:r>
            <w:proofErr w:type="spellEnd"/>
            <w:r w:rsidRPr="00827442">
              <w:t>.</w:t>
            </w:r>
          </w:p>
        </w:tc>
      </w:tr>
      <w:tr w:rsidR="004C5426" w:rsidRPr="00827442" w14:paraId="6C140B7D" w14:textId="77777777" w:rsidTr="002B7D47">
        <w:tc>
          <w:tcPr>
            <w:tcW w:w="2988" w:type="dxa"/>
          </w:tcPr>
          <w:p w14:paraId="6C91BC6E" w14:textId="77777777" w:rsidR="004C5426" w:rsidRPr="00827442" w:rsidRDefault="004C5426" w:rsidP="009B4595">
            <w:pPr>
              <w:pStyle w:val="Tabelazwyky"/>
            </w:pPr>
            <w:r w:rsidRPr="00827442">
              <w:t>ZEFIR 2</w:t>
            </w:r>
          </w:p>
        </w:tc>
        <w:tc>
          <w:tcPr>
            <w:tcW w:w="6240" w:type="dxa"/>
          </w:tcPr>
          <w:p w14:paraId="2DF6B1E9" w14:textId="77777777" w:rsidR="004C5426" w:rsidRPr="00827442" w:rsidRDefault="004C5426" w:rsidP="009B4595">
            <w:pPr>
              <w:pStyle w:val="Tabelazwyky"/>
            </w:pPr>
            <w:r w:rsidRPr="00827442">
              <w:t>Zintegrowany system poboru należności i rozrachunków z UE i budżetem ZEFIR 2. Projekt „Programu e-Cło”.</w:t>
            </w:r>
          </w:p>
        </w:tc>
      </w:tr>
    </w:tbl>
    <w:p w14:paraId="58099E10" w14:textId="77777777" w:rsidR="003F3585" w:rsidRPr="00827442" w:rsidRDefault="00C43119" w:rsidP="00004C2C">
      <w:pPr>
        <w:pStyle w:val="Nagwek3"/>
        <w:rPr>
          <w:lang w:val="pl-PL"/>
        </w:rPr>
      </w:pPr>
      <w:bookmarkStart w:id="53" w:name="_Toc183602218"/>
      <w:r w:rsidRPr="00827442">
        <w:rPr>
          <w:lang w:val="pl-PL"/>
        </w:rPr>
        <w:t>Terminy</w:t>
      </w:r>
      <w:bookmarkEnd w:id="52"/>
      <w:bookmarkEnd w:id="53"/>
    </w:p>
    <w:p w14:paraId="0401BC22" w14:textId="15338CFB" w:rsidR="00034C39" w:rsidRPr="00827442" w:rsidRDefault="00034C39" w:rsidP="00F9660A">
      <w:pPr>
        <w:pStyle w:val="Z2PodpisRysunkuTabeli"/>
      </w:pPr>
      <w:bookmarkStart w:id="54" w:name="_Toc183602230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5</w:t>
      </w:r>
      <w:r w:rsidR="00216EE5" w:rsidRPr="00827442">
        <w:rPr>
          <w:noProof/>
        </w:rPr>
        <w:fldChar w:fldCharType="end"/>
      </w:r>
      <w:r w:rsidRPr="00827442">
        <w:t>. Wykaz definicji</w:t>
      </w:r>
      <w:bookmarkEnd w:id="5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827442" w14:paraId="6DB2ECB0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19B228B" w14:textId="77777777" w:rsidR="00034C39" w:rsidRPr="00827442" w:rsidRDefault="00034C39" w:rsidP="009B4595">
            <w:pPr>
              <w:pStyle w:val="Z2tabelatekst"/>
            </w:pPr>
            <w:r w:rsidRPr="00827442">
              <w:t>Termin</w:t>
            </w:r>
          </w:p>
        </w:tc>
        <w:tc>
          <w:tcPr>
            <w:tcW w:w="6476" w:type="dxa"/>
          </w:tcPr>
          <w:p w14:paraId="4788FF32" w14:textId="77777777" w:rsidR="00034C39" w:rsidRPr="00827442" w:rsidRDefault="00034C39" w:rsidP="009B4595">
            <w:pPr>
              <w:pStyle w:val="Z2tabelatekst"/>
            </w:pPr>
            <w:r w:rsidRPr="00827442">
              <w:t>Definicja</w:t>
            </w:r>
          </w:p>
        </w:tc>
      </w:tr>
      <w:tr w:rsidR="00D64ACB" w:rsidRPr="00827442" w14:paraId="46AAF3C3" w14:textId="77777777" w:rsidTr="002B7D47">
        <w:tc>
          <w:tcPr>
            <w:tcW w:w="2988" w:type="dxa"/>
          </w:tcPr>
          <w:p w14:paraId="042F1FBE" w14:textId="77777777" w:rsidR="00D64ACB" w:rsidRPr="00827442" w:rsidRDefault="00716456" w:rsidP="009B4595">
            <w:pPr>
              <w:pStyle w:val="Tabelazwyky"/>
            </w:pPr>
            <w:r w:rsidRPr="00827442">
              <w:t>Komunikat</w:t>
            </w:r>
          </w:p>
        </w:tc>
        <w:tc>
          <w:tcPr>
            <w:tcW w:w="6476" w:type="dxa"/>
          </w:tcPr>
          <w:p w14:paraId="1EE15C9F" w14:textId="77777777" w:rsidR="00D64ACB" w:rsidRPr="00827442" w:rsidRDefault="00716456" w:rsidP="009B4595">
            <w:pPr>
              <w:pStyle w:val="Tabelazwyky"/>
            </w:pPr>
            <w:r w:rsidRPr="00827442">
              <w:t>Dokument XML, który jest wysyłany lub odbierany przez System.</w:t>
            </w:r>
          </w:p>
        </w:tc>
      </w:tr>
      <w:tr w:rsidR="00D64ACB" w:rsidRPr="00827442" w14:paraId="33E8D536" w14:textId="77777777" w:rsidTr="002B7D47">
        <w:tc>
          <w:tcPr>
            <w:tcW w:w="2988" w:type="dxa"/>
          </w:tcPr>
          <w:p w14:paraId="27565BEE" w14:textId="77777777" w:rsidR="00D64ACB" w:rsidRPr="00827442" w:rsidRDefault="002336F0" w:rsidP="009B4595">
            <w:pPr>
              <w:pStyle w:val="Tabelazwyky"/>
            </w:pPr>
            <w:r w:rsidRPr="00827442">
              <w:t>System</w:t>
            </w:r>
          </w:p>
        </w:tc>
        <w:tc>
          <w:tcPr>
            <w:tcW w:w="6476" w:type="dxa"/>
          </w:tcPr>
          <w:p w14:paraId="37117601" w14:textId="77777777" w:rsidR="00D64ACB" w:rsidRPr="00827442" w:rsidRDefault="002336F0" w:rsidP="009B4595">
            <w:pPr>
              <w:pStyle w:val="Tabelazwyky"/>
            </w:pPr>
            <w:r w:rsidRPr="00827442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827442" w14:paraId="50689A48" w14:textId="77777777" w:rsidTr="002B7D47">
        <w:tc>
          <w:tcPr>
            <w:tcW w:w="2988" w:type="dxa"/>
          </w:tcPr>
          <w:p w14:paraId="06485216" w14:textId="77777777" w:rsidR="00D64ACB" w:rsidRPr="00827442" w:rsidRDefault="00983089" w:rsidP="009B4595">
            <w:pPr>
              <w:pStyle w:val="Tabelazwyky"/>
            </w:pPr>
            <w:r w:rsidRPr="00827442">
              <w:t xml:space="preserve">XML </w:t>
            </w:r>
            <w:proofErr w:type="spellStart"/>
            <w:r w:rsidRPr="00827442">
              <w:t>schema</w:t>
            </w:r>
            <w:proofErr w:type="spellEnd"/>
          </w:p>
        </w:tc>
        <w:tc>
          <w:tcPr>
            <w:tcW w:w="6476" w:type="dxa"/>
          </w:tcPr>
          <w:p w14:paraId="1F81C4D3" w14:textId="77777777" w:rsidR="00D64ACB" w:rsidRPr="00827442" w:rsidRDefault="00983089" w:rsidP="009B4595">
            <w:pPr>
              <w:pStyle w:val="Tabelazwyky"/>
            </w:pPr>
            <w:r w:rsidRPr="00827442">
              <w:t>Opracowany przez W3C (maj 2001) standard służący do definiowania struktury dokumentu XML.</w:t>
            </w:r>
          </w:p>
        </w:tc>
      </w:tr>
    </w:tbl>
    <w:p w14:paraId="57F3AEDF" w14:textId="77777777" w:rsidR="008304F5" w:rsidRPr="00827442" w:rsidRDefault="008304F5" w:rsidP="008304F5">
      <w:pPr>
        <w:pStyle w:val="Nagwek1"/>
      </w:pPr>
      <w:bookmarkStart w:id="55" w:name="_Toc349568561"/>
      <w:bookmarkStart w:id="56" w:name="_Toc183602219"/>
      <w:r w:rsidRPr="00827442">
        <w:lastRenderedPageBreak/>
        <w:t>Zawartość merytoryczna dokumentu</w:t>
      </w:r>
      <w:bookmarkEnd w:id="55"/>
      <w:bookmarkEnd w:id="56"/>
    </w:p>
    <w:p w14:paraId="3A887E5F" w14:textId="77777777" w:rsidR="00654129" w:rsidRPr="00827442" w:rsidRDefault="00D64ACB" w:rsidP="009A484F">
      <w:pPr>
        <w:jc w:val="both"/>
      </w:pPr>
      <w:r w:rsidRPr="00827442">
        <w:t xml:space="preserve">Dokument zawiera </w:t>
      </w:r>
      <w:r w:rsidR="005E6523" w:rsidRPr="00827442">
        <w:t xml:space="preserve">definicje struktury i zawartości informacyjnej dokumentu XML (zwanej tutaj także komunikatem) </w:t>
      </w:r>
      <w:r w:rsidR="00110683" w:rsidRPr="00827442">
        <w:t xml:space="preserve">deklaracji </w:t>
      </w:r>
      <w:r w:rsidR="008865B9" w:rsidRPr="00827442">
        <w:t>GHD-1</w:t>
      </w:r>
      <w:r w:rsidR="005E6523" w:rsidRPr="00827442">
        <w:t>.</w:t>
      </w:r>
    </w:p>
    <w:p w14:paraId="2164E8CB" w14:textId="77777777" w:rsidR="00D64ACB" w:rsidRPr="00827442" w:rsidRDefault="00D64ACB" w:rsidP="009A484F">
      <w:pPr>
        <w:jc w:val="both"/>
        <w:rPr>
          <w:rFonts w:cs="Arial"/>
          <w:sz w:val="18"/>
          <w:szCs w:val="18"/>
        </w:rPr>
      </w:pPr>
      <w:r w:rsidRPr="00827442">
        <w:t>Struktury danych wspólne dla wszystkich zestawów u</w:t>
      </w:r>
      <w:r w:rsidR="00237AB5" w:rsidRPr="00827442">
        <w:t>sług zostały umieszczone w plikach</w:t>
      </w:r>
      <w:r w:rsidRPr="00827442">
        <w:t xml:space="preserve"> </w:t>
      </w:r>
      <w:r w:rsidR="00575B85" w:rsidRPr="00827442">
        <w:t>T</w:t>
      </w:r>
      <w:r w:rsidR="005B4F6C" w:rsidRPr="00827442">
        <w:t>ypes</w:t>
      </w:r>
      <w:r w:rsidR="001759DA" w:rsidRPr="00827442">
        <w:t>_Z3</w:t>
      </w:r>
      <w:r w:rsidR="005B4F6C" w:rsidRPr="00827442">
        <w:t xml:space="preserve">.xsd, </w:t>
      </w:r>
      <w:r w:rsidR="00575B85" w:rsidRPr="00827442">
        <w:t>T</w:t>
      </w:r>
      <w:r w:rsidR="00897644" w:rsidRPr="00827442">
        <w:t>rader</w:t>
      </w:r>
      <w:r w:rsidR="00575B85" w:rsidRPr="00827442">
        <w:t>_Z2</w:t>
      </w:r>
      <w:r w:rsidR="00897644" w:rsidRPr="00827442">
        <w:t>.xsd.</w:t>
      </w:r>
    </w:p>
    <w:p w14:paraId="374364E6" w14:textId="7E54DF78" w:rsidR="00D64ACB" w:rsidRPr="00827442" w:rsidRDefault="00D64ACB" w:rsidP="00D64ACB">
      <w:pPr>
        <w:pStyle w:val="Z2PodpisRysunkuTabeli"/>
      </w:pPr>
      <w:bookmarkStart w:id="57" w:name="_Toc348954995"/>
      <w:bookmarkStart w:id="58" w:name="_Toc183602231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6</w:t>
      </w:r>
      <w:r w:rsidR="00216EE5" w:rsidRPr="00827442">
        <w:rPr>
          <w:noProof/>
        </w:rPr>
        <w:fldChar w:fldCharType="end"/>
      </w:r>
      <w:r w:rsidRPr="00827442">
        <w:t xml:space="preserve">. </w:t>
      </w:r>
      <w:r w:rsidR="00847416" w:rsidRPr="00827442">
        <w:t>Powiązanie plików</w:t>
      </w:r>
      <w:r w:rsidRPr="00827442">
        <w:t xml:space="preserve"> XSD</w:t>
      </w:r>
      <w:bookmarkEnd w:id="57"/>
      <w:bookmarkEnd w:id="58"/>
    </w:p>
    <w:tbl>
      <w:tblPr>
        <w:tblStyle w:val="Tabela-Siatka"/>
        <w:tblW w:w="6828" w:type="dxa"/>
        <w:tblLook w:val="01E0" w:firstRow="1" w:lastRow="1" w:firstColumn="1" w:lastColumn="1" w:noHBand="0" w:noVBand="0"/>
      </w:tblPr>
      <w:tblGrid>
        <w:gridCol w:w="2148"/>
        <w:gridCol w:w="4680"/>
      </w:tblGrid>
      <w:tr w:rsidR="00847416" w:rsidRPr="00827442" w14:paraId="6CE0116D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2F82AB64" w14:textId="77777777" w:rsidR="00847416" w:rsidRPr="00827442" w:rsidRDefault="00847416" w:rsidP="009B4595">
            <w:pPr>
              <w:pStyle w:val="Z2tabelatekst"/>
            </w:pPr>
            <w:r w:rsidRPr="00827442">
              <w:t>Plik XSD</w:t>
            </w:r>
          </w:p>
        </w:tc>
        <w:tc>
          <w:tcPr>
            <w:tcW w:w="4680" w:type="dxa"/>
          </w:tcPr>
          <w:p w14:paraId="42F5DB04" w14:textId="77777777" w:rsidR="00847416" w:rsidRPr="00827442" w:rsidRDefault="00847416" w:rsidP="009B4595">
            <w:pPr>
              <w:pStyle w:val="Z2tabelatekst"/>
            </w:pPr>
            <w:r w:rsidRPr="00827442">
              <w:t>Opis</w:t>
            </w:r>
          </w:p>
        </w:tc>
      </w:tr>
      <w:tr w:rsidR="00847416" w:rsidRPr="00827442" w14:paraId="7A602818" w14:textId="77777777" w:rsidTr="002B7D47">
        <w:tc>
          <w:tcPr>
            <w:tcW w:w="2148" w:type="dxa"/>
          </w:tcPr>
          <w:p w14:paraId="6B096ECB" w14:textId="77777777" w:rsidR="007B6312" w:rsidRPr="00827442" w:rsidRDefault="001759DA" w:rsidP="009B4595">
            <w:pPr>
              <w:pStyle w:val="Tabelazwyky"/>
            </w:pPr>
            <w:r w:rsidRPr="00827442">
              <w:t>Types_Z3</w:t>
            </w:r>
            <w:r w:rsidR="00CF466E" w:rsidRPr="00827442">
              <w:t xml:space="preserve">.xsd, Trader_Z2.xsd </w:t>
            </w:r>
          </w:p>
        </w:tc>
        <w:tc>
          <w:tcPr>
            <w:tcW w:w="4680" w:type="dxa"/>
          </w:tcPr>
          <w:p w14:paraId="63EC46AC" w14:textId="77777777" w:rsidR="00847416" w:rsidRPr="00827442" w:rsidRDefault="00847416" w:rsidP="009B4595">
            <w:pPr>
              <w:pStyle w:val="Tabelazwyky"/>
            </w:pPr>
            <w:r w:rsidRPr="00827442">
              <w:t xml:space="preserve">Definicje wspólnych struktur danych wykorzystywanych we wszystkich zdefiniowanych </w:t>
            </w:r>
            <w:r w:rsidR="00B51284" w:rsidRPr="00827442">
              <w:t>deklaracjach</w:t>
            </w:r>
          </w:p>
        </w:tc>
      </w:tr>
      <w:tr w:rsidR="00847416" w:rsidRPr="00827442" w14:paraId="6638E0B6" w14:textId="77777777" w:rsidTr="002B7D47">
        <w:tc>
          <w:tcPr>
            <w:tcW w:w="2148" w:type="dxa"/>
          </w:tcPr>
          <w:p w14:paraId="55EF2B56" w14:textId="77777777" w:rsidR="00847416" w:rsidRPr="00827442" w:rsidRDefault="00AD1134" w:rsidP="009B4595">
            <w:pPr>
              <w:pStyle w:val="Tabelazwyky"/>
            </w:pPr>
            <w:r w:rsidRPr="00827442">
              <w:t>ghd1</w:t>
            </w:r>
            <w:r w:rsidR="00847416" w:rsidRPr="00827442">
              <w:t>.xsd</w:t>
            </w:r>
          </w:p>
        </w:tc>
        <w:tc>
          <w:tcPr>
            <w:tcW w:w="4680" w:type="dxa"/>
          </w:tcPr>
          <w:p w14:paraId="535E5D94" w14:textId="77777777" w:rsidR="00847416" w:rsidRPr="00827442" w:rsidRDefault="00897644" w:rsidP="009B4595">
            <w:pPr>
              <w:pStyle w:val="Tabelazwyky"/>
            </w:pPr>
            <w:r w:rsidRPr="00827442">
              <w:t>Struktura danych dla deklaracji.</w:t>
            </w:r>
          </w:p>
        </w:tc>
      </w:tr>
    </w:tbl>
    <w:p w14:paraId="523AB411" w14:textId="77777777" w:rsidR="004E2C82" w:rsidRPr="00827442" w:rsidRDefault="007B6312" w:rsidP="004E2C82">
      <w:pPr>
        <w:pStyle w:val="Nagwek1"/>
        <w:ind w:left="431" w:hanging="431"/>
      </w:pPr>
      <w:bookmarkStart w:id="59" w:name="_Toc183602220"/>
      <w:r w:rsidRPr="00827442">
        <w:lastRenderedPageBreak/>
        <w:t xml:space="preserve">Specyfikacja deklaracji </w:t>
      </w:r>
      <w:bookmarkStart w:id="60" w:name="_Hlk183602001"/>
      <w:r w:rsidR="000659FA" w:rsidRPr="00827442">
        <w:t>GHD1</w:t>
      </w:r>
      <w:bookmarkEnd w:id="60"/>
      <w:bookmarkEnd w:id="59"/>
    </w:p>
    <w:p w14:paraId="311AC239" w14:textId="484271E0" w:rsidR="00CA300B" w:rsidRPr="00827442" w:rsidRDefault="00667866" w:rsidP="002B2C0B">
      <w:pPr>
        <w:jc w:val="both"/>
      </w:pPr>
      <w:r w:rsidRPr="00827442">
        <w:t xml:space="preserve">Struktury typu </w:t>
      </w:r>
      <w:proofErr w:type="spellStart"/>
      <w:r w:rsidR="00951C8D" w:rsidRPr="00827442">
        <w:t>SignatureType</w:t>
      </w:r>
      <w:proofErr w:type="spellEnd"/>
      <w:r w:rsidR="00951C8D" w:rsidRPr="00827442">
        <w:t xml:space="preserve">, </w:t>
      </w:r>
      <w:proofErr w:type="spellStart"/>
      <w:r w:rsidR="004E7845" w:rsidRPr="00827442">
        <w:t>Z</w:t>
      </w:r>
      <w:r w:rsidR="004C7C02" w:rsidRPr="00827442">
        <w:t>A</w:t>
      </w:r>
      <w:r w:rsidR="004E7845" w:rsidRPr="00827442">
        <w:t>ddress</w:t>
      </w:r>
      <w:proofErr w:type="spellEnd"/>
      <w:r w:rsidR="004C7C02" w:rsidRPr="00827442">
        <w:t>,</w:t>
      </w:r>
      <w:r w:rsidR="008F66F5" w:rsidRPr="00827442">
        <w:t xml:space="preserve"> </w:t>
      </w:r>
      <w:proofErr w:type="spellStart"/>
      <w:r w:rsidR="008F66F5" w:rsidRPr="00827442">
        <w:t>Z</w:t>
      </w:r>
      <w:r w:rsidR="007C745F" w:rsidRPr="00827442">
        <w:t>Ext</w:t>
      </w:r>
      <w:r w:rsidR="008F66F5" w:rsidRPr="00827442">
        <w:t>Statement</w:t>
      </w:r>
      <w:proofErr w:type="spellEnd"/>
      <w:r w:rsidR="004E7845" w:rsidRPr="00827442">
        <w:t xml:space="preserve"> </w:t>
      </w:r>
      <w:r w:rsidRPr="00827442">
        <w:t>zostały zdefiniowane w dokumencie</w:t>
      </w:r>
      <w:r w:rsidR="003E224C" w:rsidRPr="00827442">
        <w:t xml:space="preserve"> </w:t>
      </w:r>
      <w:r w:rsidR="003E224C" w:rsidRPr="00827442">
        <w:fldChar w:fldCharType="begin"/>
      </w:r>
      <w:r w:rsidR="003E224C" w:rsidRPr="00827442">
        <w:instrText xml:space="preserve"> REF _Ref361653747 \r \h </w:instrText>
      </w:r>
      <w:r w:rsidR="00220E61" w:rsidRPr="00827442">
        <w:instrText xml:space="preserve"> \* MERGEFORMAT </w:instrText>
      </w:r>
      <w:r w:rsidR="003E224C" w:rsidRPr="00827442">
        <w:fldChar w:fldCharType="separate"/>
      </w:r>
      <w:r w:rsidR="00063460" w:rsidRPr="00827442">
        <w:t>0</w:t>
      </w:r>
      <w:r w:rsidR="003E224C" w:rsidRPr="00827442">
        <w:fldChar w:fldCharType="end"/>
      </w:r>
      <w:r w:rsidRPr="00827442">
        <w:t xml:space="preserve"> </w:t>
      </w:r>
      <w:r w:rsidR="00B507E4" w:rsidRPr="00827442">
        <w:t>i</w:t>
      </w:r>
      <w:r w:rsidRPr="00827442">
        <w:t xml:space="preserve"> nie będą tutaj szczegółowo omawiane.</w:t>
      </w:r>
    </w:p>
    <w:p w14:paraId="2BF78171" w14:textId="4EF34B2F" w:rsidR="00220E61" w:rsidRPr="00827442" w:rsidRDefault="00220E61" w:rsidP="00220E61">
      <w:pPr>
        <w:pStyle w:val="Legenda"/>
      </w:pPr>
      <w:bookmarkStart w:id="61" w:name="_Toc183602232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7</w:t>
      </w:r>
      <w:r w:rsidR="00216EE5" w:rsidRPr="00827442">
        <w:rPr>
          <w:noProof/>
        </w:rPr>
        <w:fldChar w:fldCharType="end"/>
      </w:r>
      <w:r w:rsidRPr="00827442">
        <w:t>. Dane ogólne w ramach struktury deklaracji GHD1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37D25" w:rsidRPr="00827442" w14:paraId="13D1B898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3EA02785" w14:textId="77777777" w:rsidR="00E37D25" w:rsidRPr="00827442" w:rsidRDefault="00E37D25" w:rsidP="009B4595">
            <w:pPr>
              <w:pStyle w:val="Z2tabelatekst"/>
            </w:pPr>
            <w:r w:rsidRPr="00827442">
              <w:t>Ogólne</w:t>
            </w:r>
          </w:p>
        </w:tc>
        <w:tc>
          <w:tcPr>
            <w:tcW w:w="6584" w:type="dxa"/>
          </w:tcPr>
          <w:p w14:paraId="2B631963" w14:textId="7CD142E8" w:rsidR="00E37D25" w:rsidRPr="00827442" w:rsidRDefault="00063460" w:rsidP="009B4595">
            <w:pPr>
              <w:pStyle w:val="Z2tabelatekst"/>
            </w:pPr>
            <w:r w:rsidRPr="00827442">
              <w:t>Opis</w:t>
            </w:r>
          </w:p>
        </w:tc>
      </w:tr>
      <w:tr w:rsidR="00AE58FB" w:rsidRPr="00827442" w14:paraId="5F39F2B9" w14:textId="77777777" w:rsidTr="002B7D47">
        <w:tc>
          <w:tcPr>
            <w:tcW w:w="2738" w:type="dxa"/>
          </w:tcPr>
          <w:p w14:paraId="6FA35996" w14:textId="77777777" w:rsidR="00AE58FB" w:rsidRPr="00827442" w:rsidRDefault="00AE58FB" w:rsidP="009B4595">
            <w:pPr>
              <w:pStyle w:val="Tabelazwyky"/>
            </w:pPr>
            <w:r w:rsidRPr="00827442">
              <w:t>Opis</w:t>
            </w:r>
          </w:p>
        </w:tc>
        <w:tc>
          <w:tcPr>
            <w:tcW w:w="6584" w:type="dxa"/>
          </w:tcPr>
          <w:p w14:paraId="68B0BC70" w14:textId="77777777" w:rsidR="00AE58FB" w:rsidRPr="00827442" w:rsidRDefault="00DF1DA5" w:rsidP="009B4595">
            <w:pPr>
              <w:pStyle w:val="Tabelazwyky"/>
            </w:pPr>
            <w:r w:rsidRPr="00827442">
              <w:t xml:space="preserve">Deklaracja </w:t>
            </w:r>
            <w:r w:rsidR="0089693A" w:rsidRPr="00827442">
              <w:t xml:space="preserve">dla podmiotów w zakresie elektronicznej obsługi informacji o dopłatach w grach liczbowych, loteriach pieniężnych i grze </w:t>
            </w:r>
            <w:proofErr w:type="spellStart"/>
            <w:r w:rsidR="0089693A" w:rsidRPr="00827442">
              <w:t>telebingo</w:t>
            </w:r>
            <w:proofErr w:type="spellEnd"/>
            <w:r w:rsidR="0089693A" w:rsidRPr="00827442">
              <w:t>.</w:t>
            </w:r>
          </w:p>
        </w:tc>
      </w:tr>
      <w:tr w:rsidR="00AE58FB" w:rsidRPr="00827442" w14:paraId="1A9EE798" w14:textId="77777777" w:rsidTr="002B7D47">
        <w:tc>
          <w:tcPr>
            <w:tcW w:w="2738" w:type="dxa"/>
          </w:tcPr>
          <w:p w14:paraId="4D217B79" w14:textId="77777777" w:rsidR="00AE58FB" w:rsidRPr="00827442" w:rsidRDefault="00AE58FB" w:rsidP="009B4595">
            <w:pPr>
              <w:pStyle w:val="Tabelazwyky"/>
            </w:pPr>
            <w:r w:rsidRPr="00827442">
              <w:t>Proces biznesowy</w:t>
            </w:r>
          </w:p>
        </w:tc>
        <w:tc>
          <w:tcPr>
            <w:tcW w:w="6584" w:type="dxa"/>
          </w:tcPr>
          <w:p w14:paraId="188AA9C0" w14:textId="77777777" w:rsidR="00AE58FB" w:rsidRPr="00827442" w:rsidRDefault="00AE58FB" w:rsidP="009B4595">
            <w:pPr>
              <w:pStyle w:val="Tabelazwyky"/>
            </w:pPr>
          </w:p>
        </w:tc>
      </w:tr>
      <w:tr w:rsidR="00AE58FB" w:rsidRPr="00827442" w14:paraId="76F60C13" w14:textId="77777777" w:rsidTr="002B7D47">
        <w:tc>
          <w:tcPr>
            <w:tcW w:w="2738" w:type="dxa"/>
          </w:tcPr>
          <w:p w14:paraId="5D277893" w14:textId="77777777" w:rsidR="00AE58FB" w:rsidRPr="00827442" w:rsidRDefault="00D41F2E" w:rsidP="009B4595">
            <w:pPr>
              <w:pStyle w:val="Tabelazwyky"/>
            </w:pPr>
            <w:r w:rsidRPr="00827442">
              <w:t>Wersja deklaracji</w:t>
            </w:r>
          </w:p>
        </w:tc>
        <w:tc>
          <w:tcPr>
            <w:tcW w:w="6584" w:type="dxa"/>
          </w:tcPr>
          <w:p w14:paraId="4E498EBF" w14:textId="77777777" w:rsidR="00AE58FB" w:rsidRPr="00827442" w:rsidRDefault="001759DA" w:rsidP="009B4595">
            <w:pPr>
              <w:pStyle w:val="Tabelazwyky"/>
            </w:pPr>
            <w:r w:rsidRPr="00827442">
              <w:t>3_0</w:t>
            </w:r>
          </w:p>
        </w:tc>
      </w:tr>
      <w:tr w:rsidR="00AE58FB" w:rsidRPr="00827442" w14:paraId="1F29AF38" w14:textId="77777777" w:rsidTr="002B7D47">
        <w:tc>
          <w:tcPr>
            <w:tcW w:w="2738" w:type="dxa"/>
          </w:tcPr>
          <w:p w14:paraId="583A3B2C" w14:textId="77777777" w:rsidR="00AE58FB" w:rsidRPr="00827442" w:rsidRDefault="00D41F2E" w:rsidP="009B4595">
            <w:pPr>
              <w:pStyle w:val="Tabelazwyky"/>
            </w:pPr>
            <w:r w:rsidRPr="00827442">
              <w:t>Zależności od innych dekl</w:t>
            </w:r>
            <w:r w:rsidR="009F770A" w:rsidRPr="00827442">
              <w:t>a</w:t>
            </w:r>
            <w:r w:rsidRPr="00827442">
              <w:t>racji</w:t>
            </w:r>
          </w:p>
        </w:tc>
        <w:tc>
          <w:tcPr>
            <w:tcW w:w="6584" w:type="dxa"/>
          </w:tcPr>
          <w:p w14:paraId="4CFCF401" w14:textId="77777777" w:rsidR="00AE58FB" w:rsidRPr="00827442" w:rsidRDefault="00AE58FB" w:rsidP="009B4595">
            <w:pPr>
              <w:pStyle w:val="Tabelazwyky"/>
            </w:pPr>
          </w:p>
        </w:tc>
      </w:tr>
      <w:tr w:rsidR="00AE58FB" w:rsidRPr="00827442" w14:paraId="25F41E6D" w14:textId="77777777" w:rsidTr="002B7D47">
        <w:tc>
          <w:tcPr>
            <w:tcW w:w="2738" w:type="dxa"/>
          </w:tcPr>
          <w:p w14:paraId="1D33BD8E" w14:textId="77777777" w:rsidR="00AE58FB" w:rsidRPr="00827442" w:rsidRDefault="00AE58FB" w:rsidP="009B4595">
            <w:pPr>
              <w:pStyle w:val="Tabelazwyky"/>
            </w:pPr>
            <w:r w:rsidRPr="00827442">
              <w:t xml:space="preserve">Technologia </w:t>
            </w:r>
          </w:p>
        </w:tc>
        <w:tc>
          <w:tcPr>
            <w:tcW w:w="6584" w:type="dxa"/>
          </w:tcPr>
          <w:p w14:paraId="64FBABA1" w14:textId="77777777" w:rsidR="00AE58FB" w:rsidRPr="00827442" w:rsidRDefault="009F6ED6" w:rsidP="009B4595">
            <w:pPr>
              <w:pStyle w:val="Tabelazwyky"/>
            </w:pPr>
            <w:r w:rsidRPr="00827442">
              <w:t>XML</w:t>
            </w:r>
          </w:p>
        </w:tc>
      </w:tr>
      <w:tr w:rsidR="00AE58FB" w:rsidRPr="00827442" w14:paraId="783CA807" w14:textId="77777777" w:rsidTr="002B7D47">
        <w:tc>
          <w:tcPr>
            <w:tcW w:w="2738" w:type="dxa"/>
          </w:tcPr>
          <w:p w14:paraId="213FF465" w14:textId="77777777" w:rsidR="00AE58FB" w:rsidRPr="00827442" w:rsidRDefault="00AE58FB" w:rsidP="009B4595">
            <w:pPr>
              <w:pStyle w:val="Tabelazwyky"/>
            </w:pPr>
            <w:r w:rsidRPr="00827442">
              <w:t>Reguły biznesowe</w:t>
            </w:r>
          </w:p>
        </w:tc>
        <w:tc>
          <w:tcPr>
            <w:tcW w:w="6584" w:type="dxa"/>
          </w:tcPr>
          <w:p w14:paraId="2D8F9465" w14:textId="77777777" w:rsidR="00AE58FB" w:rsidRPr="00827442" w:rsidRDefault="00AE58FB" w:rsidP="009B4595">
            <w:pPr>
              <w:pStyle w:val="Tabelazwyky"/>
            </w:pPr>
          </w:p>
        </w:tc>
      </w:tr>
      <w:tr w:rsidR="00AE58FB" w:rsidRPr="00827442" w14:paraId="7F67ABD2" w14:textId="77777777" w:rsidTr="002B7D47">
        <w:tc>
          <w:tcPr>
            <w:tcW w:w="2738" w:type="dxa"/>
          </w:tcPr>
          <w:p w14:paraId="4A06FD5E" w14:textId="77777777" w:rsidR="00AE58FB" w:rsidRPr="00827442" w:rsidRDefault="00AE58FB" w:rsidP="009B4595">
            <w:pPr>
              <w:pStyle w:val="Tabelazwyky"/>
            </w:pPr>
            <w:r w:rsidRPr="00827442">
              <w:t>Wykorzystane standardy</w:t>
            </w:r>
          </w:p>
        </w:tc>
        <w:tc>
          <w:tcPr>
            <w:tcW w:w="6584" w:type="dxa"/>
          </w:tcPr>
          <w:p w14:paraId="0932DD7D" w14:textId="77777777" w:rsidR="00AE58FB" w:rsidRPr="00827442" w:rsidRDefault="00B5046C" w:rsidP="009B4595">
            <w:pPr>
              <w:pStyle w:val="Tabelazwyky"/>
            </w:pPr>
            <w:r w:rsidRPr="00827442">
              <w:t>XML</w:t>
            </w:r>
          </w:p>
        </w:tc>
      </w:tr>
      <w:tr w:rsidR="00AE58FB" w:rsidRPr="00827442" w14:paraId="6DE24BC8" w14:textId="77777777" w:rsidTr="002B7D47">
        <w:tc>
          <w:tcPr>
            <w:tcW w:w="2738" w:type="dxa"/>
          </w:tcPr>
          <w:p w14:paraId="473785F5" w14:textId="77777777" w:rsidR="00AE58FB" w:rsidRPr="00827442" w:rsidRDefault="00AE58FB" w:rsidP="009B4595">
            <w:pPr>
              <w:pStyle w:val="Tabelazwyky"/>
            </w:pPr>
            <w:proofErr w:type="spellStart"/>
            <w:r w:rsidRPr="00827442">
              <w:t>Namespaces</w:t>
            </w:r>
            <w:proofErr w:type="spellEnd"/>
          </w:p>
        </w:tc>
        <w:tc>
          <w:tcPr>
            <w:tcW w:w="6584" w:type="dxa"/>
          </w:tcPr>
          <w:p w14:paraId="381AECC9" w14:textId="2FB94B1C" w:rsidR="00B5046C" w:rsidRPr="00827442" w:rsidRDefault="00117850" w:rsidP="009B4595">
            <w:pPr>
              <w:pStyle w:val="Tabelazwyky"/>
            </w:pPr>
            <w:r w:rsidRPr="00827442">
              <w:t xml:space="preserve">http://www.w3.org/2000/09/xmldsig# </w:t>
            </w:r>
          </w:p>
          <w:p w14:paraId="7BFA9A41" w14:textId="77777777" w:rsidR="001759DA" w:rsidRPr="00827442" w:rsidRDefault="001759DA" w:rsidP="009B4595">
            <w:pPr>
              <w:pStyle w:val="Tabelazwyky"/>
            </w:pPr>
            <w:r w:rsidRPr="00827442">
              <w:t>http://www.e-clo.pl/ZEFIR2/eZefir2/xsd/v3_0/GHD_1.xsd</w:t>
            </w:r>
          </w:p>
          <w:p w14:paraId="57FCBB81" w14:textId="77777777" w:rsidR="001759DA" w:rsidRPr="00827442" w:rsidRDefault="001759DA" w:rsidP="009B4595">
            <w:pPr>
              <w:pStyle w:val="Tabelazwyky"/>
            </w:pPr>
            <w:r w:rsidRPr="00827442">
              <w:t>http://www.e-clo.pl/ZEFIR2/eZefir2/xsd/v2_0/Trader.xsd</w:t>
            </w:r>
          </w:p>
          <w:p w14:paraId="15B22280" w14:textId="77777777" w:rsidR="00117850" w:rsidRPr="00827442" w:rsidRDefault="001759DA" w:rsidP="009B4595">
            <w:pPr>
              <w:pStyle w:val="Tabelazwyky"/>
            </w:pPr>
            <w:r w:rsidRPr="00827442">
              <w:t>http://www.e-clo.pl/ZEFIR2/eZefir2/xsd/v3_0/Types.xsd</w:t>
            </w:r>
            <w:r w:rsidR="00117850" w:rsidRPr="00827442">
              <w:t xml:space="preserve"> </w:t>
            </w:r>
          </w:p>
        </w:tc>
      </w:tr>
      <w:tr w:rsidR="00AE58FB" w:rsidRPr="00827442" w14:paraId="196AB224" w14:textId="77777777" w:rsidTr="002B7D47">
        <w:tc>
          <w:tcPr>
            <w:tcW w:w="2738" w:type="dxa"/>
          </w:tcPr>
          <w:p w14:paraId="1D823C35" w14:textId="77777777" w:rsidR="00AE58FB" w:rsidRPr="00827442" w:rsidRDefault="00AE58FB" w:rsidP="009B4595">
            <w:pPr>
              <w:pStyle w:val="Tabelazwyky"/>
            </w:pPr>
            <w:r w:rsidRPr="00827442">
              <w:t xml:space="preserve">Definicja struktur </w:t>
            </w:r>
          </w:p>
        </w:tc>
        <w:tc>
          <w:tcPr>
            <w:tcW w:w="6584" w:type="dxa"/>
          </w:tcPr>
          <w:p w14:paraId="284C7D2B" w14:textId="77777777" w:rsidR="00AE58FB" w:rsidRPr="00827442" w:rsidRDefault="003909CA" w:rsidP="009B4595">
            <w:pPr>
              <w:pStyle w:val="Tabelazwyky"/>
            </w:pPr>
            <w:r w:rsidRPr="00827442">
              <w:t>ghd1</w:t>
            </w:r>
            <w:r w:rsidR="00AE58FB" w:rsidRPr="00827442">
              <w:t>.xsd</w:t>
            </w:r>
          </w:p>
        </w:tc>
      </w:tr>
    </w:tbl>
    <w:p w14:paraId="2C1DC500" w14:textId="4028ED54" w:rsidR="0007524F" w:rsidRPr="00827442" w:rsidRDefault="00063460" w:rsidP="00063460">
      <w:pPr>
        <w:pStyle w:val="Nagwek3"/>
        <w:rPr>
          <w:lang w:val="pl-PL"/>
        </w:rPr>
      </w:pPr>
      <w:bookmarkStart w:id="62" w:name="_Toc183602221"/>
      <w:r w:rsidRPr="00827442">
        <w:rPr>
          <w:lang w:val="pl-PL"/>
        </w:rPr>
        <w:t>Struktura danych deklaracji</w:t>
      </w:r>
      <w:r w:rsidRPr="00827442">
        <w:rPr>
          <w:lang w:val="pl-PL"/>
        </w:rPr>
        <w:t xml:space="preserve"> </w:t>
      </w:r>
      <w:r w:rsidRPr="00827442">
        <w:rPr>
          <w:lang w:val="pl-PL"/>
        </w:rPr>
        <w:t>GHD1</w:t>
      </w:r>
      <w:bookmarkEnd w:id="62"/>
    </w:p>
    <w:p w14:paraId="1521EB62" w14:textId="4F8EA028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r w:rsidRPr="00827442">
        <w:rPr>
          <w:rFonts w:ascii="Consolas" w:hAnsi="Consolas"/>
        </w:rPr>
        <w:t>GHD1Type</w:t>
      </w:r>
    </w:p>
    <w:p w14:paraId="514FC3CD" w14:textId="5B4DB7BC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HeaderType</w:t>
      </w:r>
      <w:proofErr w:type="spellEnd"/>
    </w:p>
    <w:p w14:paraId="7C1767F6" w14:textId="19974563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TraderType</w:t>
      </w:r>
      <w:proofErr w:type="spellEnd"/>
    </w:p>
    <w:p w14:paraId="28FC3610" w14:textId="33305560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ZIDCorporateReg</w:t>
      </w:r>
      <w:proofErr w:type="spellEnd"/>
    </w:p>
    <w:p w14:paraId="6EB2DAA7" w14:textId="604823A2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ZAddress</w:t>
      </w:r>
      <w:proofErr w:type="spellEnd"/>
    </w:p>
    <w:p w14:paraId="5E7B2683" w14:textId="5D657DC8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CalculationAmountOfAidType</w:t>
      </w:r>
      <w:proofErr w:type="spellEnd"/>
    </w:p>
    <w:p w14:paraId="35815485" w14:textId="58A8C39F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ItemType</w:t>
      </w:r>
      <w:proofErr w:type="spellEnd"/>
    </w:p>
    <w:p w14:paraId="3D943F7E" w14:textId="58C35535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AmountPayableType</w:t>
      </w:r>
      <w:proofErr w:type="spellEnd"/>
    </w:p>
    <w:p w14:paraId="7B54A20E" w14:textId="052BA854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827442">
        <w:rPr>
          <w:rFonts w:ascii="Consolas" w:hAnsi="Consolas"/>
        </w:rPr>
        <w:t>ZExtStatement</w:t>
      </w:r>
      <w:proofErr w:type="spellEnd"/>
    </w:p>
    <w:p w14:paraId="314693DB" w14:textId="76E560E6" w:rsidR="009B4595" w:rsidRPr="00827442" w:rsidRDefault="009B4595" w:rsidP="009B4595">
      <w:pPr>
        <w:pStyle w:val="Akapitzlist"/>
        <w:numPr>
          <w:ilvl w:val="0"/>
          <w:numId w:val="29"/>
        </w:numPr>
        <w:spacing w:before="0" w:after="0"/>
      </w:pPr>
      <w:proofErr w:type="spellStart"/>
      <w:r w:rsidRPr="00827442">
        <w:rPr>
          <w:rFonts w:ascii="Consolas" w:hAnsi="Consolas"/>
        </w:rPr>
        <w:t>SignatureType</w:t>
      </w:r>
      <w:proofErr w:type="spellEnd"/>
    </w:p>
    <w:p w14:paraId="1E8581FB" w14:textId="2AB03DA0" w:rsidR="0027051B" w:rsidRPr="00827442" w:rsidRDefault="0027051B" w:rsidP="00063460">
      <w:pPr>
        <w:pStyle w:val="Legenda"/>
      </w:pPr>
      <w:bookmarkStart w:id="63" w:name="_Toc183602233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8</w:t>
      </w:r>
      <w:r w:rsidR="00216EE5" w:rsidRPr="00827442">
        <w:fldChar w:fldCharType="end"/>
      </w:r>
      <w:r w:rsidRPr="00827442">
        <w:t>. Struktura GHD1Type</w:t>
      </w:r>
      <w:bookmarkEnd w:id="6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3"/>
        <w:gridCol w:w="3362"/>
        <w:gridCol w:w="825"/>
        <w:gridCol w:w="1942"/>
        <w:gridCol w:w="1192"/>
      </w:tblGrid>
      <w:tr w:rsidR="004445C8" w:rsidRPr="00827442" w14:paraId="7743CD0A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3" w:type="dxa"/>
          </w:tcPr>
          <w:p w14:paraId="51ECCB62" w14:textId="77777777" w:rsidR="004445C8" w:rsidRPr="00827442" w:rsidRDefault="004445C8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362" w:type="dxa"/>
          </w:tcPr>
          <w:p w14:paraId="04433F87" w14:textId="77777777" w:rsidR="004445C8" w:rsidRPr="00827442" w:rsidRDefault="004445C8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25" w:type="dxa"/>
          </w:tcPr>
          <w:p w14:paraId="22E8D81D" w14:textId="77777777" w:rsidR="004445C8" w:rsidRPr="00827442" w:rsidRDefault="004445C8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42" w:type="dxa"/>
          </w:tcPr>
          <w:p w14:paraId="59B7A19B" w14:textId="77777777" w:rsidR="004445C8" w:rsidRPr="00827442" w:rsidRDefault="004445C8" w:rsidP="009B4595">
            <w:pPr>
              <w:pStyle w:val="Z2tabelatekst"/>
            </w:pPr>
            <w:r w:rsidRPr="00827442">
              <w:t>Typ</w:t>
            </w:r>
          </w:p>
        </w:tc>
        <w:tc>
          <w:tcPr>
            <w:tcW w:w="1192" w:type="dxa"/>
          </w:tcPr>
          <w:p w14:paraId="74BFA5AD" w14:textId="77777777" w:rsidR="004445C8" w:rsidRPr="00827442" w:rsidRDefault="004445C8" w:rsidP="009B4595">
            <w:pPr>
              <w:pStyle w:val="Z2tabelatekst"/>
            </w:pPr>
            <w:r w:rsidRPr="00827442">
              <w:t>Liczebność</w:t>
            </w:r>
          </w:p>
        </w:tc>
      </w:tr>
      <w:tr w:rsidR="004445C8" w:rsidRPr="00827442" w14:paraId="15260C07" w14:textId="77777777" w:rsidTr="009B4595">
        <w:trPr>
          <w:trHeight w:val="213"/>
        </w:trPr>
        <w:tc>
          <w:tcPr>
            <w:tcW w:w="1733" w:type="dxa"/>
          </w:tcPr>
          <w:p w14:paraId="7F1DE7BF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Header</w:t>
            </w:r>
            <w:proofErr w:type="spellEnd"/>
          </w:p>
        </w:tc>
        <w:tc>
          <w:tcPr>
            <w:tcW w:w="3362" w:type="dxa"/>
          </w:tcPr>
          <w:p w14:paraId="395098FA" w14:textId="77777777" w:rsidR="004445C8" w:rsidRPr="00827442" w:rsidRDefault="004445C8" w:rsidP="009B4595">
            <w:pPr>
              <w:pStyle w:val="Tabelazwyky"/>
            </w:pPr>
            <w:r w:rsidRPr="00827442">
              <w:t>Nagłówek</w:t>
            </w:r>
          </w:p>
        </w:tc>
        <w:tc>
          <w:tcPr>
            <w:tcW w:w="825" w:type="dxa"/>
          </w:tcPr>
          <w:p w14:paraId="64097BC5" w14:textId="77777777" w:rsidR="004445C8" w:rsidRPr="00827442" w:rsidRDefault="00902F64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42" w:type="dxa"/>
          </w:tcPr>
          <w:p w14:paraId="5ADE234F" w14:textId="2854FC62" w:rsidR="004445C8" w:rsidRPr="00827442" w:rsidRDefault="009B4595" w:rsidP="009B4595">
            <w:pPr>
              <w:pStyle w:val="Tabelazwyky"/>
            </w:pPr>
            <w:proofErr w:type="spellStart"/>
            <w:r w:rsidRPr="00827442">
              <w:t>HeaderType</w:t>
            </w:r>
            <w:proofErr w:type="spellEnd"/>
          </w:p>
        </w:tc>
        <w:tc>
          <w:tcPr>
            <w:tcW w:w="1192" w:type="dxa"/>
          </w:tcPr>
          <w:p w14:paraId="16FD7960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1DD8A5E8" w14:textId="77777777" w:rsidTr="009B4595">
        <w:trPr>
          <w:trHeight w:val="213"/>
        </w:trPr>
        <w:tc>
          <w:tcPr>
            <w:tcW w:w="1733" w:type="dxa"/>
          </w:tcPr>
          <w:p w14:paraId="6FA82C33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lastRenderedPageBreak/>
              <w:t>Signature</w:t>
            </w:r>
            <w:proofErr w:type="spellEnd"/>
          </w:p>
        </w:tc>
        <w:tc>
          <w:tcPr>
            <w:tcW w:w="3362" w:type="dxa"/>
          </w:tcPr>
          <w:p w14:paraId="21B4A18E" w14:textId="77777777" w:rsidR="004445C8" w:rsidRPr="00827442" w:rsidRDefault="004445C8" w:rsidP="009B4595">
            <w:pPr>
              <w:pStyle w:val="Tabelazwyky"/>
            </w:pPr>
            <w:r w:rsidRPr="00827442">
              <w:t>Podpis cyfrowy</w:t>
            </w:r>
          </w:p>
        </w:tc>
        <w:tc>
          <w:tcPr>
            <w:tcW w:w="825" w:type="dxa"/>
          </w:tcPr>
          <w:p w14:paraId="29A69656" w14:textId="77777777" w:rsidR="004445C8" w:rsidRPr="00827442" w:rsidRDefault="00902F64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42" w:type="dxa"/>
          </w:tcPr>
          <w:p w14:paraId="76E21B3C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SignatureType</w:t>
            </w:r>
            <w:proofErr w:type="spellEnd"/>
          </w:p>
        </w:tc>
        <w:tc>
          <w:tcPr>
            <w:tcW w:w="1192" w:type="dxa"/>
          </w:tcPr>
          <w:p w14:paraId="5B3BBD43" w14:textId="77777777" w:rsidR="004445C8" w:rsidRPr="00827442" w:rsidRDefault="0072004A" w:rsidP="009B4595">
            <w:pPr>
              <w:pStyle w:val="Tabelazwyky"/>
            </w:pPr>
            <w:r w:rsidRPr="00827442">
              <w:t>0</w:t>
            </w:r>
            <w:r w:rsidR="004445C8" w:rsidRPr="00827442">
              <w:t>..1</w:t>
            </w:r>
          </w:p>
        </w:tc>
      </w:tr>
      <w:tr w:rsidR="00B54C03" w:rsidRPr="00827442" w14:paraId="3253E4B6" w14:textId="77777777" w:rsidTr="009B4595">
        <w:trPr>
          <w:trHeight w:val="213"/>
        </w:trPr>
        <w:tc>
          <w:tcPr>
            <w:tcW w:w="1733" w:type="dxa"/>
          </w:tcPr>
          <w:p w14:paraId="1B6184B5" w14:textId="77777777" w:rsidR="00B54C03" w:rsidRPr="00827442" w:rsidRDefault="00B54C03" w:rsidP="009B4595">
            <w:pPr>
              <w:pStyle w:val="Tabelazwyky"/>
            </w:pPr>
            <w:r w:rsidRPr="00827442">
              <w:t>version</w:t>
            </w:r>
          </w:p>
        </w:tc>
        <w:tc>
          <w:tcPr>
            <w:tcW w:w="3362" w:type="dxa"/>
          </w:tcPr>
          <w:p w14:paraId="072CDBEA" w14:textId="77777777" w:rsidR="00B54C03" w:rsidRPr="00827442" w:rsidRDefault="00B54C03" w:rsidP="009B4595">
            <w:pPr>
              <w:pStyle w:val="Tabelazwyky"/>
            </w:pPr>
            <w:r w:rsidRPr="00827442">
              <w:t>Wersja schematu, z którą zgodny jest komunikat. Atrybut jest opcjonalny, w przypadku jego</w:t>
            </w:r>
            <w:r w:rsidR="001759DA" w:rsidRPr="00827442">
              <w:t xml:space="preserve"> braku należy przyjąć wartość "3</w:t>
            </w:r>
            <w:r w:rsidRPr="00827442">
              <w:t>_0"</w:t>
            </w:r>
          </w:p>
        </w:tc>
        <w:tc>
          <w:tcPr>
            <w:tcW w:w="825" w:type="dxa"/>
          </w:tcPr>
          <w:p w14:paraId="5EFD5069" w14:textId="77777777" w:rsidR="00B54C03" w:rsidRPr="00827442" w:rsidRDefault="00B54C03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42" w:type="dxa"/>
          </w:tcPr>
          <w:p w14:paraId="3702B306" w14:textId="77777777" w:rsidR="00B54C03" w:rsidRPr="00827442" w:rsidRDefault="00B54C03" w:rsidP="009B4595">
            <w:pPr>
              <w:pStyle w:val="Tabelazwyky"/>
            </w:pPr>
            <w:proofErr w:type="spellStart"/>
            <w:r w:rsidRPr="00827442">
              <w:t>ZVersion</w:t>
            </w:r>
            <w:proofErr w:type="spellEnd"/>
          </w:p>
        </w:tc>
        <w:tc>
          <w:tcPr>
            <w:tcW w:w="1192" w:type="dxa"/>
          </w:tcPr>
          <w:p w14:paraId="7D9AAFB6" w14:textId="77777777" w:rsidR="00B54C03" w:rsidRPr="00827442" w:rsidRDefault="00B54C03" w:rsidP="009B4595">
            <w:pPr>
              <w:pStyle w:val="Tabelazwyky"/>
            </w:pPr>
            <w:r w:rsidRPr="00827442">
              <w:t>0..1</w:t>
            </w:r>
          </w:p>
        </w:tc>
      </w:tr>
    </w:tbl>
    <w:p w14:paraId="00DFC2E0" w14:textId="54A3C596" w:rsidR="0027051B" w:rsidRPr="00827442" w:rsidRDefault="0027051B" w:rsidP="0027051B">
      <w:pPr>
        <w:pStyle w:val="Legenda"/>
        <w:keepNext/>
      </w:pPr>
      <w:bookmarkStart w:id="64" w:name="_Toc183602234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9</w:t>
      </w:r>
      <w:r w:rsidR="00216EE5" w:rsidRPr="00827442">
        <w:rPr>
          <w:noProof/>
        </w:rPr>
        <w:fldChar w:fldCharType="end"/>
      </w:r>
      <w:r w:rsidRPr="00827442">
        <w:t xml:space="preserve">. Struktura </w:t>
      </w:r>
      <w:proofErr w:type="spellStart"/>
      <w:r w:rsidRPr="00827442">
        <w:t>HeaderType</w:t>
      </w:r>
      <w:bookmarkEnd w:id="6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4445C8" w:rsidRPr="00827442" w14:paraId="4B62B2AE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6944E902" w14:textId="77777777" w:rsidR="004445C8" w:rsidRPr="00827442" w:rsidRDefault="004445C8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481" w:type="dxa"/>
          </w:tcPr>
          <w:p w14:paraId="13ABCEF1" w14:textId="77777777" w:rsidR="004445C8" w:rsidRPr="00827442" w:rsidRDefault="004445C8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39" w:type="dxa"/>
          </w:tcPr>
          <w:p w14:paraId="412EA587" w14:textId="77777777" w:rsidR="004445C8" w:rsidRPr="00827442" w:rsidRDefault="004445C8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75" w:type="dxa"/>
          </w:tcPr>
          <w:p w14:paraId="35910BCD" w14:textId="77777777" w:rsidR="004445C8" w:rsidRPr="00827442" w:rsidRDefault="004445C8" w:rsidP="009B4595">
            <w:pPr>
              <w:pStyle w:val="Z2tabelatekst"/>
            </w:pPr>
            <w:r w:rsidRPr="00827442">
              <w:t>Typ, reguły</w:t>
            </w:r>
          </w:p>
        </w:tc>
        <w:tc>
          <w:tcPr>
            <w:tcW w:w="1197" w:type="dxa"/>
          </w:tcPr>
          <w:p w14:paraId="187E968F" w14:textId="77777777" w:rsidR="004445C8" w:rsidRPr="00827442" w:rsidRDefault="004445C8" w:rsidP="009B4595">
            <w:pPr>
              <w:pStyle w:val="Z2tabelatekst"/>
            </w:pPr>
            <w:r w:rsidRPr="00827442">
              <w:t>Liczebność</w:t>
            </w:r>
          </w:p>
        </w:tc>
      </w:tr>
      <w:tr w:rsidR="004445C8" w:rsidRPr="00827442" w14:paraId="69731195" w14:textId="77777777" w:rsidTr="009B4595">
        <w:trPr>
          <w:trHeight w:val="213"/>
        </w:trPr>
        <w:tc>
          <w:tcPr>
            <w:tcW w:w="1788" w:type="dxa"/>
          </w:tcPr>
          <w:p w14:paraId="246DA909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identifier</w:t>
            </w:r>
            <w:proofErr w:type="spellEnd"/>
          </w:p>
        </w:tc>
        <w:tc>
          <w:tcPr>
            <w:tcW w:w="3481" w:type="dxa"/>
          </w:tcPr>
          <w:p w14:paraId="1DFA805C" w14:textId="77777777" w:rsidR="004445C8" w:rsidRPr="00827442" w:rsidRDefault="004445C8" w:rsidP="009B4595">
            <w:pPr>
              <w:pStyle w:val="Tabelazwyky"/>
            </w:pPr>
            <w:r w:rsidRPr="00827442">
              <w:t>Pole na wprowadzenie NIP lub EORI Podatnika.</w:t>
            </w:r>
          </w:p>
        </w:tc>
        <w:tc>
          <w:tcPr>
            <w:tcW w:w="839" w:type="dxa"/>
          </w:tcPr>
          <w:p w14:paraId="2E1B04D7" w14:textId="77777777" w:rsidR="004445C8" w:rsidRPr="00827442" w:rsidRDefault="00902F64" w:rsidP="009B4595">
            <w:pPr>
              <w:pStyle w:val="Tabelazwyky"/>
            </w:pPr>
            <w:r w:rsidRPr="00827442">
              <w:t>1</w:t>
            </w:r>
          </w:p>
        </w:tc>
        <w:tc>
          <w:tcPr>
            <w:tcW w:w="1975" w:type="dxa"/>
          </w:tcPr>
          <w:p w14:paraId="5D958784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ZIdentification</w:t>
            </w:r>
            <w:proofErr w:type="spellEnd"/>
          </w:p>
        </w:tc>
        <w:tc>
          <w:tcPr>
            <w:tcW w:w="1197" w:type="dxa"/>
          </w:tcPr>
          <w:p w14:paraId="4C7CC3DF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319631D3" w14:textId="77777777" w:rsidTr="009B4595">
        <w:trPr>
          <w:trHeight w:val="213"/>
        </w:trPr>
        <w:tc>
          <w:tcPr>
            <w:tcW w:w="1788" w:type="dxa"/>
          </w:tcPr>
          <w:p w14:paraId="7E767D95" w14:textId="77777777" w:rsidR="004445C8" w:rsidRPr="00827442" w:rsidRDefault="004445C8" w:rsidP="009B4595">
            <w:pPr>
              <w:pStyle w:val="Tabelazwyky"/>
            </w:pPr>
            <w:bookmarkStart w:id="65" w:name="period"/>
            <w:r w:rsidRPr="00827442">
              <w:t>period</w:t>
            </w:r>
            <w:bookmarkEnd w:id="65"/>
          </w:p>
        </w:tc>
        <w:tc>
          <w:tcPr>
            <w:tcW w:w="3481" w:type="dxa"/>
          </w:tcPr>
          <w:p w14:paraId="22BCB205" w14:textId="77777777" w:rsidR="004445C8" w:rsidRPr="00827442" w:rsidRDefault="004445C8" w:rsidP="009B4595">
            <w:pPr>
              <w:pStyle w:val="Tabelazwyky"/>
            </w:pPr>
            <w:r w:rsidRPr="00827442">
              <w:t>Rok i miesiąc, za jaki została złożona deklaracja.</w:t>
            </w:r>
          </w:p>
        </w:tc>
        <w:tc>
          <w:tcPr>
            <w:tcW w:w="839" w:type="dxa"/>
          </w:tcPr>
          <w:p w14:paraId="3C062B14" w14:textId="77777777" w:rsidR="004445C8" w:rsidRPr="00827442" w:rsidRDefault="00902F64" w:rsidP="009B4595">
            <w:pPr>
              <w:pStyle w:val="Tabelazwyky"/>
            </w:pPr>
            <w:r w:rsidRPr="00827442">
              <w:t>4, 5</w:t>
            </w:r>
          </w:p>
        </w:tc>
        <w:tc>
          <w:tcPr>
            <w:tcW w:w="1975" w:type="dxa"/>
          </w:tcPr>
          <w:p w14:paraId="4E00AE54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ZPeriod</w:t>
            </w:r>
            <w:proofErr w:type="spellEnd"/>
          </w:p>
          <w:p w14:paraId="0ED307A5" w14:textId="0B2CA04A" w:rsidR="004445C8" w:rsidRPr="00827442" w:rsidRDefault="009B4595" w:rsidP="009B4595">
            <w:pPr>
              <w:pStyle w:val="Tabelazwyky"/>
            </w:pPr>
            <w:r w:rsidRPr="00827442">
              <w:t>Patrz reguła R1, R17</w:t>
            </w:r>
          </w:p>
        </w:tc>
        <w:tc>
          <w:tcPr>
            <w:tcW w:w="1197" w:type="dxa"/>
          </w:tcPr>
          <w:p w14:paraId="50D90B60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3BA13D34" w14:textId="77777777" w:rsidTr="009B4595">
        <w:trPr>
          <w:trHeight w:val="213"/>
        </w:trPr>
        <w:tc>
          <w:tcPr>
            <w:tcW w:w="1788" w:type="dxa"/>
          </w:tcPr>
          <w:p w14:paraId="6A023E39" w14:textId="77777777" w:rsidR="004445C8" w:rsidRPr="00827442" w:rsidRDefault="001759DA" w:rsidP="009B4595">
            <w:pPr>
              <w:pStyle w:val="Tabelazwyky"/>
            </w:pPr>
            <w:proofErr w:type="spellStart"/>
            <w:r w:rsidRPr="00827442">
              <w:t>tax</w:t>
            </w:r>
            <w:r w:rsidR="004445C8" w:rsidRPr="00827442">
              <w:t>Office</w:t>
            </w:r>
            <w:proofErr w:type="spellEnd"/>
          </w:p>
        </w:tc>
        <w:tc>
          <w:tcPr>
            <w:tcW w:w="3481" w:type="dxa"/>
          </w:tcPr>
          <w:p w14:paraId="7319F0FD" w14:textId="77777777" w:rsidR="00722096" w:rsidRPr="00827442" w:rsidRDefault="00722096" w:rsidP="009B4595">
            <w:pPr>
              <w:pStyle w:val="Tabelazwyky"/>
            </w:pPr>
            <w:r w:rsidRPr="00827442">
              <w:t xml:space="preserve">Urząd </w:t>
            </w:r>
            <w:r w:rsidR="001759DA" w:rsidRPr="00827442">
              <w:t>skarbowy</w:t>
            </w:r>
            <w:r w:rsidRPr="00827442">
              <w:t>, do którego adresowana jest deklaracja.</w:t>
            </w:r>
          </w:p>
          <w:p w14:paraId="453F0369" w14:textId="77777777" w:rsidR="00D66190" w:rsidRPr="00827442" w:rsidRDefault="00D66190" w:rsidP="009B4595">
            <w:pPr>
              <w:pStyle w:val="Tabelazwyky"/>
            </w:pPr>
            <w:r w:rsidRPr="00827442">
              <w:t xml:space="preserve">Zgodny ze słownikiem </w:t>
            </w:r>
            <w:r w:rsidR="005A48BC" w:rsidRPr="00827442">
              <w:t>3090</w:t>
            </w:r>
            <w:r w:rsidRPr="00827442">
              <w:t>, dostępnym pod adresem:</w:t>
            </w:r>
          </w:p>
          <w:p w14:paraId="1D72A365" w14:textId="77777777" w:rsidR="004445C8" w:rsidRPr="00827442" w:rsidRDefault="00D66190" w:rsidP="009B4595">
            <w:pPr>
              <w:pStyle w:val="Tabelazwyky"/>
            </w:pPr>
            <w:r w:rsidRPr="00827442">
              <w:t>https://puesc.gov.pl/seap_pdr_extimpl/slowniki/</w:t>
            </w:r>
            <w:r w:rsidR="005A48BC" w:rsidRPr="00827442">
              <w:t>3090</w:t>
            </w:r>
          </w:p>
        </w:tc>
        <w:tc>
          <w:tcPr>
            <w:tcW w:w="839" w:type="dxa"/>
          </w:tcPr>
          <w:p w14:paraId="51F321C6" w14:textId="77777777" w:rsidR="004445C8" w:rsidRPr="00827442" w:rsidRDefault="00902F64" w:rsidP="009B4595">
            <w:pPr>
              <w:pStyle w:val="Tabelazwyky"/>
            </w:pPr>
            <w:r w:rsidRPr="00827442">
              <w:t>6</w:t>
            </w:r>
            <w:r w:rsidR="00962B30" w:rsidRPr="00827442">
              <w:t>, 7</w:t>
            </w:r>
          </w:p>
        </w:tc>
        <w:tc>
          <w:tcPr>
            <w:tcW w:w="1975" w:type="dxa"/>
          </w:tcPr>
          <w:p w14:paraId="776378BA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Z</w:t>
            </w:r>
            <w:r w:rsidR="001759DA" w:rsidRPr="00827442">
              <w:t>Tax</w:t>
            </w:r>
            <w:r w:rsidRPr="00827442">
              <w:t>Office</w:t>
            </w:r>
            <w:proofErr w:type="spellEnd"/>
          </w:p>
        </w:tc>
        <w:tc>
          <w:tcPr>
            <w:tcW w:w="1197" w:type="dxa"/>
          </w:tcPr>
          <w:p w14:paraId="3E1B6291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47CA8934" w14:textId="77777777" w:rsidTr="009B4595">
        <w:trPr>
          <w:trHeight w:val="213"/>
        </w:trPr>
        <w:tc>
          <w:tcPr>
            <w:tcW w:w="1788" w:type="dxa"/>
          </w:tcPr>
          <w:p w14:paraId="33B5B647" w14:textId="77777777" w:rsidR="004445C8" w:rsidRPr="00827442" w:rsidRDefault="004445C8" w:rsidP="009B4595">
            <w:pPr>
              <w:pStyle w:val="Tabelazwyky"/>
            </w:pPr>
            <w:bookmarkStart w:id="66" w:name="submissionAim"/>
            <w:proofErr w:type="spellStart"/>
            <w:r w:rsidRPr="00827442">
              <w:t>submissionAim</w:t>
            </w:r>
            <w:bookmarkEnd w:id="66"/>
            <w:proofErr w:type="spellEnd"/>
          </w:p>
        </w:tc>
        <w:tc>
          <w:tcPr>
            <w:tcW w:w="3481" w:type="dxa"/>
          </w:tcPr>
          <w:p w14:paraId="5D1E9915" w14:textId="77777777" w:rsidR="004445C8" w:rsidRPr="00827442" w:rsidRDefault="004445C8" w:rsidP="009B4595">
            <w:pPr>
              <w:pStyle w:val="Tabelazwyky"/>
            </w:pPr>
            <w:r w:rsidRPr="00827442">
              <w:t>Informacja czy dokument jest deklaracją czy korektą.</w:t>
            </w:r>
          </w:p>
        </w:tc>
        <w:tc>
          <w:tcPr>
            <w:tcW w:w="839" w:type="dxa"/>
          </w:tcPr>
          <w:p w14:paraId="79E3ABEB" w14:textId="77777777" w:rsidR="004445C8" w:rsidRPr="00827442" w:rsidRDefault="00902F64" w:rsidP="009B4595">
            <w:pPr>
              <w:pStyle w:val="Tabelazwyky"/>
            </w:pPr>
            <w:r w:rsidRPr="00827442">
              <w:t>8</w:t>
            </w:r>
          </w:p>
        </w:tc>
        <w:tc>
          <w:tcPr>
            <w:tcW w:w="1975" w:type="dxa"/>
          </w:tcPr>
          <w:p w14:paraId="0B149D86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ZSubmissionAim</w:t>
            </w:r>
            <w:proofErr w:type="spellEnd"/>
          </w:p>
          <w:p w14:paraId="7FC02EF1" w14:textId="30EBDC3F" w:rsidR="004445C8" w:rsidRPr="00827442" w:rsidRDefault="009B4595" w:rsidP="009B4595">
            <w:pPr>
              <w:pStyle w:val="Tabelazwyky"/>
            </w:pPr>
            <w:r w:rsidRPr="00827442">
              <w:t>Patrz reguła R2</w:t>
            </w:r>
          </w:p>
        </w:tc>
        <w:tc>
          <w:tcPr>
            <w:tcW w:w="1197" w:type="dxa"/>
          </w:tcPr>
          <w:p w14:paraId="0AD5D149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4C775115" w14:textId="77777777" w:rsidTr="009B4595">
        <w:trPr>
          <w:trHeight w:val="213"/>
        </w:trPr>
        <w:tc>
          <w:tcPr>
            <w:tcW w:w="1788" w:type="dxa"/>
          </w:tcPr>
          <w:p w14:paraId="3FFE65C2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orgDocNo</w:t>
            </w:r>
            <w:proofErr w:type="spellEnd"/>
          </w:p>
        </w:tc>
        <w:tc>
          <w:tcPr>
            <w:tcW w:w="3481" w:type="dxa"/>
          </w:tcPr>
          <w:p w14:paraId="1D92A376" w14:textId="77777777" w:rsidR="004445C8" w:rsidRPr="00827442" w:rsidRDefault="004445C8" w:rsidP="009B4595">
            <w:pPr>
              <w:pStyle w:val="Tabelazwyky"/>
            </w:pPr>
            <w:r w:rsidRPr="00827442">
              <w:t>Numer dokumentu pierwotnego, którego dotyczy korekta.</w:t>
            </w:r>
          </w:p>
        </w:tc>
        <w:tc>
          <w:tcPr>
            <w:tcW w:w="839" w:type="dxa"/>
          </w:tcPr>
          <w:p w14:paraId="1D95B37F" w14:textId="77777777" w:rsidR="004445C8" w:rsidRPr="00827442" w:rsidRDefault="00902F64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75" w:type="dxa"/>
          </w:tcPr>
          <w:p w14:paraId="1313C982" w14:textId="77777777" w:rsidR="004445C8" w:rsidRPr="00827442" w:rsidRDefault="004445C8" w:rsidP="009B4595">
            <w:pPr>
              <w:pStyle w:val="Tabelazwyky"/>
            </w:pPr>
            <w:r w:rsidRPr="00827442">
              <w:t>string</w:t>
            </w:r>
          </w:p>
        </w:tc>
        <w:tc>
          <w:tcPr>
            <w:tcW w:w="1197" w:type="dxa"/>
          </w:tcPr>
          <w:p w14:paraId="792646CE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  <w:tr w:rsidR="004445C8" w:rsidRPr="00827442" w14:paraId="4F0A7978" w14:textId="77777777" w:rsidTr="009B4595">
        <w:trPr>
          <w:trHeight w:val="213"/>
        </w:trPr>
        <w:tc>
          <w:tcPr>
            <w:tcW w:w="1788" w:type="dxa"/>
          </w:tcPr>
          <w:p w14:paraId="186E8366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justification</w:t>
            </w:r>
            <w:proofErr w:type="spellEnd"/>
          </w:p>
        </w:tc>
        <w:tc>
          <w:tcPr>
            <w:tcW w:w="3481" w:type="dxa"/>
          </w:tcPr>
          <w:p w14:paraId="62B3A1B1" w14:textId="77777777" w:rsidR="004445C8" w:rsidRPr="00827442" w:rsidRDefault="004445C8" w:rsidP="009B4595">
            <w:pPr>
              <w:pStyle w:val="Tabelazwyky"/>
            </w:pPr>
            <w:r w:rsidRPr="00827442">
              <w:t>Pole tekstowe pozwalające na wprowadzenie informacji uzasadniającej korektę.</w:t>
            </w:r>
          </w:p>
        </w:tc>
        <w:tc>
          <w:tcPr>
            <w:tcW w:w="839" w:type="dxa"/>
          </w:tcPr>
          <w:p w14:paraId="204EE1A3" w14:textId="77777777" w:rsidR="004445C8" w:rsidRPr="00827442" w:rsidRDefault="00902F64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75" w:type="dxa"/>
          </w:tcPr>
          <w:p w14:paraId="0D32F7FE" w14:textId="77777777" w:rsidR="004445C8" w:rsidRPr="00827442" w:rsidRDefault="004445C8" w:rsidP="009B4595">
            <w:pPr>
              <w:pStyle w:val="Tabelazwyky"/>
            </w:pPr>
            <w:r w:rsidRPr="00827442">
              <w:t>string(256)</w:t>
            </w:r>
          </w:p>
        </w:tc>
        <w:tc>
          <w:tcPr>
            <w:tcW w:w="1197" w:type="dxa"/>
          </w:tcPr>
          <w:p w14:paraId="77609394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  <w:tr w:rsidR="004445C8" w:rsidRPr="00827442" w14:paraId="324E06F9" w14:textId="77777777" w:rsidTr="009B4595">
        <w:trPr>
          <w:trHeight w:val="213"/>
        </w:trPr>
        <w:tc>
          <w:tcPr>
            <w:tcW w:w="1788" w:type="dxa"/>
          </w:tcPr>
          <w:p w14:paraId="5FE2CF3A" w14:textId="77777777" w:rsidR="004445C8" w:rsidRPr="00827442" w:rsidRDefault="004445C8" w:rsidP="009B4595">
            <w:pPr>
              <w:pStyle w:val="Tabelazwyky"/>
            </w:pPr>
            <w:bookmarkStart w:id="67" w:name="Trader"/>
            <w:proofErr w:type="spellStart"/>
            <w:r w:rsidRPr="00827442">
              <w:t>Trader</w:t>
            </w:r>
            <w:bookmarkEnd w:id="67"/>
            <w:proofErr w:type="spellEnd"/>
          </w:p>
        </w:tc>
        <w:tc>
          <w:tcPr>
            <w:tcW w:w="3481" w:type="dxa"/>
          </w:tcPr>
          <w:p w14:paraId="1B34CDB9" w14:textId="77777777" w:rsidR="004445C8" w:rsidRPr="00827442" w:rsidRDefault="004445C8" w:rsidP="009B4595">
            <w:pPr>
              <w:pStyle w:val="Tabelazwyky"/>
            </w:pPr>
            <w:r w:rsidRPr="00827442">
              <w:t>Podmiot</w:t>
            </w:r>
          </w:p>
        </w:tc>
        <w:tc>
          <w:tcPr>
            <w:tcW w:w="839" w:type="dxa"/>
          </w:tcPr>
          <w:p w14:paraId="53C4EA07" w14:textId="77777777" w:rsidR="004445C8" w:rsidRPr="00827442" w:rsidRDefault="00902F64" w:rsidP="009B4595">
            <w:pPr>
              <w:pStyle w:val="Tabelazwyky"/>
            </w:pPr>
            <w:r w:rsidRPr="00827442">
              <w:t>B</w:t>
            </w:r>
          </w:p>
        </w:tc>
        <w:tc>
          <w:tcPr>
            <w:tcW w:w="1975" w:type="dxa"/>
          </w:tcPr>
          <w:p w14:paraId="38004B50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TraderType</w:t>
            </w:r>
            <w:proofErr w:type="spellEnd"/>
          </w:p>
          <w:p w14:paraId="3D8413EF" w14:textId="5F62F346" w:rsidR="00911E2E" w:rsidRPr="00827442" w:rsidRDefault="009B4595" w:rsidP="009B4595">
            <w:pPr>
              <w:pStyle w:val="Tabelazwyky"/>
            </w:pPr>
            <w:r w:rsidRPr="00827442">
              <w:t>Patrz reguła R3</w:t>
            </w:r>
          </w:p>
        </w:tc>
        <w:tc>
          <w:tcPr>
            <w:tcW w:w="1197" w:type="dxa"/>
          </w:tcPr>
          <w:p w14:paraId="0EFD9BC8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6A878110" w14:textId="77777777" w:rsidTr="009B4595">
        <w:trPr>
          <w:trHeight w:val="213"/>
        </w:trPr>
        <w:tc>
          <w:tcPr>
            <w:tcW w:w="1788" w:type="dxa"/>
          </w:tcPr>
          <w:p w14:paraId="766E4496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CalculationAmountOfAid</w:t>
            </w:r>
            <w:proofErr w:type="spellEnd"/>
          </w:p>
        </w:tc>
        <w:tc>
          <w:tcPr>
            <w:tcW w:w="3481" w:type="dxa"/>
          </w:tcPr>
          <w:p w14:paraId="7F4A2F4A" w14:textId="77777777" w:rsidR="004445C8" w:rsidRPr="00827442" w:rsidRDefault="004445C8" w:rsidP="009B4595">
            <w:pPr>
              <w:pStyle w:val="Tabelazwyky"/>
            </w:pPr>
            <w:r w:rsidRPr="00827442">
              <w:t>Obliczenie kwoty dopłat</w:t>
            </w:r>
          </w:p>
        </w:tc>
        <w:tc>
          <w:tcPr>
            <w:tcW w:w="839" w:type="dxa"/>
          </w:tcPr>
          <w:p w14:paraId="5C053360" w14:textId="77777777" w:rsidR="004445C8" w:rsidRPr="00827442" w:rsidRDefault="00902F64" w:rsidP="009B4595">
            <w:pPr>
              <w:pStyle w:val="Tabelazwyky"/>
            </w:pPr>
            <w:r w:rsidRPr="00827442">
              <w:t>C</w:t>
            </w:r>
          </w:p>
        </w:tc>
        <w:tc>
          <w:tcPr>
            <w:tcW w:w="1975" w:type="dxa"/>
          </w:tcPr>
          <w:p w14:paraId="4E90CFB4" w14:textId="5F95213C" w:rsidR="004445C8" w:rsidRPr="00827442" w:rsidRDefault="009B4595" w:rsidP="009B4595">
            <w:pPr>
              <w:pStyle w:val="Tabelazwyky"/>
            </w:pPr>
            <w:proofErr w:type="spellStart"/>
            <w:r w:rsidRPr="00827442">
              <w:t>CalculationAmountOfAidType</w:t>
            </w:r>
            <w:proofErr w:type="spellEnd"/>
          </w:p>
        </w:tc>
        <w:tc>
          <w:tcPr>
            <w:tcW w:w="1197" w:type="dxa"/>
          </w:tcPr>
          <w:p w14:paraId="247D0076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6D33325E" w14:textId="77777777" w:rsidTr="009B4595">
        <w:trPr>
          <w:trHeight w:val="213"/>
        </w:trPr>
        <w:tc>
          <w:tcPr>
            <w:tcW w:w="1788" w:type="dxa"/>
          </w:tcPr>
          <w:p w14:paraId="6B6F269D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AmountPayable</w:t>
            </w:r>
            <w:proofErr w:type="spellEnd"/>
          </w:p>
        </w:tc>
        <w:tc>
          <w:tcPr>
            <w:tcW w:w="3481" w:type="dxa"/>
          </w:tcPr>
          <w:p w14:paraId="22295324" w14:textId="77777777" w:rsidR="004445C8" w:rsidRPr="00827442" w:rsidRDefault="004445C8" w:rsidP="009B4595">
            <w:pPr>
              <w:pStyle w:val="Tabelazwyky"/>
            </w:pPr>
            <w:r w:rsidRPr="00827442">
              <w:t>Rozliczenie dopłat</w:t>
            </w:r>
          </w:p>
        </w:tc>
        <w:tc>
          <w:tcPr>
            <w:tcW w:w="839" w:type="dxa"/>
          </w:tcPr>
          <w:p w14:paraId="26675A88" w14:textId="77777777" w:rsidR="004445C8" w:rsidRPr="00827442" w:rsidRDefault="00902F64" w:rsidP="009B4595">
            <w:pPr>
              <w:pStyle w:val="Tabelazwyky"/>
            </w:pPr>
            <w:r w:rsidRPr="00827442">
              <w:t>D</w:t>
            </w:r>
          </w:p>
        </w:tc>
        <w:tc>
          <w:tcPr>
            <w:tcW w:w="1975" w:type="dxa"/>
          </w:tcPr>
          <w:p w14:paraId="6608CDB3" w14:textId="29E7832F" w:rsidR="004445C8" w:rsidRPr="00827442" w:rsidRDefault="009B4595" w:rsidP="009B4595">
            <w:pPr>
              <w:pStyle w:val="Tabelazwyky"/>
            </w:pPr>
            <w:proofErr w:type="spellStart"/>
            <w:r w:rsidRPr="00827442">
              <w:t>AmountPayableType</w:t>
            </w:r>
            <w:proofErr w:type="spellEnd"/>
          </w:p>
        </w:tc>
        <w:tc>
          <w:tcPr>
            <w:tcW w:w="1197" w:type="dxa"/>
          </w:tcPr>
          <w:p w14:paraId="7AC83200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33970F88" w14:textId="77777777" w:rsidTr="009B4595">
        <w:trPr>
          <w:trHeight w:val="213"/>
        </w:trPr>
        <w:tc>
          <w:tcPr>
            <w:tcW w:w="1788" w:type="dxa"/>
          </w:tcPr>
          <w:p w14:paraId="60203077" w14:textId="77777777" w:rsidR="004445C8" w:rsidRPr="00827442" w:rsidRDefault="004445C8" w:rsidP="009B4595">
            <w:pPr>
              <w:pStyle w:val="Tabelazwyky"/>
            </w:pPr>
            <w:r w:rsidRPr="00827442">
              <w:t>Statement</w:t>
            </w:r>
          </w:p>
        </w:tc>
        <w:tc>
          <w:tcPr>
            <w:tcW w:w="3481" w:type="dxa"/>
          </w:tcPr>
          <w:p w14:paraId="4DF029DC" w14:textId="77777777" w:rsidR="004445C8" w:rsidRPr="00827442" w:rsidRDefault="004445C8" w:rsidP="009B4595">
            <w:pPr>
              <w:pStyle w:val="Tabelazwyky"/>
            </w:pPr>
            <w:r w:rsidRPr="00827442">
              <w:t>Oświadczenie osoby uprawnionej do złożenia informacji</w:t>
            </w:r>
          </w:p>
        </w:tc>
        <w:tc>
          <w:tcPr>
            <w:tcW w:w="839" w:type="dxa"/>
          </w:tcPr>
          <w:p w14:paraId="1182B497" w14:textId="77777777" w:rsidR="004445C8" w:rsidRPr="00827442" w:rsidRDefault="00902F64" w:rsidP="009B4595">
            <w:pPr>
              <w:pStyle w:val="Tabelazwyky"/>
            </w:pPr>
            <w:r w:rsidRPr="00827442">
              <w:t>E</w:t>
            </w:r>
          </w:p>
        </w:tc>
        <w:tc>
          <w:tcPr>
            <w:tcW w:w="1975" w:type="dxa"/>
          </w:tcPr>
          <w:p w14:paraId="5E56CC43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Z</w:t>
            </w:r>
            <w:r w:rsidR="00435C95" w:rsidRPr="00827442">
              <w:t>Ext</w:t>
            </w:r>
            <w:r w:rsidRPr="00827442">
              <w:t>Statement</w:t>
            </w:r>
            <w:proofErr w:type="spellEnd"/>
          </w:p>
        </w:tc>
        <w:tc>
          <w:tcPr>
            <w:tcW w:w="1197" w:type="dxa"/>
          </w:tcPr>
          <w:p w14:paraId="42E70426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  <w:tr w:rsidR="00B54C03" w:rsidRPr="00827442" w14:paraId="1F330FFA" w14:textId="77777777" w:rsidTr="009B4595">
        <w:trPr>
          <w:trHeight w:val="213"/>
        </w:trPr>
        <w:tc>
          <w:tcPr>
            <w:tcW w:w="1788" w:type="dxa"/>
          </w:tcPr>
          <w:p w14:paraId="453B9332" w14:textId="77777777" w:rsidR="00B54C03" w:rsidRPr="00827442" w:rsidRDefault="00B54C03" w:rsidP="009B4595">
            <w:pPr>
              <w:pStyle w:val="Tabelazwyky"/>
            </w:pPr>
            <w:proofErr w:type="spellStart"/>
            <w:r w:rsidRPr="00827442">
              <w:t>selfRef</w:t>
            </w:r>
            <w:proofErr w:type="spellEnd"/>
          </w:p>
        </w:tc>
        <w:tc>
          <w:tcPr>
            <w:tcW w:w="3481" w:type="dxa"/>
          </w:tcPr>
          <w:p w14:paraId="198AC73F" w14:textId="77777777" w:rsidR="00B54C03" w:rsidRPr="00827442" w:rsidRDefault="00B54C03" w:rsidP="009B4595">
            <w:pPr>
              <w:pStyle w:val="Tabelazwyky"/>
            </w:pPr>
            <w:r w:rsidRPr="00827442">
              <w:t>Numer własny komunikatu</w:t>
            </w:r>
          </w:p>
        </w:tc>
        <w:tc>
          <w:tcPr>
            <w:tcW w:w="839" w:type="dxa"/>
          </w:tcPr>
          <w:p w14:paraId="7C0A8CCE" w14:textId="77777777" w:rsidR="00B54C03" w:rsidRPr="00827442" w:rsidRDefault="00B54C03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75" w:type="dxa"/>
          </w:tcPr>
          <w:p w14:paraId="3BC8C1A2" w14:textId="77777777" w:rsidR="00B54C03" w:rsidRPr="00827442" w:rsidRDefault="00B54C03" w:rsidP="009B4595">
            <w:pPr>
              <w:pStyle w:val="Tabelazwyky"/>
            </w:pPr>
            <w:proofErr w:type="spellStart"/>
            <w:r w:rsidRPr="00827442">
              <w:t>ZSelfRef</w:t>
            </w:r>
            <w:proofErr w:type="spellEnd"/>
          </w:p>
        </w:tc>
        <w:tc>
          <w:tcPr>
            <w:tcW w:w="1197" w:type="dxa"/>
          </w:tcPr>
          <w:p w14:paraId="1FB93500" w14:textId="77777777" w:rsidR="00B54C03" w:rsidRPr="00827442" w:rsidRDefault="00B54C03" w:rsidP="009B4595">
            <w:pPr>
              <w:pStyle w:val="Tabelazwyky"/>
            </w:pPr>
            <w:r w:rsidRPr="00827442">
              <w:t>0..1</w:t>
            </w:r>
          </w:p>
        </w:tc>
      </w:tr>
    </w:tbl>
    <w:p w14:paraId="5C633450" w14:textId="77777777" w:rsidR="00063460" w:rsidRPr="00827442" w:rsidRDefault="00063460">
      <w:pPr>
        <w:spacing w:before="0" w:after="0" w:line="240" w:lineRule="auto"/>
        <w:rPr>
          <w:bCs/>
          <w:sz w:val="22"/>
          <w:szCs w:val="20"/>
        </w:rPr>
      </w:pPr>
      <w:r w:rsidRPr="00827442">
        <w:br w:type="page"/>
      </w:r>
    </w:p>
    <w:p w14:paraId="004BE0A1" w14:textId="02081D6F" w:rsidR="0027051B" w:rsidRPr="00827442" w:rsidRDefault="0027051B" w:rsidP="00063460">
      <w:pPr>
        <w:pStyle w:val="Legenda"/>
      </w:pPr>
      <w:bookmarkStart w:id="68" w:name="_Toc183602235"/>
      <w:r w:rsidRPr="00827442">
        <w:lastRenderedPageBreak/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10</w:t>
      </w:r>
      <w:r w:rsidR="00216EE5" w:rsidRPr="00827442">
        <w:fldChar w:fldCharType="end"/>
      </w:r>
      <w:r w:rsidRPr="00827442">
        <w:t xml:space="preserve">. Struktura </w:t>
      </w:r>
      <w:proofErr w:type="spellStart"/>
      <w:r w:rsidRPr="00827442">
        <w:t>TraderType</w:t>
      </w:r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5"/>
        <w:gridCol w:w="3351"/>
        <w:gridCol w:w="823"/>
        <w:gridCol w:w="1944"/>
        <w:gridCol w:w="1191"/>
      </w:tblGrid>
      <w:tr w:rsidR="00222D0A" w:rsidRPr="00827442" w14:paraId="1A0046B9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5" w:type="dxa"/>
          </w:tcPr>
          <w:p w14:paraId="561FBCB8" w14:textId="77777777" w:rsidR="00222D0A" w:rsidRPr="00827442" w:rsidRDefault="00222D0A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351" w:type="dxa"/>
          </w:tcPr>
          <w:p w14:paraId="1A97CC9E" w14:textId="77777777" w:rsidR="00222D0A" w:rsidRPr="00827442" w:rsidRDefault="00222D0A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23" w:type="dxa"/>
          </w:tcPr>
          <w:p w14:paraId="4C9180D8" w14:textId="77777777" w:rsidR="00222D0A" w:rsidRPr="00827442" w:rsidRDefault="00222D0A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44" w:type="dxa"/>
          </w:tcPr>
          <w:p w14:paraId="0508C832" w14:textId="77777777" w:rsidR="00222D0A" w:rsidRPr="00827442" w:rsidRDefault="00222D0A" w:rsidP="009B4595">
            <w:pPr>
              <w:pStyle w:val="Z2tabelatekst"/>
            </w:pPr>
            <w:r w:rsidRPr="00827442">
              <w:t>Typ</w:t>
            </w:r>
          </w:p>
        </w:tc>
        <w:tc>
          <w:tcPr>
            <w:tcW w:w="1191" w:type="dxa"/>
          </w:tcPr>
          <w:p w14:paraId="3CF4E4F4" w14:textId="77777777" w:rsidR="00222D0A" w:rsidRPr="00827442" w:rsidRDefault="00222D0A" w:rsidP="009B4595">
            <w:pPr>
              <w:pStyle w:val="Z2tabelatekst"/>
            </w:pPr>
            <w:r w:rsidRPr="00827442">
              <w:t>Liczebność</w:t>
            </w:r>
          </w:p>
        </w:tc>
      </w:tr>
      <w:tr w:rsidR="00222D0A" w:rsidRPr="00827442" w14:paraId="456EA33F" w14:textId="77777777" w:rsidTr="009B4595">
        <w:trPr>
          <w:trHeight w:val="213"/>
        </w:trPr>
        <w:tc>
          <w:tcPr>
            <w:tcW w:w="1745" w:type="dxa"/>
          </w:tcPr>
          <w:p w14:paraId="17A5F822" w14:textId="77777777" w:rsidR="00222D0A" w:rsidRPr="00827442" w:rsidRDefault="00222D0A" w:rsidP="009B4595">
            <w:pPr>
              <w:pStyle w:val="Tabelazwyky"/>
            </w:pPr>
            <w:proofErr w:type="spellStart"/>
            <w:r w:rsidRPr="00827442">
              <w:t>Corporate</w:t>
            </w:r>
            <w:proofErr w:type="spellEnd"/>
          </w:p>
        </w:tc>
        <w:tc>
          <w:tcPr>
            <w:tcW w:w="3351" w:type="dxa"/>
          </w:tcPr>
          <w:p w14:paraId="552CEA6C" w14:textId="77777777" w:rsidR="00222D0A" w:rsidRPr="00827442" w:rsidRDefault="00222D0A" w:rsidP="009B4595">
            <w:pPr>
              <w:pStyle w:val="Tabelazwyky"/>
            </w:pPr>
            <w:r w:rsidRPr="00827442">
              <w:t xml:space="preserve">Podstawowy zestaw danych o osobie </w:t>
            </w:r>
            <w:proofErr w:type="spellStart"/>
            <w:r w:rsidRPr="00827442">
              <w:t>niefizycznej</w:t>
            </w:r>
            <w:proofErr w:type="spellEnd"/>
            <w:r w:rsidRPr="00827442">
              <w:t>.</w:t>
            </w:r>
          </w:p>
        </w:tc>
        <w:tc>
          <w:tcPr>
            <w:tcW w:w="823" w:type="dxa"/>
          </w:tcPr>
          <w:p w14:paraId="372A024F" w14:textId="77777777" w:rsidR="00222D0A" w:rsidRPr="00827442" w:rsidRDefault="00222D0A" w:rsidP="009B4595">
            <w:pPr>
              <w:pStyle w:val="Tabelazwyky"/>
            </w:pPr>
            <w:r w:rsidRPr="00827442">
              <w:t>B</w:t>
            </w:r>
          </w:p>
        </w:tc>
        <w:tc>
          <w:tcPr>
            <w:tcW w:w="1944" w:type="dxa"/>
          </w:tcPr>
          <w:p w14:paraId="61A758B4" w14:textId="6AEC2F10" w:rsidR="00222D0A" w:rsidRPr="00827442" w:rsidRDefault="009B4595" w:rsidP="009B4595">
            <w:pPr>
              <w:pStyle w:val="Tabelazwyky"/>
            </w:pPr>
            <w:proofErr w:type="spellStart"/>
            <w:r w:rsidRPr="00827442">
              <w:t>CorporateType</w:t>
            </w:r>
            <w:proofErr w:type="spellEnd"/>
          </w:p>
        </w:tc>
        <w:tc>
          <w:tcPr>
            <w:tcW w:w="1191" w:type="dxa"/>
          </w:tcPr>
          <w:p w14:paraId="6C02E095" w14:textId="77777777" w:rsidR="00222D0A" w:rsidRPr="00827442" w:rsidRDefault="00222D0A" w:rsidP="009B4595">
            <w:pPr>
              <w:pStyle w:val="Tabelazwyky"/>
            </w:pPr>
            <w:r w:rsidRPr="00827442">
              <w:t>1..1</w:t>
            </w:r>
          </w:p>
        </w:tc>
      </w:tr>
    </w:tbl>
    <w:p w14:paraId="5D7D61BE" w14:textId="55F04413" w:rsidR="0027051B" w:rsidRPr="00827442" w:rsidRDefault="0027051B" w:rsidP="0027051B">
      <w:pPr>
        <w:pStyle w:val="Legenda"/>
        <w:keepNext/>
      </w:pPr>
      <w:bookmarkStart w:id="69" w:name="_Toc183602236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11</w:t>
      </w:r>
      <w:r w:rsidR="00216EE5" w:rsidRPr="00827442">
        <w:rPr>
          <w:noProof/>
        </w:rPr>
        <w:fldChar w:fldCharType="end"/>
      </w:r>
      <w:r w:rsidRPr="00827442">
        <w:t xml:space="preserve">. Struktura </w:t>
      </w:r>
      <w:proofErr w:type="spellStart"/>
      <w:r w:rsidRPr="00827442">
        <w:t>CorporateType</w:t>
      </w:r>
      <w:bookmarkEnd w:id="6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6"/>
        <w:gridCol w:w="3336"/>
        <w:gridCol w:w="820"/>
        <w:gridCol w:w="1952"/>
        <w:gridCol w:w="1190"/>
      </w:tblGrid>
      <w:tr w:rsidR="004445C8" w:rsidRPr="00827442" w14:paraId="65438374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6" w:type="dxa"/>
          </w:tcPr>
          <w:p w14:paraId="23703B2B" w14:textId="77777777" w:rsidR="004445C8" w:rsidRPr="00827442" w:rsidRDefault="004445C8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336" w:type="dxa"/>
          </w:tcPr>
          <w:p w14:paraId="239A9466" w14:textId="77777777" w:rsidR="004445C8" w:rsidRPr="00827442" w:rsidRDefault="004445C8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20" w:type="dxa"/>
          </w:tcPr>
          <w:p w14:paraId="7C3BD43C" w14:textId="77777777" w:rsidR="004445C8" w:rsidRPr="00827442" w:rsidRDefault="004445C8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52" w:type="dxa"/>
          </w:tcPr>
          <w:p w14:paraId="1E49F111" w14:textId="77777777" w:rsidR="004445C8" w:rsidRPr="00827442" w:rsidRDefault="004445C8" w:rsidP="009B4595">
            <w:pPr>
              <w:pStyle w:val="Z2tabelatekst"/>
            </w:pPr>
            <w:r w:rsidRPr="00827442">
              <w:t>Typ</w:t>
            </w:r>
          </w:p>
        </w:tc>
        <w:tc>
          <w:tcPr>
            <w:tcW w:w="1190" w:type="dxa"/>
          </w:tcPr>
          <w:p w14:paraId="15B1E8FA" w14:textId="77777777" w:rsidR="004445C8" w:rsidRPr="00827442" w:rsidRDefault="004445C8" w:rsidP="009B4595">
            <w:pPr>
              <w:pStyle w:val="Z2tabelatekst"/>
            </w:pPr>
            <w:r w:rsidRPr="00827442">
              <w:t>Liczebność</w:t>
            </w:r>
          </w:p>
        </w:tc>
      </w:tr>
      <w:tr w:rsidR="004445C8" w:rsidRPr="00827442" w14:paraId="6752D51C" w14:textId="77777777" w:rsidTr="009B4595">
        <w:trPr>
          <w:trHeight w:val="213"/>
        </w:trPr>
        <w:tc>
          <w:tcPr>
            <w:tcW w:w="1756" w:type="dxa"/>
          </w:tcPr>
          <w:p w14:paraId="6A16E1AA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TaxpayerData</w:t>
            </w:r>
            <w:proofErr w:type="spellEnd"/>
          </w:p>
        </w:tc>
        <w:tc>
          <w:tcPr>
            <w:tcW w:w="3336" w:type="dxa"/>
          </w:tcPr>
          <w:p w14:paraId="0ADC1F83" w14:textId="77777777" w:rsidR="004445C8" w:rsidRPr="00827442" w:rsidRDefault="004445C8" w:rsidP="009B4595">
            <w:pPr>
              <w:pStyle w:val="Tabelazwyky"/>
            </w:pPr>
            <w:r w:rsidRPr="00827442">
              <w:t>Dane identyfikacyjne podmiotu</w:t>
            </w:r>
          </w:p>
        </w:tc>
        <w:tc>
          <w:tcPr>
            <w:tcW w:w="820" w:type="dxa"/>
          </w:tcPr>
          <w:p w14:paraId="39B19585" w14:textId="77777777" w:rsidR="004445C8" w:rsidRPr="00827442" w:rsidRDefault="000D5AC3" w:rsidP="009B4595">
            <w:pPr>
              <w:pStyle w:val="Tabelazwyky"/>
            </w:pPr>
            <w:r w:rsidRPr="00827442">
              <w:t>B.1</w:t>
            </w:r>
          </w:p>
        </w:tc>
        <w:tc>
          <w:tcPr>
            <w:tcW w:w="1952" w:type="dxa"/>
          </w:tcPr>
          <w:p w14:paraId="6CC1DA3E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ZIDCorporateReg</w:t>
            </w:r>
            <w:proofErr w:type="spellEnd"/>
          </w:p>
        </w:tc>
        <w:tc>
          <w:tcPr>
            <w:tcW w:w="1190" w:type="dxa"/>
          </w:tcPr>
          <w:p w14:paraId="63DE6EF0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65CA952B" w14:textId="77777777" w:rsidTr="009B4595">
        <w:trPr>
          <w:trHeight w:val="213"/>
        </w:trPr>
        <w:tc>
          <w:tcPr>
            <w:tcW w:w="1756" w:type="dxa"/>
          </w:tcPr>
          <w:p w14:paraId="6FC690E6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Residence</w:t>
            </w:r>
            <w:proofErr w:type="spellEnd"/>
          </w:p>
        </w:tc>
        <w:tc>
          <w:tcPr>
            <w:tcW w:w="3336" w:type="dxa"/>
          </w:tcPr>
          <w:p w14:paraId="2FB1BFD1" w14:textId="77777777" w:rsidR="004445C8" w:rsidRPr="00827442" w:rsidRDefault="004445C8" w:rsidP="009B4595">
            <w:pPr>
              <w:pStyle w:val="Tabelazwyky"/>
            </w:pPr>
            <w:r w:rsidRPr="00827442">
              <w:t>Adres siedziby</w:t>
            </w:r>
          </w:p>
        </w:tc>
        <w:tc>
          <w:tcPr>
            <w:tcW w:w="820" w:type="dxa"/>
          </w:tcPr>
          <w:p w14:paraId="51187CEE" w14:textId="77777777" w:rsidR="004445C8" w:rsidRPr="00827442" w:rsidRDefault="000D5AC3" w:rsidP="009B4595">
            <w:pPr>
              <w:pStyle w:val="Tabelazwyky"/>
            </w:pPr>
            <w:r w:rsidRPr="00827442">
              <w:t>B.2</w:t>
            </w:r>
          </w:p>
        </w:tc>
        <w:tc>
          <w:tcPr>
            <w:tcW w:w="1952" w:type="dxa"/>
          </w:tcPr>
          <w:p w14:paraId="337DA5A8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ZAddress</w:t>
            </w:r>
            <w:proofErr w:type="spellEnd"/>
          </w:p>
        </w:tc>
        <w:tc>
          <w:tcPr>
            <w:tcW w:w="1190" w:type="dxa"/>
          </w:tcPr>
          <w:p w14:paraId="7648E6C9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</w:tbl>
    <w:p w14:paraId="02ADBF5B" w14:textId="5DCCB81C" w:rsidR="0027051B" w:rsidRPr="00827442" w:rsidRDefault="0027051B" w:rsidP="0027051B">
      <w:pPr>
        <w:pStyle w:val="Legenda"/>
        <w:keepNext/>
      </w:pPr>
      <w:bookmarkStart w:id="70" w:name="_Toc183602237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12</w:t>
      </w:r>
      <w:r w:rsidR="00216EE5" w:rsidRPr="00827442">
        <w:rPr>
          <w:noProof/>
        </w:rPr>
        <w:fldChar w:fldCharType="end"/>
      </w:r>
      <w:r w:rsidRPr="00827442">
        <w:t xml:space="preserve">. Struktura </w:t>
      </w:r>
      <w:proofErr w:type="spellStart"/>
      <w:r w:rsidRPr="00827442">
        <w:t>CalculationAmountOfAidType</w:t>
      </w:r>
      <w:bookmarkEnd w:id="7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375"/>
        <w:gridCol w:w="825"/>
        <w:gridCol w:w="1928"/>
        <w:gridCol w:w="1192"/>
      </w:tblGrid>
      <w:tr w:rsidR="004445C8" w:rsidRPr="00827442" w14:paraId="36ECD54B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4" w:type="dxa"/>
          </w:tcPr>
          <w:p w14:paraId="19083C45" w14:textId="77777777" w:rsidR="004445C8" w:rsidRPr="00827442" w:rsidRDefault="004445C8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375" w:type="dxa"/>
          </w:tcPr>
          <w:p w14:paraId="6BFCD86A" w14:textId="77777777" w:rsidR="004445C8" w:rsidRPr="00827442" w:rsidRDefault="004445C8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25" w:type="dxa"/>
          </w:tcPr>
          <w:p w14:paraId="5E0740EF" w14:textId="77777777" w:rsidR="004445C8" w:rsidRPr="00827442" w:rsidRDefault="004445C8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28" w:type="dxa"/>
          </w:tcPr>
          <w:p w14:paraId="5752F65A" w14:textId="77777777" w:rsidR="004445C8" w:rsidRPr="00827442" w:rsidRDefault="004445C8" w:rsidP="009B4595">
            <w:pPr>
              <w:pStyle w:val="Z2tabelatekst"/>
            </w:pPr>
            <w:r w:rsidRPr="00827442">
              <w:t>Typ</w:t>
            </w:r>
          </w:p>
        </w:tc>
        <w:tc>
          <w:tcPr>
            <w:tcW w:w="1192" w:type="dxa"/>
          </w:tcPr>
          <w:p w14:paraId="24C1B942" w14:textId="77777777" w:rsidR="004445C8" w:rsidRPr="00827442" w:rsidRDefault="004445C8" w:rsidP="009B4595">
            <w:pPr>
              <w:pStyle w:val="Z2tabelatekst"/>
            </w:pPr>
            <w:r w:rsidRPr="00827442">
              <w:t>Liczebność</w:t>
            </w:r>
          </w:p>
        </w:tc>
      </w:tr>
      <w:tr w:rsidR="004445C8" w:rsidRPr="00827442" w14:paraId="2F72A5BB" w14:textId="77777777" w:rsidTr="009B4595">
        <w:trPr>
          <w:trHeight w:val="213"/>
        </w:trPr>
        <w:tc>
          <w:tcPr>
            <w:tcW w:w="1734" w:type="dxa"/>
          </w:tcPr>
          <w:p w14:paraId="36BF808E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Item</w:t>
            </w:r>
            <w:proofErr w:type="spellEnd"/>
          </w:p>
        </w:tc>
        <w:tc>
          <w:tcPr>
            <w:tcW w:w="3375" w:type="dxa"/>
          </w:tcPr>
          <w:p w14:paraId="6BB3870C" w14:textId="77777777" w:rsidR="004445C8" w:rsidRPr="00827442" w:rsidRDefault="004445C8" w:rsidP="009B4595">
            <w:pPr>
              <w:pStyle w:val="Tabelazwyky"/>
            </w:pPr>
            <w:r w:rsidRPr="00827442">
              <w:t>Kwota dopłat dla poszczególnego wyrobu</w:t>
            </w:r>
          </w:p>
        </w:tc>
        <w:tc>
          <w:tcPr>
            <w:tcW w:w="825" w:type="dxa"/>
          </w:tcPr>
          <w:p w14:paraId="6150D1CA" w14:textId="77777777" w:rsidR="004445C8" w:rsidRPr="00827442" w:rsidRDefault="00B97652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28" w:type="dxa"/>
          </w:tcPr>
          <w:p w14:paraId="748D2B17" w14:textId="2DAF3ED6" w:rsidR="004445C8" w:rsidRPr="00827442" w:rsidRDefault="009B4595" w:rsidP="009B4595">
            <w:pPr>
              <w:pStyle w:val="Tabelazwyky"/>
            </w:pPr>
            <w:proofErr w:type="spellStart"/>
            <w:r w:rsidRPr="00827442">
              <w:t>ItemType</w:t>
            </w:r>
            <w:proofErr w:type="spellEnd"/>
          </w:p>
        </w:tc>
        <w:tc>
          <w:tcPr>
            <w:tcW w:w="1192" w:type="dxa"/>
          </w:tcPr>
          <w:p w14:paraId="66BB0318" w14:textId="77777777" w:rsidR="004445C8" w:rsidRPr="00827442" w:rsidRDefault="00EC1D37" w:rsidP="009B4595">
            <w:pPr>
              <w:pStyle w:val="Tabelazwyky"/>
            </w:pPr>
            <w:r w:rsidRPr="00827442">
              <w:t>1</w:t>
            </w:r>
            <w:r w:rsidR="004445C8" w:rsidRPr="00827442">
              <w:t>..</w:t>
            </w:r>
            <w:r w:rsidR="00AF1D75" w:rsidRPr="00827442">
              <w:t>3</w:t>
            </w:r>
          </w:p>
        </w:tc>
      </w:tr>
      <w:tr w:rsidR="004445C8" w:rsidRPr="00827442" w14:paraId="044E923A" w14:textId="77777777" w:rsidTr="009B4595">
        <w:trPr>
          <w:trHeight w:val="213"/>
        </w:trPr>
        <w:tc>
          <w:tcPr>
            <w:tcW w:w="1734" w:type="dxa"/>
          </w:tcPr>
          <w:p w14:paraId="5C4CD3FE" w14:textId="77777777" w:rsidR="004445C8" w:rsidRPr="00827442" w:rsidRDefault="004445C8" w:rsidP="009B4595">
            <w:pPr>
              <w:pStyle w:val="Tabelazwyky"/>
            </w:pPr>
            <w:bookmarkStart w:id="71" w:name="sum"/>
            <w:r w:rsidRPr="00827442">
              <w:t>sum</w:t>
            </w:r>
            <w:bookmarkEnd w:id="71"/>
          </w:p>
        </w:tc>
        <w:tc>
          <w:tcPr>
            <w:tcW w:w="3375" w:type="dxa"/>
          </w:tcPr>
          <w:p w14:paraId="0A6DA80B" w14:textId="77777777" w:rsidR="004445C8" w:rsidRPr="00827442" w:rsidRDefault="004445C8" w:rsidP="009B4595">
            <w:pPr>
              <w:pStyle w:val="Tabelazwyky"/>
            </w:pPr>
            <w:r w:rsidRPr="00827442">
              <w:t>Razem kwota dopłat</w:t>
            </w:r>
          </w:p>
        </w:tc>
        <w:tc>
          <w:tcPr>
            <w:tcW w:w="825" w:type="dxa"/>
          </w:tcPr>
          <w:p w14:paraId="2BD46FA3" w14:textId="77777777" w:rsidR="004445C8" w:rsidRPr="00827442" w:rsidRDefault="008525A0" w:rsidP="009B4595">
            <w:pPr>
              <w:pStyle w:val="Tabelazwyky"/>
            </w:pPr>
            <w:r w:rsidRPr="00827442">
              <w:t>30</w:t>
            </w:r>
          </w:p>
        </w:tc>
        <w:tc>
          <w:tcPr>
            <w:tcW w:w="1928" w:type="dxa"/>
          </w:tcPr>
          <w:p w14:paraId="50F1424E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ZAmountC</w:t>
            </w:r>
            <w:proofErr w:type="spellEnd"/>
          </w:p>
          <w:p w14:paraId="0BCE9737" w14:textId="528989A5" w:rsidR="004445C8" w:rsidRPr="00827442" w:rsidRDefault="009B4595" w:rsidP="009B4595">
            <w:pPr>
              <w:pStyle w:val="Tabelazwyky"/>
            </w:pPr>
            <w:r w:rsidRPr="00827442">
              <w:t>Patrz reguła R12</w:t>
            </w:r>
          </w:p>
        </w:tc>
        <w:tc>
          <w:tcPr>
            <w:tcW w:w="1192" w:type="dxa"/>
          </w:tcPr>
          <w:p w14:paraId="0F8BE14A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</w:tbl>
    <w:p w14:paraId="14F78B47" w14:textId="14BB9CD3" w:rsidR="0027051B" w:rsidRPr="00827442" w:rsidRDefault="0027051B" w:rsidP="0027051B">
      <w:pPr>
        <w:pStyle w:val="Legenda"/>
        <w:keepNext/>
      </w:pPr>
      <w:bookmarkStart w:id="72" w:name="_Toc183602238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13</w:t>
      </w:r>
      <w:r w:rsidR="00216EE5" w:rsidRPr="00827442">
        <w:rPr>
          <w:noProof/>
        </w:rPr>
        <w:fldChar w:fldCharType="end"/>
      </w:r>
      <w:r w:rsidRPr="00827442">
        <w:t xml:space="preserve">. Struktura </w:t>
      </w:r>
      <w:proofErr w:type="spellStart"/>
      <w:r w:rsidRPr="00827442">
        <w:t>ItemType</w:t>
      </w:r>
      <w:bookmarkEnd w:id="7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4"/>
        <w:gridCol w:w="3250"/>
        <w:gridCol w:w="812"/>
        <w:gridCol w:w="1901"/>
        <w:gridCol w:w="1187"/>
      </w:tblGrid>
      <w:tr w:rsidR="004445C8" w:rsidRPr="00827442" w14:paraId="52AE2070" w14:textId="77777777" w:rsidTr="00063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4" w:type="dxa"/>
          </w:tcPr>
          <w:p w14:paraId="3780D163" w14:textId="77777777" w:rsidR="004445C8" w:rsidRPr="00827442" w:rsidRDefault="004445C8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250" w:type="dxa"/>
          </w:tcPr>
          <w:p w14:paraId="63ED9A7B" w14:textId="77777777" w:rsidR="004445C8" w:rsidRPr="00827442" w:rsidRDefault="004445C8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12" w:type="dxa"/>
          </w:tcPr>
          <w:p w14:paraId="2D4C4085" w14:textId="77777777" w:rsidR="004445C8" w:rsidRPr="00827442" w:rsidRDefault="004445C8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01" w:type="dxa"/>
          </w:tcPr>
          <w:p w14:paraId="6153EE01" w14:textId="77777777" w:rsidR="004445C8" w:rsidRPr="00827442" w:rsidRDefault="004445C8" w:rsidP="009B4595">
            <w:pPr>
              <w:pStyle w:val="Z2tabelatekst"/>
            </w:pPr>
            <w:r w:rsidRPr="00827442">
              <w:t>Typ</w:t>
            </w:r>
          </w:p>
        </w:tc>
        <w:tc>
          <w:tcPr>
            <w:tcW w:w="1187" w:type="dxa"/>
          </w:tcPr>
          <w:p w14:paraId="6BDE8556" w14:textId="77777777" w:rsidR="004445C8" w:rsidRPr="00827442" w:rsidRDefault="004445C8" w:rsidP="009B4595">
            <w:pPr>
              <w:pStyle w:val="Z2tabelatekst"/>
            </w:pPr>
            <w:r w:rsidRPr="00827442">
              <w:t>Liczebność</w:t>
            </w:r>
          </w:p>
        </w:tc>
      </w:tr>
      <w:tr w:rsidR="004445C8" w:rsidRPr="00827442" w14:paraId="2351FD07" w14:textId="77777777" w:rsidTr="009B4595">
        <w:trPr>
          <w:trHeight w:val="213"/>
        </w:trPr>
        <w:tc>
          <w:tcPr>
            <w:tcW w:w="1904" w:type="dxa"/>
          </w:tcPr>
          <w:p w14:paraId="7D1F4D9D" w14:textId="77777777" w:rsidR="004445C8" w:rsidRPr="00827442" w:rsidRDefault="004445C8" w:rsidP="009B4595">
            <w:pPr>
              <w:pStyle w:val="Tabelazwyky"/>
            </w:pPr>
            <w:bookmarkStart w:id="73" w:name="typeOfGame"/>
            <w:proofErr w:type="spellStart"/>
            <w:r w:rsidRPr="00827442">
              <w:t>typeOfGame</w:t>
            </w:r>
            <w:bookmarkEnd w:id="73"/>
            <w:proofErr w:type="spellEnd"/>
          </w:p>
        </w:tc>
        <w:tc>
          <w:tcPr>
            <w:tcW w:w="3250" w:type="dxa"/>
          </w:tcPr>
          <w:p w14:paraId="34F17393" w14:textId="77777777" w:rsidR="004445C8" w:rsidRPr="00827442" w:rsidRDefault="004445C8" w:rsidP="009B4595">
            <w:pPr>
              <w:pStyle w:val="Tabelazwyky"/>
            </w:pPr>
            <w:r w:rsidRPr="00827442">
              <w:t>Rodzaj gry.</w:t>
            </w:r>
          </w:p>
        </w:tc>
        <w:tc>
          <w:tcPr>
            <w:tcW w:w="812" w:type="dxa"/>
          </w:tcPr>
          <w:p w14:paraId="2DEBABD7" w14:textId="77777777" w:rsidR="004445C8" w:rsidRPr="00827442" w:rsidRDefault="00A44BDE" w:rsidP="009B4595">
            <w:pPr>
              <w:pStyle w:val="Tabelazwyky"/>
            </w:pPr>
            <w:r w:rsidRPr="00827442">
              <w:t>-</w:t>
            </w:r>
          </w:p>
        </w:tc>
        <w:tc>
          <w:tcPr>
            <w:tcW w:w="1901" w:type="dxa"/>
          </w:tcPr>
          <w:p w14:paraId="076C5644" w14:textId="77777777" w:rsidR="009B4595" w:rsidRPr="00827442" w:rsidRDefault="009B4595" w:rsidP="009B4595">
            <w:pPr>
              <w:pStyle w:val="Tabelazwyky"/>
            </w:pPr>
            <w:r w:rsidRPr="00827442">
              <w:t>string</w:t>
            </w:r>
          </w:p>
          <w:p w14:paraId="4887464E" w14:textId="62362553" w:rsidR="001E4D8F" w:rsidRPr="00827442" w:rsidRDefault="009B4595" w:rsidP="009B4595">
            <w:pPr>
              <w:pStyle w:val="Tabelazwyky"/>
            </w:pPr>
            <w:r w:rsidRPr="00827442">
              <w:t>Patrz reguła R10</w:t>
            </w:r>
          </w:p>
        </w:tc>
        <w:tc>
          <w:tcPr>
            <w:tcW w:w="1187" w:type="dxa"/>
          </w:tcPr>
          <w:p w14:paraId="08A0FE8C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7371B66E" w14:textId="77777777" w:rsidTr="009B4595">
        <w:trPr>
          <w:trHeight w:val="213"/>
        </w:trPr>
        <w:tc>
          <w:tcPr>
            <w:tcW w:w="1904" w:type="dxa"/>
          </w:tcPr>
          <w:p w14:paraId="1B64C9EA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taxBase</w:t>
            </w:r>
            <w:proofErr w:type="spellEnd"/>
          </w:p>
        </w:tc>
        <w:tc>
          <w:tcPr>
            <w:tcW w:w="3250" w:type="dxa"/>
          </w:tcPr>
          <w:p w14:paraId="04A2DDB8" w14:textId="77777777" w:rsidR="004445C8" w:rsidRPr="00827442" w:rsidRDefault="004445C8" w:rsidP="009B4595">
            <w:pPr>
              <w:pStyle w:val="Tabelazwyky"/>
            </w:pPr>
            <w:r w:rsidRPr="00827442">
              <w:t>Podstawa dopłaty dla gier liczbowych</w:t>
            </w:r>
          </w:p>
        </w:tc>
        <w:tc>
          <w:tcPr>
            <w:tcW w:w="812" w:type="dxa"/>
          </w:tcPr>
          <w:p w14:paraId="772088CC" w14:textId="77777777" w:rsidR="004445C8" w:rsidRPr="00827442" w:rsidRDefault="00E9684B" w:rsidP="009B4595">
            <w:pPr>
              <w:pStyle w:val="Tabelazwyky"/>
            </w:pPr>
            <w:r w:rsidRPr="00827442">
              <w:t>21, 24, 27</w:t>
            </w:r>
          </w:p>
        </w:tc>
        <w:tc>
          <w:tcPr>
            <w:tcW w:w="1901" w:type="dxa"/>
          </w:tcPr>
          <w:p w14:paraId="362CF9B7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ZAmount</w:t>
            </w:r>
            <w:r w:rsidR="00EF58B6" w:rsidRPr="00827442">
              <w:t>P</w:t>
            </w:r>
            <w:proofErr w:type="spellEnd"/>
          </w:p>
        </w:tc>
        <w:tc>
          <w:tcPr>
            <w:tcW w:w="1187" w:type="dxa"/>
          </w:tcPr>
          <w:p w14:paraId="7674A1D7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  <w:tr w:rsidR="004445C8" w:rsidRPr="00827442" w14:paraId="4C39DCA9" w14:textId="77777777" w:rsidTr="009B4595">
        <w:trPr>
          <w:trHeight w:val="213"/>
        </w:trPr>
        <w:tc>
          <w:tcPr>
            <w:tcW w:w="1904" w:type="dxa"/>
          </w:tcPr>
          <w:p w14:paraId="6C708794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taxRatePercentage</w:t>
            </w:r>
            <w:proofErr w:type="spellEnd"/>
          </w:p>
        </w:tc>
        <w:tc>
          <w:tcPr>
            <w:tcW w:w="3250" w:type="dxa"/>
          </w:tcPr>
          <w:p w14:paraId="340E2F14" w14:textId="77777777" w:rsidR="004445C8" w:rsidRPr="00827442" w:rsidRDefault="004445C8" w:rsidP="009B4595">
            <w:pPr>
              <w:pStyle w:val="Tabelazwyky"/>
            </w:pPr>
            <w:r w:rsidRPr="00827442">
              <w:t>Stawka dopłaty dla gier liczbowych</w:t>
            </w:r>
          </w:p>
        </w:tc>
        <w:tc>
          <w:tcPr>
            <w:tcW w:w="812" w:type="dxa"/>
          </w:tcPr>
          <w:p w14:paraId="1F30E4EA" w14:textId="77777777" w:rsidR="004445C8" w:rsidRPr="00827442" w:rsidRDefault="00E9684B" w:rsidP="009B4595">
            <w:pPr>
              <w:pStyle w:val="Tabelazwyky"/>
            </w:pPr>
            <w:r w:rsidRPr="00827442">
              <w:t>22, 25, 28</w:t>
            </w:r>
          </w:p>
        </w:tc>
        <w:tc>
          <w:tcPr>
            <w:tcW w:w="1901" w:type="dxa"/>
          </w:tcPr>
          <w:p w14:paraId="31CAA5E6" w14:textId="77777777" w:rsidR="004445C8" w:rsidRPr="00827442" w:rsidRDefault="004445C8" w:rsidP="009B4595">
            <w:pPr>
              <w:pStyle w:val="Tabelazwyky"/>
            </w:pPr>
            <w:proofErr w:type="spellStart"/>
            <w:r w:rsidRPr="00827442">
              <w:t>decimal</w:t>
            </w:r>
            <w:proofErr w:type="spellEnd"/>
            <w:r w:rsidRPr="00827442">
              <w:t>(4,2)</w:t>
            </w:r>
          </w:p>
        </w:tc>
        <w:tc>
          <w:tcPr>
            <w:tcW w:w="1187" w:type="dxa"/>
          </w:tcPr>
          <w:p w14:paraId="464B2792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61986252" w14:textId="77777777" w:rsidTr="009B4595">
        <w:trPr>
          <w:trHeight w:val="213"/>
        </w:trPr>
        <w:tc>
          <w:tcPr>
            <w:tcW w:w="1904" w:type="dxa"/>
          </w:tcPr>
          <w:p w14:paraId="62D32A51" w14:textId="77777777" w:rsidR="004445C8" w:rsidRPr="00827442" w:rsidRDefault="004445C8" w:rsidP="009B4595">
            <w:pPr>
              <w:pStyle w:val="Tabelazwyky"/>
            </w:pPr>
            <w:bookmarkStart w:id="74" w:name="amountOfAid"/>
            <w:proofErr w:type="spellStart"/>
            <w:r w:rsidRPr="00827442">
              <w:t>amountOfAid</w:t>
            </w:r>
            <w:bookmarkEnd w:id="74"/>
            <w:proofErr w:type="spellEnd"/>
          </w:p>
        </w:tc>
        <w:tc>
          <w:tcPr>
            <w:tcW w:w="3250" w:type="dxa"/>
          </w:tcPr>
          <w:p w14:paraId="5A0B46FB" w14:textId="77777777" w:rsidR="004445C8" w:rsidRPr="00827442" w:rsidRDefault="004445C8" w:rsidP="009B4595">
            <w:pPr>
              <w:pStyle w:val="Tabelazwyky"/>
            </w:pPr>
            <w:r w:rsidRPr="00827442">
              <w:t>Kwota wyliczonej dopłaty dla gier liczbowych</w:t>
            </w:r>
          </w:p>
        </w:tc>
        <w:tc>
          <w:tcPr>
            <w:tcW w:w="812" w:type="dxa"/>
          </w:tcPr>
          <w:p w14:paraId="7DAEF80D" w14:textId="77777777" w:rsidR="004445C8" w:rsidRPr="00827442" w:rsidRDefault="00E9684B" w:rsidP="009B4595">
            <w:pPr>
              <w:pStyle w:val="Tabelazwyky"/>
            </w:pPr>
            <w:r w:rsidRPr="00827442">
              <w:t>23, 26, 29</w:t>
            </w:r>
          </w:p>
        </w:tc>
        <w:tc>
          <w:tcPr>
            <w:tcW w:w="1901" w:type="dxa"/>
          </w:tcPr>
          <w:p w14:paraId="0F165661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ZAmountP</w:t>
            </w:r>
            <w:proofErr w:type="spellEnd"/>
            <w:r w:rsidRPr="00827442">
              <w:t xml:space="preserve"> </w:t>
            </w:r>
          </w:p>
          <w:p w14:paraId="0A92DCD1" w14:textId="66FC7551" w:rsidR="004445C8" w:rsidRPr="00827442" w:rsidRDefault="009B4595" w:rsidP="009B4595">
            <w:pPr>
              <w:pStyle w:val="Tabelazwyky"/>
            </w:pPr>
            <w:r w:rsidRPr="00827442">
              <w:t>Patrz reguła R11</w:t>
            </w:r>
          </w:p>
        </w:tc>
        <w:tc>
          <w:tcPr>
            <w:tcW w:w="1187" w:type="dxa"/>
          </w:tcPr>
          <w:p w14:paraId="3F2DF838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</w:tbl>
    <w:p w14:paraId="1F053A4B" w14:textId="28484219" w:rsidR="00A950D2" w:rsidRPr="00827442" w:rsidRDefault="00A950D2" w:rsidP="00A950D2">
      <w:pPr>
        <w:pStyle w:val="Legenda"/>
        <w:keepNext/>
      </w:pPr>
      <w:bookmarkStart w:id="75" w:name="_Toc183602239"/>
      <w:r w:rsidRPr="00827442">
        <w:t xml:space="preserve">Tabela </w:t>
      </w:r>
      <w:r w:rsidRPr="00827442">
        <w:fldChar w:fldCharType="begin"/>
      </w:r>
      <w:r w:rsidRPr="00827442">
        <w:instrText xml:space="preserve"> SEQ Tabela \* ARABIC </w:instrText>
      </w:r>
      <w:r w:rsidRPr="00827442">
        <w:fldChar w:fldCharType="separate"/>
      </w:r>
      <w:r w:rsidR="00063460" w:rsidRPr="00827442">
        <w:rPr>
          <w:noProof/>
        </w:rPr>
        <w:t>14</w:t>
      </w:r>
      <w:r w:rsidRPr="00827442">
        <w:fldChar w:fldCharType="end"/>
      </w:r>
      <w:r w:rsidRPr="00827442">
        <w:t xml:space="preserve">. Struktura </w:t>
      </w:r>
      <w:proofErr w:type="spellStart"/>
      <w:r w:rsidRPr="00827442">
        <w:t>AmountPayableType</w:t>
      </w:r>
      <w:bookmarkEnd w:id="7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4445C8" w:rsidRPr="00827442" w14:paraId="58D53C75" w14:textId="77777777" w:rsidTr="00A95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0F87DE00" w14:textId="77777777" w:rsidR="004445C8" w:rsidRPr="00827442" w:rsidRDefault="004445C8" w:rsidP="009B4595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3481" w:type="dxa"/>
          </w:tcPr>
          <w:p w14:paraId="6A5C5919" w14:textId="77777777" w:rsidR="004445C8" w:rsidRPr="00827442" w:rsidRDefault="004445C8" w:rsidP="009B4595">
            <w:pPr>
              <w:pStyle w:val="Z2tabelatekst"/>
            </w:pPr>
            <w:r w:rsidRPr="00827442">
              <w:t>Opis</w:t>
            </w:r>
          </w:p>
        </w:tc>
        <w:tc>
          <w:tcPr>
            <w:tcW w:w="839" w:type="dxa"/>
          </w:tcPr>
          <w:p w14:paraId="73D30FA3" w14:textId="77777777" w:rsidR="004445C8" w:rsidRPr="00827442" w:rsidRDefault="00073C5A" w:rsidP="009B4595">
            <w:pPr>
              <w:pStyle w:val="Z2tabelatekst"/>
            </w:pPr>
            <w:r w:rsidRPr="00827442">
              <w:t>Nr pola</w:t>
            </w:r>
          </w:p>
        </w:tc>
        <w:tc>
          <w:tcPr>
            <w:tcW w:w="1975" w:type="dxa"/>
          </w:tcPr>
          <w:p w14:paraId="030BCE37" w14:textId="77777777" w:rsidR="004445C8" w:rsidRPr="00827442" w:rsidRDefault="004445C8" w:rsidP="009B4595">
            <w:pPr>
              <w:pStyle w:val="Z2tabelatekst"/>
            </w:pPr>
            <w:r w:rsidRPr="00827442">
              <w:t>Typ</w:t>
            </w:r>
          </w:p>
        </w:tc>
        <w:tc>
          <w:tcPr>
            <w:tcW w:w="1197" w:type="dxa"/>
          </w:tcPr>
          <w:p w14:paraId="76F2B9F7" w14:textId="77777777" w:rsidR="004445C8" w:rsidRPr="00827442" w:rsidRDefault="004445C8" w:rsidP="009B4595">
            <w:pPr>
              <w:pStyle w:val="Z2tabelatekst"/>
            </w:pPr>
            <w:r w:rsidRPr="00827442">
              <w:t>Liczebność</w:t>
            </w:r>
          </w:p>
        </w:tc>
      </w:tr>
      <w:tr w:rsidR="004445C8" w:rsidRPr="00827442" w14:paraId="0B5788F9" w14:textId="77777777" w:rsidTr="009B4595">
        <w:trPr>
          <w:trHeight w:val="213"/>
        </w:trPr>
        <w:tc>
          <w:tcPr>
            <w:tcW w:w="1788" w:type="dxa"/>
          </w:tcPr>
          <w:p w14:paraId="077D2B80" w14:textId="77777777" w:rsidR="004445C8" w:rsidRPr="00827442" w:rsidRDefault="004445C8" w:rsidP="009B4595">
            <w:pPr>
              <w:pStyle w:val="Tabelazwyky"/>
            </w:pPr>
            <w:bookmarkStart w:id="76" w:name="excessContributSettlementOfPrevDecl"/>
            <w:proofErr w:type="spellStart"/>
            <w:r w:rsidRPr="00827442">
              <w:t>excess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Contribut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SettlementO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fPrev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Decl</w:t>
            </w:r>
            <w:bookmarkEnd w:id="76"/>
            <w:proofErr w:type="spellEnd"/>
          </w:p>
        </w:tc>
        <w:tc>
          <w:tcPr>
            <w:tcW w:w="3481" w:type="dxa"/>
          </w:tcPr>
          <w:p w14:paraId="67FA7C8E" w14:textId="77777777" w:rsidR="004445C8" w:rsidRPr="00827442" w:rsidRDefault="004445C8" w:rsidP="009B4595">
            <w:pPr>
              <w:pStyle w:val="Tabelazwyky"/>
            </w:pPr>
            <w:r w:rsidRPr="00827442">
              <w:t xml:space="preserve">Nadpłata  wpłat  dziennych z ostatnio zło </w:t>
            </w:r>
            <w:proofErr w:type="spellStart"/>
            <w:r w:rsidRPr="00827442">
              <w:t>łożonej</w:t>
            </w:r>
            <w:proofErr w:type="spellEnd"/>
            <w:r w:rsidRPr="00827442">
              <w:t xml:space="preserve"> informacji.</w:t>
            </w:r>
          </w:p>
        </w:tc>
        <w:tc>
          <w:tcPr>
            <w:tcW w:w="839" w:type="dxa"/>
          </w:tcPr>
          <w:p w14:paraId="0F893020" w14:textId="77777777" w:rsidR="004445C8" w:rsidRPr="00827442" w:rsidRDefault="00453942" w:rsidP="009B4595">
            <w:pPr>
              <w:pStyle w:val="Tabelazwyky"/>
            </w:pPr>
            <w:r w:rsidRPr="00827442">
              <w:t>32</w:t>
            </w:r>
          </w:p>
        </w:tc>
        <w:tc>
          <w:tcPr>
            <w:tcW w:w="1975" w:type="dxa"/>
          </w:tcPr>
          <w:p w14:paraId="08DC500F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ZAmountP</w:t>
            </w:r>
            <w:proofErr w:type="spellEnd"/>
          </w:p>
          <w:p w14:paraId="564C9485" w14:textId="71EBA2E8" w:rsidR="004445C8" w:rsidRPr="00827442" w:rsidRDefault="009B4595" w:rsidP="009B4595">
            <w:pPr>
              <w:pStyle w:val="Tabelazwyky"/>
            </w:pPr>
            <w:r w:rsidRPr="00827442">
              <w:t>Patrz reguła R13</w:t>
            </w:r>
          </w:p>
        </w:tc>
        <w:tc>
          <w:tcPr>
            <w:tcW w:w="1197" w:type="dxa"/>
          </w:tcPr>
          <w:p w14:paraId="52EA8E07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  <w:tr w:rsidR="004445C8" w:rsidRPr="00827442" w14:paraId="6CC91A86" w14:textId="77777777" w:rsidTr="009B4595">
        <w:trPr>
          <w:trHeight w:val="213"/>
        </w:trPr>
        <w:tc>
          <w:tcPr>
            <w:tcW w:w="1788" w:type="dxa"/>
          </w:tcPr>
          <w:p w14:paraId="382E778C" w14:textId="77777777" w:rsidR="004445C8" w:rsidRPr="00827442" w:rsidRDefault="004445C8" w:rsidP="009B4595">
            <w:pPr>
              <w:pStyle w:val="Tabelazwyky"/>
            </w:pPr>
            <w:bookmarkStart w:id="77" w:name="amountOfPaymentsDaily"/>
            <w:proofErr w:type="spellStart"/>
            <w:r w:rsidRPr="00827442">
              <w:t>amount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OfPayments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Daily</w:t>
            </w:r>
            <w:bookmarkEnd w:id="77"/>
            <w:proofErr w:type="spellEnd"/>
          </w:p>
        </w:tc>
        <w:tc>
          <w:tcPr>
            <w:tcW w:w="3481" w:type="dxa"/>
          </w:tcPr>
          <w:p w14:paraId="69AD0D73" w14:textId="77777777" w:rsidR="004445C8" w:rsidRPr="00827442" w:rsidRDefault="004445C8" w:rsidP="009B4595">
            <w:pPr>
              <w:pStyle w:val="Tabelazwyky"/>
            </w:pPr>
            <w:r w:rsidRPr="00827442">
              <w:t>Wpłaty dopłat za okres, którego informacja dotyczy. Suma wpłat dziennych wpłaconych dopłat za okres, którego dotyczy.</w:t>
            </w:r>
          </w:p>
        </w:tc>
        <w:tc>
          <w:tcPr>
            <w:tcW w:w="839" w:type="dxa"/>
          </w:tcPr>
          <w:p w14:paraId="2EE9DB95" w14:textId="77777777" w:rsidR="004445C8" w:rsidRPr="00827442" w:rsidRDefault="00453942" w:rsidP="009B4595">
            <w:pPr>
              <w:pStyle w:val="Tabelazwyky"/>
            </w:pPr>
            <w:r w:rsidRPr="00827442">
              <w:t>33</w:t>
            </w:r>
          </w:p>
        </w:tc>
        <w:tc>
          <w:tcPr>
            <w:tcW w:w="1975" w:type="dxa"/>
          </w:tcPr>
          <w:p w14:paraId="44FFACC2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ZAmountP</w:t>
            </w:r>
            <w:proofErr w:type="spellEnd"/>
          </w:p>
          <w:p w14:paraId="0C69FC04" w14:textId="1F936878" w:rsidR="004445C8" w:rsidRPr="00827442" w:rsidRDefault="009B4595" w:rsidP="009B4595">
            <w:pPr>
              <w:pStyle w:val="Tabelazwyky"/>
            </w:pPr>
            <w:r w:rsidRPr="00827442">
              <w:t>Patrz reguła R14</w:t>
            </w:r>
          </w:p>
        </w:tc>
        <w:tc>
          <w:tcPr>
            <w:tcW w:w="1197" w:type="dxa"/>
          </w:tcPr>
          <w:p w14:paraId="58F5E7C3" w14:textId="77777777" w:rsidR="004445C8" w:rsidRPr="00827442" w:rsidRDefault="004445C8" w:rsidP="009B4595">
            <w:pPr>
              <w:pStyle w:val="Tabelazwyky"/>
            </w:pPr>
            <w:r w:rsidRPr="00827442">
              <w:t>1..1</w:t>
            </w:r>
          </w:p>
        </w:tc>
      </w:tr>
      <w:tr w:rsidR="004445C8" w:rsidRPr="00827442" w14:paraId="334FD85A" w14:textId="77777777" w:rsidTr="009B4595">
        <w:trPr>
          <w:trHeight w:val="213"/>
        </w:trPr>
        <w:tc>
          <w:tcPr>
            <w:tcW w:w="1788" w:type="dxa"/>
          </w:tcPr>
          <w:p w14:paraId="7A0B7C17" w14:textId="77777777" w:rsidR="004445C8" w:rsidRPr="00827442" w:rsidRDefault="004445C8" w:rsidP="009B4595">
            <w:pPr>
              <w:pStyle w:val="Tabelazwyky"/>
            </w:pPr>
            <w:bookmarkStart w:id="78" w:name="toPay"/>
            <w:proofErr w:type="spellStart"/>
            <w:r w:rsidRPr="00827442">
              <w:lastRenderedPageBreak/>
              <w:t>toPay</w:t>
            </w:r>
            <w:bookmarkEnd w:id="78"/>
            <w:proofErr w:type="spellEnd"/>
          </w:p>
        </w:tc>
        <w:tc>
          <w:tcPr>
            <w:tcW w:w="3481" w:type="dxa"/>
          </w:tcPr>
          <w:p w14:paraId="25A47079" w14:textId="77777777" w:rsidR="004445C8" w:rsidRPr="00827442" w:rsidRDefault="004445C8" w:rsidP="009B4595">
            <w:pPr>
              <w:pStyle w:val="Tabelazwyky"/>
            </w:pPr>
            <w:r w:rsidRPr="00827442">
              <w:t>Kwota wyliczana z wartości w polach wg wzoru: „Razem kwota dopłat” – („Nadpłata  wpłat dziennych” + „Wpłaty dzienne”). Jeśli wartość jest ujemna, to powinno być 0.</w:t>
            </w:r>
          </w:p>
        </w:tc>
        <w:tc>
          <w:tcPr>
            <w:tcW w:w="839" w:type="dxa"/>
          </w:tcPr>
          <w:p w14:paraId="307B9E03" w14:textId="77777777" w:rsidR="004445C8" w:rsidRPr="00827442" w:rsidRDefault="00453942" w:rsidP="009B4595">
            <w:pPr>
              <w:pStyle w:val="Tabelazwyky"/>
            </w:pPr>
            <w:r w:rsidRPr="00827442">
              <w:t>34</w:t>
            </w:r>
          </w:p>
        </w:tc>
        <w:tc>
          <w:tcPr>
            <w:tcW w:w="1975" w:type="dxa"/>
          </w:tcPr>
          <w:p w14:paraId="2065B25E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ZAmountP</w:t>
            </w:r>
            <w:proofErr w:type="spellEnd"/>
          </w:p>
          <w:p w14:paraId="1B5BF02B" w14:textId="78788FDE" w:rsidR="004445C8" w:rsidRPr="00827442" w:rsidRDefault="009B4595" w:rsidP="009B4595">
            <w:pPr>
              <w:pStyle w:val="Tabelazwyky"/>
            </w:pPr>
            <w:r w:rsidRPr="00827442">
              <w:t>Patrz reguła R15</w:t>
            </w:r>
          </w:p>
        </w:tc>
        <w:tc>
          <w:tcPr>
            <w:tcW w:w="1197" w:type="dxa"/>
          </w:tcPr>
          <w:p w14:paraId="31195147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  <w:tr w:rsidR="004445C8" w:rsidRPr="00827442" w14:paraId="70F59974" w14:textId="77777777" w:rsidTr="009B4595">
        <w:trPr>
          <w:trHeight w:val="213"/>
        </w:trPr>
        <w:tc>
          <w:tcPr>
            <w:tcW w:w="1788" w:type="dxa"/>
          </w:tcPr>
          <w:p w14:paraId="192BBA15" w14:textId="77777777" w:rsidR="004445C8" w:rsidRPr="00827442" w:rsidRDefault="004445C8" w:rsidP="009B4595">
            <w:pPr>
              <w:pStyle w:val="Tabelazwyky"/>
            </w:pPr>
            <w:bookmarkStart w:id="79" w:name="excessContributSettlement"/>
            <w:proofErr w:type="spellStart"/>
            <w:r w:rsidRPr="00827442">
              <w:t>excess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Contribut</w:t>
            </w:r>
            <w:r w:rsidR="00B54C03" w:rsidRPr="00827442">
              <w:rPr>
                <w:rFonts w:ascii="Arial" w:hAnsi="Arial"/>
              </w:rPr>
              <w:t>‌</w:t>
            </w:r>
            <w:r w:rsidRPr="00827442">
              <w:t>Settlement</w:t>
            </w:r>
            <w:bookmarkEnd w:id="79"/>
            <w:proofErr w:type="spellEnd"/>
          </w:p>
        </w:tc>
        <w:tc>
          <w:tcPr>
            <w:tcW w:w="3481" w:type="dxa"/>
          </w:tcPr>
          <w:p w14:paraId="3D8E72BF" w14:textId="77777777" w:rsidR="004445C8" w:rsidRPr="00827442" w:rsidRDefault="004445C8" w:rsidP="009B4595">
            <w:pPr>
              <w:pStyle w:val="Tabelazwyky"/>
            </w:pPr>
            <w:r w:rsidRPr="00827442">
              <w:t>Nadpłata wpłat do rozliczania w następnym okresie rozliczeniowym. Kwota wyliczana z wartości w polach wg wzoru: („Nadpłata  wpłat dziennych” + „Wpłaty dzienne”) – „Razem”. Jeśli wartość jest ujemna, to powinno być 0.</w:t>
            </w:r>
          </w:p>
        </w:tc>
        <w:tc>
          <w:tcPr>
            <w:tcW w:w="839" w:type="dxa"/>
          </w:tcPr>
          <w:p w14:paraId="1CD4EF4B" w14:textId="77777777" w:rsidR="004445C8" w:rsidRPr="00827442" w:rsidRDefault="00453942" w:rsidP="009B4595">
            <w:pPr>
              <w:pStyle w:val="Tabelazwyky"/>
            </w:pPr>
            <w:r w:rsidRPr="00827442">
              <w:t>35</w:t>
            </w:r>
          </w:p>
        </w:tc>
        <w:tc>
          <w:tcPr>
            <w:tcW w:w="1975" w:type="dxa"/>
          </w:tcPr>
          <w:p w14:paraId="583217BF" w14:textId="77777777" w:rsidR="009B4595" w:rsidRPr="00827442" w:rsidRDefault="009B4595" w:rsidP="009B4595">
            <w:pPr>
              <w:pStyle w:val="Tabelazwyky"/>
            </w:pPr>
            <w:proofErr w:type="spellStart"/>
            <w:r w:rsidRPr="00827442">
              <w:t>ZAmountP</w:t>
            </w:r>
            <w:proofErr w:type="spellEnd"/>
          </w:p>
          <w:p w14:paraId="294B5FD0" w14:textId="14C5E3BD" w:rsidR="004445C8" w:rsidRPr="00827442" w:rsidRDefault="009B4595" w:rsidP="009B4595">
            <w:pPr>
              <w:pStyle w:val="Tabelazwyky"/>
            </w:pPr>
            <w:r w:rsidRPr="00827442">
              <w:t>Patrz reguła R16</w:t>
            </w:r>
          </w:p>
        </w:tc>
        <w:tc>
          <w:tcPr>
            <w:tcW w:w="1197" w:type="dxa"/>
          </w:tcPr>
          <w:p w14:paraId="4BA76C61" w14:textId="77777777" w:rsidR="004445C8" w:rsidRPr="00827442" w:rsidRDefault="004445C8" w:rsidP="009B4595">
            <w:pPr>
              <w:pStyle w:val="Tabelazwyky"/>
            </w:pPr>
            <w:r w:rsidRPr="00827442">
              <w:t>0..1</w:t>
            </w:r>
          </w:p>
        </w:tc>
      </w:tr>
    </w:tbl>
    <w:p w14:paraId="226B31DB" w14:textId="77777777" w:rsidR="00805EC9" w:rsidRPr="00827442" w:rsidRDefault="00805EC9" w:rsidP="00805EC9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80" w:name="_Toc183602222"/>
      <w:r w:rsidRPr="00827442">
        <w:rPr>
          <w:lang w:val="pl-PL"/>
        </w:rPr>
        <w:t>Reguły</w:t>
      </w:r>
      <w:bookmarkEnd w:id="80"/>
    </w:p>
    <w:p w14:paraId="0D316270" w14:textId="7847BFD9" w:rsidR="0027051B" w:rsidRPr="00827442" w:rsidRDefault="0027051B" w:rsidP="00063460">
      <w:pPr>
        <w:pStyle w:val="Legenda"/>
      </w:pPr>
      <w:bookmarkStart w:id="81" w:name="_Toc183602240"/>
      <w:r w:rsidRPr="00827442">
        <w:t xml:space="preserve">Tabela </w:t>
      </w:r>
      <w:r w:rsidR="00216EE5" w:rsidRPr="00827442">
        <w:fldChar w:fldCharType="begin"/>
      </w:r>
      <w:r w:rsidR="00216EE5" w:rsidRPr="00827442">
        <w:instrText xml:space="preserve"> SEQ Tabela \* ARABIC </w:instrText>
      </w:r>
      <w:r w:rsidR="00216EE5" w:rsidRPr="00827442">
        <w:fldChar w:fldCharType="separate"/>
      </w:r>
      <w:r w:rsidR="00063460" w:rsidRPr="00827442">
        <w:rPr>
          <w:noProof/>
        </w:rPr>
        <w:t>15</w:t>
      </w:r>
      <w:r w:rsidR="00216EE5" w:rsidRPr="00827442">
        <w:fldChar w:fldCharType="end"/>
      </w:r>
      <w:r w:rsidRPr="00827442">
        <w:t>. Reguły deklaracji GHD-1</w:t>
      </w:r>
      <w:bookmarkEnd w:id="8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827442" w14:paraId="5281A0BD" w14:textId="77777777" w:rsidTr="00A95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056457A8" w14:textId="77777777" w:rsidR="00805EC9" w:rsidRPr="00827442" w:rsidRDefault="00805EC9" w:rsidP="00A950D2">
            <w:pPr>
              <w:pStyle w:val="Z2tabelatekst"/>
            </w:pPr>
            <w:r w:rsidRPr="00827442">
              <w:t xml:space="preserve">Nazwa </w:t>
            </w:r>
          </w:p>
        </w:tc>
        <w:tc>
          <w:tcPr>
            <w:tcW w:w="8111" w:type="dxa"/>
          </w:tcPr>
          <w:p w14:paraId="75838B3D" w14:textId="77777777" w:rsidR="00805EC9" w:rsidRPr="00827442" w:rsidRDefault="00805EC9" w:rsidP="00A950D2">
            <w:pPr>
              <w:pStyle w:val="Z2tabelatekst"/>
              <w:rPr>
                <w:color w:val="000000"/>
              </w:rPr>
            </w:pPr>
            <w:r w:rsidRPr="00827442">
              <w:rPr>
                <w:color w:val="000000"/>
              </w:rPr>
              <w:t>Opis</w:t>
            </w:r>
          </w:p>
        </w:tc>
      </w:tr>
      <w:tr w:rsidR="0047369C" w:rsidRPr="00827442" w14:paraId="488E1D52" w14:textId="77777777" w:rsidTr="009B4595">
        <w:trPr>
          <w:trHeight w:val="213"/>
        </w:trPr>
        <w:tc>
          <w:tcPr>
            <w:tcW w:w="943" w:type="dxa"/>
          </w:tcPr>
          <w:p w14:paraId="52005CFC" w14:textId="77777777" w:rsidR="0047369C" w:rsidRPr="00827442" w:rsidRDefault="00911E2E" w:rsidP="00CA23D5">
            <w:pPr>
              <w:pStyle w:val="Tabelazwyky"/>
            </w:pPr>
            <w:bookmarkStart w:id="82" w:name="R1"/>
            <w:r w:rsidRPr="00827442">
              <w:t>R1</w:t>
            </w:r>
            <w:bookmarkEnd w:id="82"/>
          </w:p>
        </w:tc>
        <w:tc>
          <w:tcPr>
            <w:tcW w:w="8111" w:type="dxa"/>
          </w:tcPr>
          <w:p w14:paraId="72FBFFB8" w14:textId="06509F34" w:rsidR="0047369C" w:rsidRPr="00827442" w:rsidRDefault="009B4595" w:rsidP="00CA23D5">
            <w:pPr>
              <w:pStyle w:val="Tabelazwyky"/>
            </w:pPr>
            <w:r w:rsidRPr="00827442">
              <w:t>Wprowadzenie w polu period roku i miesiąca, który jeszcze nie upłynął jest błędne.</w:t>
            </w:r>
          </w:p>
        </w:tc>
      </w:tr>
      <w:tr w:rsidR="0047369C" w:rsidRPr="00827442" w14:paraId="24F8B0D0" w14:textId="77777777" w:rsidTr="009B4595">
        <w:trPr>
          <w:trHeight w:val="213"/>
        </w:trPr>
        <w:tc>
          <w:tcPr>
            <w:tcW w:w="943" w:type="dxa"/>
          </w:tcPr>
          <w:p w14:paraId="0F07A6C9" w14:textId="77777777" w:rsidR="0047369C" w:rsidRPr="00827442" w:rsidRDefault="00911E2E" w:rsidP="00CA23D5">
            <w:pPr>
              <w:pStyle w:val="Tabelazwyky"/>
            </w:pPr>
            <w:bookmarkStart w:id="83" w:name="R2"/>
            <w:r w:rsidRPr="00827442">
              <w:t>R2</w:t>
            </w:r>
            <w:bookmarkEnd w:id="83"/>
          </w:p>
        </w:tc>
        <w:tc>
          <w:tcPr>
            <w:tcW w:w="8111" w:type="dxa"/>
          </w:tcPr>
          <w:p w14:paraId="33963840" w14:textId="0263EB1A" w:rsidR="0047369C" w:rsidRPr="00827442" w:rsidRDefault="009B4595" w:rsidP="009B4595">
            <w:pPr>
              <w:rPr>
                <w:rFonts w:cs="Arial"/>
                <w:sz w:val="20"/>
                <w:szCs w:val="20"/>
                <w:lang w:eastAsia="pl-PL"/>
              </w:rPr>
            </w:pPr>
            <w:r w:rsidRPr="00827442">
              <w:rPr>
                <w:rFonts w:cs="Arial"/>
                <w:sz w:val="20"/>
                <w:szCs w:val="20"/>
                <w:lang w:eastAsia="pl-PL"/>
              </w:rPr>
              <w:t xml:space="preserve">Pole tekstowe </w:t>
            </w:r>
            <w:proofErr w:type="spellStart"/>
            <w:r w:rsidRPr="00827442">
              <w:rPr>
                <w:rFonts w:cs="Arial"/>
                <w:sz w:val="20"/>
                <w:szCs w:val="20"/>
                <w:lang w:eastAsia="pl-PL"/>
              </w:rPr>
              <w:t>submissionAim</w:t>
            </w:r>
            <w:proofErr w:type="spellEnd"/>
            <w:r w:rsidRPr="00827442">
              <w:rPr>
                <w:rFonts w:cs="Arial"/>
                <w:sz w:val="20"/>
                <w:szCs w:val="20"/>
                <w:lang w:eastAsia="pl-PL"/>
              </w:rPr>
              <w:t xml:space="preserve"> wypełnione wartościami „Deklaracja” albo „Korekta”.</w:t>
            </w:r>
          </w:p>
        </w:tc>
      </w:tr>
      <w:tr w:rsidR="00911E2E" w:rsidRPr="00827442" w14:paraId="11829F6E" w14:textId="77777777" w:rsidTr="009B4595">
        <w:trPr>
          <w:trHeight w:val="213"/>
        </w:trPr>
        <w:tc>
          <w:tcPr>
            <w:tcW w:w="943" w:type="dxa"/>
          </w:tcPr>
          <w:p w14:paraId="73A3F2ED" w14:textId="77777777" w:rsidR="00911E2E" w:rsidRPr="00827442" w:rsidRDefault="00911E2E" w:rsidP="00CA23D5">
            <w:pPr>
              <w:pStyle w:val="Tabelazwyky"/>
            </w:pPr>
            <w:bookmarkStart w:id="84" w:name="R3"/>
            <w:r w:rsidRPr="00827442">
              <w:t>R3</w:t>
            </w:r>
            <w:bookmarkEnd w:id="84"/>
          </w:p>
        </w:tc>
        <w:tc>
          <w:tcPr>
            <w:tcW w:w="8111" w:type="dxa"/>
          </w:tcPr>
          <w:p w14:paraId="73AB665B" w14:textId="726F204F" w:rsidR="00911E2E" w:rsidRPr="00827442" w:rsidRDefault="009B4595" w:rsidP="00CA23D5">
            <w:pPr>
              <w:pStyle w:val="Tabelazwyky"/>
            </w:pPr>
            <w:r w:rsidRPr="00827442">
              <w:t xml:space="preserve">Muszą być wypełnione pola </w:t>
            </w:r>
            <w:proofErr w:type="spellStart"/>
            <w:r w:rsidRPr="00827442">
              <w:t>Trader</w:t>
            </w:r>
            <w:proofErr w:type="spellEnd"/>
            <w:r w:rsidRPr="00827442">
              <w:t xml:space="preserve">: </w:t>
            </w:r>
            <w:proofErr w:type="spellStart"/>
            <w:r w:rsidRPr="00827442">
              <w:t>province</w:t>
            </w:r>
            <w:proofErr w:type="spellEnd"/>
            <w:r w:rsidRPr="00827442">
              <w:t xml:space="preserve">, </w:t>
            </w:r>
            <w:proofErr w:type="spellStart"/>
            <w:r w:rsidRPr="00827442">
              <w:t>district</w:t>
            </w:r>
            <w:proofErr w:type="spellEnd"/>
            <w:r w:rsidRPr="00827442">
              <w:t xml:space="preserve">, </w:t>
            </w:r>
            <w:proofErr w:type="spellStart"/>
            <w:r w:rsidRPr="00827442">
              <w:t>commune</w:t>
            </w:r>
            <w:proofErr w:type="spellEnd"/>
            <w:r w:rsidRPr="00827442">
              <w:t xml:space="preserve">, </w:t>
            </w:r>
            <w:proofErr w:type="spellStart"/>
            <w:r w:rsidRPr="00827442">
              <w:t>houseNumber</w:t>
            </w:r>
            <w:proofErr w:type="spellEnd"/>
            <w:r w:rsidRPr="00827442">
              <w:t xml:space="preserve">, </w:t>
            </w:r>
            <w:proofErr w:type="spellStart"/>
            <w:r w:rsidRPr="00827442">
              <w:t>postalCode</w:t>
            </w:r>
            <w:proofErr w:type="spellEnd"/>
            <w:r w:rsidRPr="00827442">
              <w:t xml:space="preserve">, </w:t>
            </w:r>
            <w:proofErr w:type="spellStart"/>
            <w:r w:rsidRPr="00827442">
              <w:t>postalName</w:t>
            </w:r>
            <w:proofErr w:type="spellEnd"/>
            <w:r w:rsidRPr="00827442">
              <w:t>.</w:t>
            </w:r>
          </w:p>
        </w:tc>
      </w:tr>
      <w:tr w:rsidR="00911E2E" w:rsidRPr="00827442" w14:paraId="68876602" w14:textId="77777777" w:rsidTr="009B4595">
        <w:trPr>
          <w:trHeight w:val="213"/>
        </w:trPr>
        <w:tc>
          <w:tcPr>
            <w:tcW w:w="943" w:type="dxa"/>
          </w:tcPr>
          <w:p w14:paraId="5B2B07DD" w14:textId="77777777" w:rsidR="00911E2E" w:rsidRPr="00827442" w:rsidRDefault="00911E2E" w:rsidP="00CA23D5">
            <w:pPr>
              <w:pStyle w:val="Tabelazwyky"/>
            </w:pPr>
            <w:bookmarkStart w:id="85" w:name="R10"/>
            <w:r w:rsidRPr="00827442">
              <w:t>R10</w:t>
            </w:r>
            <w:bookmarkEnd w:id="85"/>
          </w:p>
        </w:tc>
        <w:tc>
          <w:tcPr>
            <w:tcW w:w="8111" w:type="dxa"/>
          </w:tcPr>
          <w:p w14:paraId="446FA1FD" w14:textId="77777777" w:rsidR="009B4595" w:rsidRPr="00827442" w:rsidRDefault="009B4595" w:rsidP="009B4595">
            <w:pPr>
              <w:pStyle w:val="Tabelazwyky"/>
            </w:pPr>
            <w:r w:rsidRPr="00827442">
              <w:t xml:space="preserve">Możliwe wartości pola </w:t>
            </w:r>
            <w:proofErr w:type="spellStart"/>
            <w:r w:rsidRPr="00827442">
              <w:t>typeOfGame</w:t>
            </w:r>
            <w:proofErr w:type="spellEnd"/>
            <w:r w:rsidRPr="00827442">
              <w:t>:</w:t>
            </w:r>
          </w:p>
          <w:p w14:paraId="09A65210" w14:textId="77777777" w:rsidR="009B4595" w:rsidRPr="00827442" w:rsidRDefault="009B4595" w:rsidP="009B4595">
            <w:pPr>
              <w:pStyle w:val="Tabelazwyky"/>
            </w:pPr>
            <w:r w:rsidRPr="00827442">
              <w:t>6 - Loterie pieniężne,</w:t>
            </w:r>
          </w:p>
          <w:p w14:paraId="4CA6D98C" w14:textId="77777777" w:rsidR="009B4595" w:rsidRPr="00827442" w:rsidRDefault="009B4595" w:rsidP="009B4595">
            <w:pPr>
              <w:pStyle w:val="Tabelazwyky"/>
            </w:pPr>
            <w:r w:rsidRPr="00827442">
              <w:t xml:space="preserve">7 - Gra </w:t>
            </w:r>
            <w:proofErr w:type="spellStart"/>
            <w:r w:rsidRPr="00827442">
              <w:t>telebingo</w:t>
            </w:r>
            <w:proofErr w:type="spellEnd"/>
            <w:r w:rsidRPr="00827442">
              <w:t>,</w:t>
            </w:r>
          </w:p>
          <w:p w14:paraId="439FE7AB" w14:textId="37F4B05E" w:rsidR="00911E2E" w:rsidRPr="00827442" w:rsidRDefault="009B4595" w:rsidP="009B4595">
            <w:pPr>
              <w:pStyle w:val="Tabelazwyky"/>
            </w:pPr>
            <w:r w:rsidRPr="00827442">
              <w:t>9 - Gry liczbowe.</w:t>
            </w:r>
          </w:p>
        </w:tc>
      </w:tr>
      <w:tr w:rsidR="00911E2E" w:rsidRPr="00827442" w14:paraId="14A0C73F" w14:textId="77777777" w:rsidTr="009B4595">
        <w:trPr>
          <w:trHeight w:val="213"/>
        </w:trPr>
        <w:tc>
          <w:tcPr>
            <w:tcW w:w="943" w:type="dxa"/>
          </w:tcPr>
          <w:p w14:paraId="2D61413B" w14:textId="77777777" w:rsidR="00911E2E" w:rsidRPr="00827442" w:rsidRDefault="00911E2E" w:rsidP="00CA23D5">
            <w:pPr>
              <w:pStyle w:val="Tabelazwyky"/>
            </w:pPr>
            <w:bookmarkStart w:id="86" w:name="R11"/>
            <w:r w:rsidRPr="00827442">
              <w:t>R11</w:t>
            </w:r>
            <w:bookmarkEnd w:id="86"/>
          </w:p>
        </w:tc>
        <w:tc>
          <w:tcPr>
            <w:tcW w:w="8111" w:type="dxa"/>
          </w:tcPr>
          <w:p w14:paraId="07103A7F" w14:textId="6533BFCD" w:rsidR="00911E2E" w:rsidRPr="00827442" w:rsidRDefault="009B4595" w:rsidP="00CA23D5">
            <w:pPr>
              <w:pStyle w:val="Tabelazwyky"/>
            </w:pPr>
            <w:r w:rsidRPr="00827442">
              <w:t xml:space="preserve">Wprowadzona w polu </w:t>
            </w:r>
            <w:proofErr w:type="spellStart"/>
            <w:r w:rsidRPr="00827442">
              <w:t>amountOfAid</w:t>
            </w:r>
            <w:proofErr w:type="spellEnd"/>
            <w:r w:rsidRPr="00827442">
              <w:t xml:space="preserve"> wartość powinna być równa iloczynowi wartości w polach „Gry liczbowe” w polach </w:t>
            </w:r>
            <w:proofErr w:type="spellStart"/>
            <w:r w:rsidRPr="00827442">
              <w:t>taxBase</w:t>
            </w:r>
            <w:proofErr w:type="spellEnd"/>
            <w:r w:rsidRPr="00827442">
              <w:t xml:space="preserve"> i </w:t>
            </w:r>
            <w:proofErr w:type="spellStart"/>
            <w:r w:rsidRPr="00827442">
              <w:t>taxRatePercentage</w:t>
            </w:r>
            <w:proofErr w:type="spellEnd"/>
            <w:r w:rsidRPr="00827442">
              <w:t>.</w:t>
            </w:r>
          </w:p>
        </w:tc>
      </w:tr>
      <w:tr w:rsidR="00911E2E" w:rsidRPr="00827442" w14:paraId="1A04466F" w14:textId="77777777" w:rsidTr="009B4595">
        <w:trPr>
          <w:trHeight w:val="213"/>
        </w:trPr>
        <w:tc>
          <w:tcPr>
            <w:tcW w:w="943" w:type="dxa"/>
          </w:tcPr>
          <w:p w14:paraId="77087CB2" w14:textId="77777777" w:rsidR="00911E2E" w:rsidRPr="00827442" w:rsidRDefault="00911E2E" w:rsidP="00CA23D5">
            <w:pPr>
              <w:pStyle w:val="Tabelazwyky"/>
            </w:pPr>
            <w:bookmarkStart w:id="87" w:name="R12"/>
            <w:r w:rsidRPr="00827442">
              <w:t>R12</w:t>
            </w:r>
            <w:bookmarkEnd w:id="87"/>
          </w:p>
        </w:tc>
        <w:tc>
          <w:tcPr>
            <w:tcW w:w="8111" w:type="dxa"/>
          </w:tcPr>
          <w:p w14:paraId="1BA4BD71" w14:textId="38F51206" w:rsidR="00911E2E" w:rsidRPr="00827442" w:rsidRDefault="009B4595" w:rsidP="00CA23D5">
            <w:pPr>
              <w:pStyle w:val="Tabelazwyky"/>
            </w:pPr>
            <w:r w:rsidRPr="00827442">
              <w:t>Wprowadzona w polu sum wartość powinna być równa sumie wartości we wszystkich polach w kolumnie [Kwota podatku].</w:t>
            </w:r>
          </w:p>
        </w:tc>
      </w:tr>
      <w:tr w:rsidR="00911E2E" w:rsidRPr="00827442" w14:paraId="6743DF72" w14:textId="77777777" w:rsidTr="009B4595">
        <w:trPr>
          <w:trHeight w:val="213"/>
        </w:trPr>
        <w:tc>
          <w:tcPr>
            <w:tcW w:w="943" w:type="dxa"/>
          </w:tcPr>
          <w:p w14:paraId="310ED483" w14:textId="77777777" w:rsidR="00911E2E" w:rsidRPr="00827442" w:rsidRDefault="00911E2E" w:rsidP="009B4595">
            <w:pPr>
              <w:pStyle w:val="Tabelazwyky"/>
            </w:pPr>
            <w:bookmarkStart w:id="88" w:name="R13"/>
            <w:r w:rsidRPr="00827442">
              <w:t>R13</w:t>
            </w:r>
            <w:bookmarkEnd w:id="88"/>
          </w:p>
        </w:tc>
        <w:tc>
          <w:tcPr>
            <w:tcW w:w="8111" w:type="dxa"/>
          </w:tcPr>
          <w:p w14:paraId="20FB644F" w14:textId="56E447BC" w:rsidR="00911E2E" w:rsidRPr="00827442" w:rsidRDefault="009B4595" w:rsidP="009B4595">
            <w:pPr>
              <w:pStyle w:val="Tabelazwyky"/>
            </w:pPr>
            <w:r w:rsidRPr="00827442">
              <w:t xml:space="preserve">Pobranie do pola </w:t>
            </w:r>
            <w:proofErr w:type="spellStart"/>
            <w:r w:rsidRPr="00827442">
              <w:t>excessContributSettlementOfPrevDecl</w:t>
            </w:r>
            <w:proofErr w:type="spellEnd"/>
            <w:r w:rsidRPr="00827442">
              <w:t xml:space="preserve"> danych z pola „Nadpłata wpłat dziennych” informacji za poprzedni okres.</w:t>
            </w:r>
          </w:p>
        </w:tc>
      </w:tr>
      <w:tr w:rsidR="00911E2E" w:rsidRPr="00827442" w14:paraId="533C0DED" w14:textId="77777777" w:rsidTr="009B4595">
        <w:trPr>
          <w:trHeight w:val="213"/>
        </w:trPr>
        <w:tc>
          <w:tcPr>
            <w:tcW w:w="943" w:type="dxa"/>
          </w:tcPr>
          <w:p w14:paraId="31E013D2" w14:textId="77777777" w:rsidR="00911E2E" w:rsidRPr="00827442" w:rsidRDefault="00911E2E" w:rsidP="009B4595">
            <w:pPr>
              <w:pStyle w:val="Tabelazwyky"/>
            </w:pPr>
            <w:bookmarkStart w:id="89" w:name="R14"/>
            <w:r w:rsidRPr="00827442">
              <w:t>R14</w:t>
            </w:r>
            <w:bookmarkEnd w:id="89"/>
          </w:p>
        </w:tc>
        <w:tc>
          <w:tcPr>
            <w:tcW w:w="8111" w:type="dxa"/>
          </w:tcPr>
          <w:p w14:paraId="7C653F58" w14:textId="24AFA0CA" w:rsidR="00911E2E" w:rsidRPr="00827442" w:rsidRDefault="009B4595" w:rsidP="009B4595">
            <w:pPr>
              <w:pStyle w:val="Tabelazwyky"/>
            </w:pPr>
            <w:r w:rsidRPr="00827442">
              <w:t xml:space="preserve">Kwota wprowadzona w polu </w:t>
            </w:r>
            <w:proofErr w:type="spellStart"/>
            <w:r w:rsidRPr="00827442">
              <w:t>amountOfPaymentsDaily</w:t>
            </w:r>
            <w:proofErr w:type="spellEnd"/>
            <w:r w:rsidRPr="00827442">
              <w:t xml:space="preserve"> powinna być równa wartości w polu „Podatek wpłacony” w załączniku POG-5/C.</w:t>
            </w:r>
          </w:p>
        </w:tc>
      </w:tr>
      <w:tr w:rsidR="00911E2E" w:rsidRPr="00827442" w14:paraId="4A007728" w14:textId="77777777" w:rsidTr="009B4595">
        <w:trPr>
          <w:trHeight w:val="213"/>
        </w:trPr>
        <w:tc>
          <w:tcPr>
            <w:tcW w:w="943" w:type="dxa"/>
          </w:tcPr>
          <w:p w14:paraId="41EF19C9" w14:textId="77777777" w:rsidR="00911E2E" w:rsidRPr="00827442" w:rsidRDefault="00911E2E" w:rsidP="00CA23D5">
            <w:pPr>
              <w:pStyle w:val="Tabelazwyky"/>
            </w:pPr>
            <w:bookmarkStart w:id="90" w:name="R15"/>
            <w:r w:rsidRPr="00827442">
              <w:t>R15</w:t>
            </w:r>
            <w:bookmarkEnd w:id="90"/>
          </w:p>
        </w:tc>
        <w:tc>
          <w:tcPr>
            <w:tcW w:w="8111" w:type="dxa"/>
          </w:tcPr>
          <w:p w14:paraId="0CBD01F3" w14:textId="39D75CAB" w:rsidR="00911E2E" w:rsidRPr="00827442" w:rsidRDefault="009B4595" w:rsidP="00CA23D5">
            <w:pPr>
              <w:pStyle w:val="Tabelazwyky"/>
            </w:pPr>
            <w:r w:rsidRPr="00827442">
              <w:t xml:space="preserve">Porównanie wprowadzonej w polu </w:t>
            </w:r>
            <w:proofErr w:type="spellStart"/>
            <w:r w:rsidRPr="00827442">
              <w:t>toPay</w:t>
            </w:r>
            <w:proofErr w:type="spellEnd"/>
            <w:r w:rsidRPr="00827442">
              <w:t xml:space="preserve"> wartości z kwotą wyliczoną z wartości w polach wg wzoru: „Razem kwota dopłat” – („Nadpłata wpłat dziennych” + „Wpłaty dzienne”). Jeśli wyliczona wartość jest ujemna, powinno być 0.  </w:t>
            </w:r>
          </w:p>
        </w:tc>
      </w:tr>
      <w:tr w:rsidR="00911E2E" w:rsidRPr="00827442" w14:paraId="42DA5FA3" w14:textId="77777777" w:rsidTr="009B4595">
        <w:trPr>
          <w:trHeight w:val="213"/>
        </w:trPr>
        <w:tc>
          <w:tcPr>
            <w:tcW w:w="943" w:type="dxa"/>
          </w:tcPr>
          <w:p w14:paraId="0EE815FF" w14:textId="77777777" w:rsidR="00911E2E" w:rsidRPr="00827442" w:rsidRDefault="00911E2E" w:rsidP="00CA23D5">
            <w:pPr>
              <w:pStyle w:val="Tabelazwyky"/>
            </w:pPr>
            <w:bookmarkStart w:id="91" w:name="R16"/>
            <w:r w:rsidRPr="00827442">
              <w:t>R16</w:t>
            </w:r>
            <w:bookmarkEnd w:id="91"/>
          </w:p>
        </w:tc>
        <w:tc>
          <w:tcPr>
            <w:tcW w:w="8111" w:type="dxa"/>
          </w:tcPr>
          <w:p w14:paraId="78A090A7" w14:textId="19F257D5" w:rsidR="00911E2E" w:rsidRPr="00827442" w:rsidRDefault="009B4595" w:rsidP="00CA23D5">
            <w:pPr>
              <w:pStyle w:val="Tabelazwyky"/>
            </w:pPr>
            <w:r w:rsidRPr="00827442">
              <w:t xml:space="preserve">Porównanie wprowadzonej w polu </w:t>
            </w:r>
            <w:proofErr w:type="spellStart"/>
            <w:r w:rsidRPr="00827442">
              <w:t>excessContributSettlement</w:t>
            </w:r>
            <w:proofErr w:type="spellEnd"/>
            <w:r w:rsidRPr="00827442">
              <w:t xml:space="preserve"> wartości z kwotą wyliczoną z wartości w polach wg wzoru: („Nadpłata  wpłat dziennych” + „Wpłaty dzienne”) – „Razem”. Jeśli wyliczona wartość jest ujemna, powinno być 0.</w:t>
            </w:r>
          </w:p>
        </w:tc>
      </w:tr>
      <w:tr w:rsidR="003549A3" w:rsidRPr="00827442" w14:paraId="47FCCDAE" w14:textId="77777777" w:rsidTr="009B4595">
        <w:trPr>
          <w:trHeight w:val="213"/>
        </w:trPr>
        <w:tc>
          <w:tcPr>
            <w:tcW w:w="943" w:type="dxa"/>
          </w:tcPr>
          <w:p w14:paraId="4E93CB8D" w14:textId="77777777" w:rsidR="003549A3" w:rsidRPr="00827442" w:rsidRDefault="003549A3" w:rsidP="00CA23D5">
            <w:pPr>
              <w:pStyle w:val="Tabelazwyky"/>
            </w:pPr>
            <w:r w:rsidRPr="00827442">
              <w:lastRenderedPageBreak/>
              <w:t>R17</w:t>
            </w:r>
          </w:p>
        </w:tc>
        <w:tc>
          <w:tcPr>
            <w:tcW w:w="8111" w:type="dxa"/>
          </w:tcPr>
          <w:p w14:paraId="16F4CA2D" w14:textId="7ED49330" w:rsidR="003549A3" w:rsidRPr="00827442" w:rsidRDefault="009B4595" w:rsidP="00CA23D5">
            <w:pPr>
              <w:pStyle w:val="Tabelazwyky"/>
            </w:pPr>
            <w:r w:rsidRPr="00827442">
              <w:t>Dopuszczalnym okresem (period) za który będzie mogła być złożona deklaracja: nie może być wcześniejszy niż luty 2017 roku.</w:t>
            </w:r>
          </w:p>
        </w:tc>
      </w:tr>
    </w:tbl>
    <w:p w14:paraId="5A98B982" w14:textId="77777777" w:rsidR="00EF2230" w:rsidRPr="00827442" w:rsidRDefault="00EF2230" w:rsidP="00EF2230">
      <w:pPr>
        <w:pStyle w:val="Nagwek1"/>
      </w:pPr>
      <w:bookmarkStart w:id="92" w:name="_Toc361145818"/>
      <w:bookmarkStart w:id="93" w:name="_Toc349568563"/>
      <w:bookmarkStart w:id="94" w:name="_Toc341696655"/>
      <w:bookmarkStart w:id="95" w:name="_Toc341696656"/>
      <w:bookmarkStart w:id="96" w:name="_Toc349568564"/>
      <w:bookmarkStart w:id="97" w:name="_Toc348954635"/>
      <w:bookmarkStart w:id="98" w:name="_Toc183602223"/>
      <w:r w:rsidRPr="00827442">
        <w:lastRenderedPageBreak/>
        <w:t>Załączniki</w:t>
      </w:r>
      <w:bookmarkEnd w:id="92"/>
      <w:bookmarkEnd w:id="93"/>
      <w:bookmarkEnd w:id="94"/>
      <w:bookmarkEnd w:id="98"/>
    </w:p>
    <w:p w14:paraId="30118618" w14:textId="77777777" w:rsidR="00EF2230" w:rsidRPr="00827442" w:rsidRDefault="00EF2230" w:rsidP="00EF2230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99" w:name="_Toc348954634"/>
      <w:bookmarkStart w:id="100" w:name="_Toc361145819"/>
      <w:bookmarkStart w:id="101" w:name="_Toc183602224"/>
      <w:r w:rsidRPr="00827442">
        <w:rPr>
          <w:lang w:val="pl-PL"/>
        </w:rPr>
        <w:t xml:space="preserve">Pliki deklaracji </w:t>
      </w:r>
      <w:r w:rsidR="00AB2492" w:rsidRPr="00827442">
        <w:rPr>
          <w:lang w:val="pl-PL"/>
        </w:rPr>
        <w:t>GHD</w:t>
      </w:r>
      <w:r w:rsidR="009823DB" w:rsidRPr="00827442">
        <w:rPr>
          <w:lang w:val="pl-PL"/>
        </w:rPr>
        <w:t>-</w:t>
      </w:r>
      <w:r w:rsidR="00AB2492" w:rsidRPr="00827442">
        <w:rPr>
          <w:lang w:val="pl-PL"/>
        </w:rPr>
        <w:t>1</w:t>
      </w:r>
      <w:bookmarkEnd w:id="99"/>
      <w:bookmarkEnd w:id="100"/>
      <w:bookmarkEnd w:id="101"/>
    </w:p>
    <w:p w14:paraId="2B5226B4" w14:textId="77777777" w:rsidR="005C3EE5" w:rsidRPr="00827442" w:rsidRDefault="00EF2230" w:rsidP="00EF2230">
      <w:pPr>
        <w:pStyle w:val="Nagwek3"/>
        <w:rPr>
          <w:lang w:val="pl-PL"/>
        </w:rPr>
      </w:pPr>
      <w:r w:rsidRPr="00827442">
        <w:rPr>
          <w:lang w:val="pl-PL"/>
        </w:rPr>
        <w:t xml:space="preserve"> </w:t>
      </w:r>
      <w:bookmarkStart w:id="102" w:name="_Toc183602225"/>
      <w:r w:rsidR="008C0311" w:rsidRPr="00827442">
        <w:rPr>
          <w:lang w:val="pl-PL"/>
        </w:rPr>
        <w:t xml:space="preserve">Plik </w:t>
      </w:r>
      <w:r w:rsidR="00AB2492" w:rsidRPr="00827442">
        <w:rPr>
          <w:lang w:val="pl-PL"/>
        </w:rPr>
        <w:t>ghd1</w:t>
      </w:r>
      <w:r w:rsidR="005C3EE5" w:rsidRPr="00827442">
        <w:rPr>
          <w:lang w:val="pl-PL"/>
        </w:rPr>
        <w:t>.xsd</w:t>
      </w:r>
      <w:bookmarkEnd w:id="95"/>
      <w:bookmarkEnd w:id="96"/>
      <w:bookmarkEnd w:id="97"/>
      <w:bookmarkEnd w:id="102"/>
    </w:p>
    <w:p w14:paraId="63989B2F" w14:textId="6480DC84" w:rsidR="008C0311" w:rsidRPr="00827442" w:rsidRDefault="00AB2492" w:rsidP="00CA23D5">
      <w:pPr>
        <w:jc w:val="both"/>
      </w:pPr>
      <w:r w:rsidRPr="00827442">
        <w:t>Plik zawierający definicję struktury danych dla deklaracji.</w:t>
      </w:r>
    </w:p>
    <w:sectPr w:rsidR="008C0311" w:rsidRPr="00827442" w:rsidSect="00860601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58B9" w14:textId="77777777" w:rsidR="00D1078E" w:rsidRDefault="00D1078E" w:rsidP="007D0A84">
      <w:r>
        <w:separator/>
      </w:r>
    </w:p>
    <w:p w14:paraId="694191F0" w14:textId="77777777" w:rsidR="00D1078E" w:rsidRDefault="00D1078E" w:rsidP="007D0A84"/>
  </w:endnote>
  <w:endnote w:type="continuationSeparator" w:id="0">
    <w:p w14:paraId="7934A33C" w14:textId="77777777" w:rsidR="00D1078E" w:rsidRDefault="00D1078E" w:rsidP="007D0A84">
      <w:r>
        <w:continuationSeparator/>
      </w:r>
    </w:p>
    <w:p w14:paraId="7367257C" w14:textId="77777777" w:rsidR="00D1078E" w:rsidRDefault="00D1078E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8708" w14:textId="77777777" w:rsidR="00DE6D49" w:rsidRDefault="00DE6D49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8B1DE4" w14:textId="77777777" w:rsidR="00DE6D49" w:rsidRDefault="00DE6D49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1FE0" w14:textId="77777777" w:rsidR="00DE6D49" w:rsidRPr="005E41DE" w:rsidRDefault="00DE6D49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B34C8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B34C8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64704" w14:textId="77777777" w:rsidR="00D1078E" w:rsidRDefault="00D1078E" w:rsidP="007D0A84">
      <w:r>
        <w:separator/>
      </w:r>
    </w:p>
    <w:p w14:paraId="6A5F68B3" w14:textId="77777777" w:rsidR="00D1078E" w:rsidRDefault="00D1078E" w:rsidP="007D0A84"/>
  </w:footnote>
  <w:footnote w:type="continuationSeparator" w:id="0">
    <w:p w14:paraId="6C3FD2BF" w14:textId="77777777" w:rsidR="00D1078E" w:rsidRDefault="00D1078E" w:rsidP="007D0A84">
      <w:r>
        <w:continuationSeparator/>
      </w:r>
    </w:p>
    <w:p w14:paraId="6784C7B8" w14:textId="77777777" w:rsidR="00D1078E" w:rsidRDefault="00D1078E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D7AF" w14:textId="1951F94F" w:rsidR="00DE6D49" w:rsidRPr="0096472A" w:rsidRDefault="00CC2290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6DC9C3A4" wp14:editId="7063660F">
          <wp:extent cx="3185795" cy="649605"/>
          <wp:effectExtent l="0" t="0" r="0" b="0"/>
          <wp:docPr id="9" name="Obraz 9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01D6C9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D3D09"/>
    <w:multiLevelType w:val="hybridMultilevel"/>
    <w:tmpl w:val="8CEEF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0ED"/>
    <w:rsid w:val="0000679B"/>
    <w:rsid w:val="0000721C"/>
    <w:rsid w:val="00007E47"/>
    <w:rsid w:val="00010350"/>
    <w:rsid w:val="00010FA9"/>
    <w:rsid w:val="00011D3A"/>
    <w:rsid w:val="000158A1"/>
    <w:rsid w:val="00016325"/>
    <w:rsid w:val="000164B0"/>
    <w:rsid w:val="00017454"/>
    <w:rsid w:val="000174FC"/>
    <w:rsid w:val="000218F7"/>
    <w:rsid w:val="00022515"/>
    <w:rsid w:val="00023F46"/>
    <w:rsid w:val="00024A70"/>
    <w:rsid w:val="00024E81"/>
    <w:rsid w:val="0002544A"/>
    <w:rsid w:val="000258BD"/>
    <w:rsid w:val="00026161"/>
    <w:rsid w:val="00027B41"/>
    <w:rsid w:val="0003228A"/>
    <w:rsid w:val="00033522"/>
    <w:rsid w:val="00034C39"/>
    <w:rsid w:val="00035695"/>
    <w:rsid w:val="00035F37"/>
    <w:rsid w:val="0003638D"/>
    <w:rsid w:val="00037B90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46C5B"/>
    <w:rsid w:val="00050718"/>
    <w:rsid w:val="00050E71"/>
    <w:rsid w:val="000532A7"/>
    <w:rsid w:val="000548F3"/>
    <w:rsid w:val="00056119"/>
    <w:rsid w:val="00056781"/>
    <w:rsid w:val="00060B0C"/>
    <w:rsid w:val="0006207D"/>
    <w:rsid w:val="00063460"/>
    <w:rsid w:val="00063503"/>
    <w:rsid w:val="00063F52"/>
    <w:rsid w:val="00064EFD"/>
    <w:rsid w:val="00065494"/>
    <w:rsid w:val="00065988"/>
    <w:rsid w:val="000659FA"/>
    <w:rsid w:val="0006611D"/>
    <w:rsid w:val="0006616D"/>
    <w:rsid w:val="00066ADF"/>
    <w:rsid w:val="00067FEA"/>
    <w:rsid w:val="000707BB"/>
    <w:rsid w:val="00072327"/>
    <w:rsid w:val="00072EBE"/>
    <w:rsid w:val="00073C5A"/>
    <w:rsid w:val="0007524F"/>
    <w:rsid w:val="0007661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5B26"/>
    <w:rsid w:val="00086C72"/>
    <w:rsid w:val="0008784C"/>
    <w:rsid w:val="00091144"/>
    <w:rsid w:val="00097986"/>
    <w:rsid w:val="000A0DD8"/>
    <w:rsid w:val="000A1964"/>
    <w:rsid w:val="000A1D16"/>
    <w:rsid w:val="000A2072"/>
    <w:rsid w:val="000A2B35"/>
    <w:rsid w:val="000A3EDB"/>
    <w:rsid w:val="000A494E"/>
    <w:rsid w:val="000A5C28"/>
    <w:rsid w:val="000A6AF1"/>
    <w:rsid w:val="000A71C7"/>
    <w:rsid w:val="000B165D"/>
    <w:rsid w:val="000B1B12"/>
    <w:rsid w:val="000B31F5"/>
    <w:rsid w:val="000B397D"/>
    <w:rsid w:val="000B4713"/>
    <w:rsid w:val="000B4AAB"/>
    <w:rsid w:val="000B5847"/>
    <w:rsid w:val="000B5A33"/>
    <w:rsid w:val="000B5FB9"/>
    <w:rsid w:val="000B668C"/>
    <w:rsid w:val="000C08EC"/>
    <w:rsid w:val="000C0A19"/>
    <w:rsid w:val="000C0B3E"/>
    <w:rsid w:val="000C0D2E"/>
    <w:rsid w:val="000C185F"/>
    <w:rsid w:val="000C2AEB"/>
    <w:rsid w:val="000C7663"/>
    <w:rsid w:val="000D083E"/>
    <w:rsid w:val="000D0B5C"/>
    <w:rsid w:val="000D19AC"/>
    <w:rsid w:val="000D2059"/>
    <w:rsid w:val="000D2898"/>
    <w:rsid w:val="000D2CB8"/>
    <w:rsid w:val="000D33C6"/>
    <w:rsid w:val="000D3499"/>
    <w:rsid w:val="000D3AD4"/>
    <w:rsid w:val="000D4491"/>
    <w:rsid w:val="000D4C90"/>
    <w:rsid w:val="000D5AC3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0F7B2D"/>
    <w:rsid w:val="001008A9"/>
    <w:rsid w:val="00101CE2"/>
    <w:rsid w:val="00102224"/>
    <w:rsid w:val="00103EBE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F38"/>
    <w:rsid w:val="0011763B"/>
    <w:rsid w:val="00117850"/>
    <w:rsid w:val="001207D5"/>
    <w:rsid w:val="00122788"/>
    <w:rsid w:val="0012590D"/>
    <w:rsid w:val="00125BDF"/>
    <w:rsid w:val="0012617A"/>
    <w:rsid w:val="00126C4D"/>
    <w:rsid w:val="00127D0D"/>
    <w:rsid w:val="001303B8"/>
    <w:rsid w:val="0013061A"/>
    <w:rsid w:val="001320C1"/>
    <w:rsid w:val="001335AD"/>
    <w:rsid w:val="00133744"/>
    <w:rsid w:val="00133782"/>
    <w:rsid w:val="001338C3"/>
    <w:rsid w:val="00135581"/>
    <w:rsid w:val="00135F3D"/>
    <w:rsid w:val="001364C6"/>
    <w:rsid w:val="00136C98"/>
    <w:rsid w:val="00140046"/>
    <w:rsid w:val="00141D91"/>
    <w:rsid w:val="001427F4"/>
    <w:rsid w:val="00142B4C"/>
    <w:rsid w:val="00142EAB"/>
    <w:rsid w:val="001433D1"/>
    <w:rsid w:val="001467A0"/>
    <w:rsid w:val="00146E34"/>
    <w:rsid w:val="001519EF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0247"/>
    <w:rsid w:val="001613E1"/>
    <w:rsid w:val="001615F7"/>
    <w:rsid w:val="001621D0"/>
    <w:rsid w:val="0016423F"/>
    <w:rsid w:val="001643D6"/>
    <w:rsid w:val="00165097"/>
    <w:rsid w:val="00167006"/>
    <w:rsid w:val="00167530"/>
    <w:rsid w:val="0016795E"/>
    <w:rsid w:val="001707F0"/>
    <w:rsid w:val="00172536"/>
    <w:rsid w:val="00173D7D"/>
    <w:rsid w:val="001744D8"/>
    <w:rsid w:val="001755CA"/>
    <w:rsid w:val="001759DA"/>
    <w:rsid w:val="00175DDD"/>
    <w:rsid w:val="0017616E"/>
    <w:rsid w:val="0017629B"/>
    <w:rsid w:val="001767A9"/>
    <w:rsid w:val="00176D0E"/>
    <w:rsid w:val="00183201"/>
    <w:rsid w:val="00183692"/>
    <w:rsid w:val="00183E44"/>
    <w:rsid w:val="00184027"/>
    <w:rsid w:val="00184D98"/>
    <w:rsid w:val="0018576D"/>
    <w:rsid w:val="001858C8"/>
    <w:rsid w:val="0018612F"/>
    <w:rsid w:val="00187461"/>
    <w:rsid w:val="001910DD"/>
    <w:rsid w:val="00191898"/>
    <w:rsid w:val="00191A04"/>
    <w:rsid w:val="0019278B"/>
    <w:rsid w:val="00193513"/>
    <w:rsid w:val="00193B3E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533"/>
    <w:rsid w:val="001A66D1"/>
    <w:rsid w:val="001A6D14"/>
    <w:rsid w:val="001A6D7E"/>
    <w:rsid w:val="001A7F9A"/>
    <w:rsid w:val="001B0AD4"/>
    <w:rsid w:val="001B3B84"/>
    <w:rsid w:val="001B481E"/>
    <w:rsid w:val="001B5F9A"/>
    <w:rsid w:val="001B6546"/>
    <w:rsid w:val="001C0016"/>
    <w:rsid w:val="001C07B7"/>
    <w:rsid w:val="001C0BE0"/>
    <w:rsid w:val="001C0E6B"/>
    <w:rsid w:val="001C21DA"/>
    <w:rsid w:val="001C45CC"/>
    <w:rsid w:val="001C5204"/>
    <w:rsid w:val="001C6732"/>
    <w:rsid w:val="001C680A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D8F"/>
    <w:rsid w:val="001E6DC5"/>
    <w:rsid w:val="001F0DD7"/>
    <w:rsid w:val="001F5F7F"/>
    <w:rsid w:val="001F613C"/>
    <w:rsid w:val="001F771E"/>
    <w:rsid w:val="001F77ED"/>
    <w:rsid w:val="00201B37"/>
    <w:rsid w:val="00201EF5"/>
    <w:rsid w:val="00202C00"/>
    <w:rsid w:val="00203AA1"/>
    <w:rsid w:val="0020545E"/>
    <w:rsid w:val="00205E66"/>
    <w:rsid w:val="002063EB"/>
    <w:rsid w:val="002100B6"/>
    <w:rsid w:val="00210F00"/>
    <w:rsid w:val="00211695"/>
    <w:rsid w:val="00213414"/>
    <w:rsid w:val="002138CE"/>
    <w:rsid w:val="0021450A"/>
    <w:rsid w:val="002146A0"/>
    <w:rsid w:val="00216EE5"/>
    <w:rsid w:val="00217B8F"/>
    <w:rsid w:val="002208C3"/>
    <w:rsid w:val="00220AB1"/>
    <w:rsid w:val="00220E61"/>
    <w:rsid w:val="00222C99"/>
    <w:rsid w:val="00222D0A"/>
    <w:rsid w:val="00222ED9"/>
    <w:rsid w:val="002230BB"/>
    <w:rsid w:val="00223683"/>
    <w:rsid w:val="0022380D"/>
    <w:rsid w:val="00223FBA"/>
    <w:rsid w:val="00224180"/>
    <w:rsid w:val="0022428E"/>
    <w:rsid w:val="0022434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752D"/>
    <w:rsid w:val="0027051B"/>
    <w:rsid w:val="00270A59"/>
    <w:rsid w:val="00270DE0"/>
    <w:rsid w:val="0027147B"/>
    <w:rsid w:val="002724D4"/>
    <w:rsid w:val="00274010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2208"/>
    <w:rsid w:val="00292E5C"/>
    <w:rsid w:val="00293F43"/>
    <w:rsid w:val="00295396"/>
    <w:rsid w:val="002958DE"/>
    <w:rsid w:val="002965B0"/>
    <w:rsid w:val="00297395"/>
    <w:rsid w:val="00297D19"/>
    <w:rsid w:val="002A02C3"/>
    <w:rsid w:val="002A0AE8"/>
    <w:rsid w:val="002A6A58"/>
    <w:rsid w:val="002B1E3F"/>
    <w:rsid w:val="002B28A2"/>
    <w:rsid w:val="002B2C0B"/>
    <w:rsid w:val="002B39D0"/>
    <w:rsid w:val="002B3C9A"/>
    <w:rsid w:val="002B410E"/>
    <w:rsid w:val="002B4759"/>
    <w:rsid w:val="002B542D"/>
    <w:rsid w:val="002B6427"/>
    <w:rsid w:val="002B73B2"/>
    <w:rsid w:val="002B7969"/>
    <w:rsid w:val="002B7D47"/>
    <w:rsid w:val="002C1F0E"/>
    <w:rsid w:val="002C3420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D7DAB"/>
    <w:rsid w:val="002E00E4"/>
    <w:rsid w:val="002E22C5"/>
    <w:rsid w:val="002E2ED0"/>
    <w:rsid w:val="002E3936"/>
    <w:rsid w:val="002E4725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14"/>
    <w:rsid w:val="002F2134"/>
    <w:rsid w:val="002F2B6D"/>
    <w:rsid w:val="002F2EC1"/>
    <w:rsid w:val="002F2F94"/>
    <w:rsid w:val="002F44BD"/>
    <w:rsid w:val="002F45BF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5B9D"/>
    <w:rsid w:val="0030629A"/>
    <w:rsid w:val="00306524"/>
    <w:rsid w:val="00306529"/>
    <w:rsid w:val="00306F22"/>
    <w:rsid w:val="00307173"/>
    <w:rsid w:val="003076AF"/>
    <w:rsid w:val="003111A0"/>
    <w:rsid w:val="0031134F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17565"/>
    <w:rsid w:val="003204EF"/>
    <w:rsid w:val="0032220D"/>
    <w:rsid w:val="00322B8C"/>
    <w:rsid w:val="003235BF"/>
    <w:rsid w:val="0032593C"/>
    <w:rsid w:val="00326BF4"/>
    <w:rsid w:val="00327F13"/>
    <w:rsid w:val="00331B6B"/>
    <w:rsid w:val="00332FA4"/>
    <w:rsid w:val="00333E32"/>
    <w:rsid w:val="003368A9"/>
    <w:rsid w:val="00336EDE"/>
    <w:rsid w:val="00340725"/>
    <w:rsid w:val="00340818"/>
    <w:rsid w:val="003413CB"/>
    <w:rsid w:val="00342EDB"/>
    <w:rsid w:val="0034327C"/>
    <w:rsid w:val="00343DC8"/>
    <w:rsid w:val="0034599D"/>
    <w:rsid w:val="00347D15"/>
    <w:rsid w:val="00347DA6"/>
    <w:rsid w:val="003524CC"/>
    <w:rsid w:val="00352716"/>
    <w:rsid w:val="0035375C"/>
    <w:rsid w:val="003549A3"/>
    <w:rsid w:val="00355571"/>
    <w:rsid w:val="0035634B"/>
    <w:rsid w:val="00357F72"/>
    <w:rsid w:val="00360054"/>
    <w:rsid w:val="00360CF0"/>
    <w:rsid w:val="003615C3"/>
    <w:rsid w:val="003619FB"/>
    <w:rsid w:val="00362E81"/>
    <w:rsid w:val="00363521"/>
    <w:rsid w:val="00363E74"/>
    <w:rsid w:val="003646BF"/>
    <w:rsid w:val="00364B0E"/>
    <w:rsid w:val="003658E2"/>
    <w:rsid w:val="00365E7F"/>
    <w:rsid w:val="00366238"/>
    <w:rsid w:val="0036675A"/>
    <w:rsid w:val="00371B9E"/>
    <w:rsid w:val="00371C80"/>
    <w:rsid w:val="003742B3"/>
    <w:rsid w:val="00376567"/>
    <w:rsid w:val="00377196"/>
    <w:rsid w:val="00377A05"/>
    <w:rsid w:val="00382754"/>
    <w:rsid w:val="003832C4"/>
    <w:rsid w:val="003842F4"/>
    <w:rsid w:val="0038445A"/>
    <w:rsid w:val="0038491A"/>
    <w:rsid w:val="0038562D"/>
    <w:rsid w:val="00386A34"/>
    <w:rsid w:val="00387663"/>
    <w:rsid w:val="003878B0"/>
    <w:rsid w:val="00387DB1"/>
    <w:rsid w:val="003909CA"/>
    <w:rsid w:val="003909E3"/>
    <w:rsid w:val="003915A1"/>
    <w:rsid w:val="00391A1B"/>
    <w:rsid w:val="00391C0E"/>
    <w:rsid w:val="00392911"/>
    <w:rsid w:val="00392B55"/>
    <w:rsid w:val="00392C48"/>
    <w:rsid w:val="00392CC0"/>
    <w:rsid w:val="00393408"/>
    <w:rsid w:val="003943FA"/>
    <w:rsid w:val="003945C9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24C"/>
    <w:rsid w:val="003E2FE3"/>
    <w:rsid w:val="003E48FB"/>
    <w:rsid w:val="003E5AEE"/>
    <w:rsid w:val="003E6C77"/>
    <w:rsid w:val="003E6D4B"/>
    <w:rsid w:val="003E76B1"/>
    <w:rsid w:val="003E7CC6"/>
    <w:rsid w:val="003E7DD4"/>
    <w:rsid w:val="003F0176"/>
    <w:rsid w:val="003F030F"/>
    <w:rsid w:val="003F05B3"/>
    <w:rsid w:val="003F15A4"/>
    <w:rsid w:val="003F1FDE"/>
    <w:rsid w:val="003F28A6"/>
    <w:rsid w:val="003F3585"/>
    <w:rsid w:val="003F4466"/>
    <w:rsid w:val="003F4A3E"/>
    <w:rsid w:val="003F69D4"/>
    <w:rsid w:val="003F745A"/>
    <w:rsid w:val="003F7CC4"/>
    <w:rsid w:val="004009A2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534F"/>
    <w:rsid w:val="0042696D"/>
    <w:rsid w:val="00426EBF"/>
    <w:rsid w:val="00427AFA"/>
    <w:rsid w:val="00427E8B"/>
    <w:rsid w:val="00430B8A"/>
    <w:rsid w:val="00432D03"/>
    <w:rsid w:val="004333D7"/>
    <w:rsid w:val="004335AE"/>
    <w:rsid w:val="00435C95"/>
    <w:rsid w:val="004363FC"/>
    <w:rsid w:val="00436E44"/>
    <w:rsid w:val="00437081"/>
    <w:rsid w:val="00437E5C"/>
    <w:rsid w:val="00441835"/>
    <w:rsid w:val="00441B72"/>
    <w:rsid w:val="00441DDF"/>
    <w:rsid w:val="00442F89"/>
    <w:rsid w:val="00443DB2"/>
    <w:rsid w:val="004445C8"/>
    <w:rsid w:val="00445460"/>
    <w:rsid w:val="0044583B"/>
    <w:rsid w:val="00447F0F"/>
    <w:rsid w:val="00450B33"/>
    <w:rsid w:val="00450B88"/>
    <w:rsid w:val="004516E7"/>
    <w:rsid w:val="00451BC4"/>
    <w:rsid w:val="004520B9"/>
    <w:rsid w:val="00453942"/>
    <w:rsid w:val="0045609A"/>
    <w:rsid w:val="004564FE"/>
    <w:rsid w:val="00456A65"/>
    <w:rsid w:val="00457BD5"/>
    <w:rsid w:val="0046266D"/>
    <w:rsid w:val="00462742"/>
    <w:rsid w:val="004633DF"/>
    <w:rsid w:val="004642F5"/>
    <w:rsid w:val="00464BB5"/>
    <w:rsid w:val="00465090"/>
    <w:rsid w:val="0046607A"/>
    <w:rsid w:val="00466708"/>
    <w:rsid w:val="00466899"/>
    <w:rsid w:val="00467366"/>
    <w:rsid w:val="00467542"/>
    <w:rsid w:val="00467DCF"/>
    <w:rsid w:val="004704EC"/>
    <w:rsid w:val="00470BA5"/>
    <w:rsid w:val="00472699"/>
    <w:rsid w:val="0047369C"/>
    <w:rsid w:val="00473892"/>
    <w:rsid w:val="00473EAA"/>
    <w:rsid w:val="004743CA"/>
    <w:rsid w:val="0047480B"/>
    <w:rsid w:val="004763D5"/>
    <w:rsid w:val="00477D77"/>
    <w:rsid w:val="004811F6"/>
    <w:rsid w:val="0048311F"/>
    <w:rsid w:val="00484B96"/>
    <w:rsid w:val="00484C38"/>
    <w:rsid w:val="00485A8D"/>
    <w:rsid w:val="0048648A"/>
    <w:rsid w:val="00486DE1"/>
    <w:rsid w:val="004902D7"/>
    <w:rsid w:val="004947FE"/>
    <w:rsid w:val="004975A6"/>
    <w:rsid w:val="0049797F"/>
    <w:rsid w:val="004A0367"/>
    <w:rsid w:val="004A10EA"/>
    <w:rsid w:val="004A268D"/>
    <w:rsid w:val="004A2BF4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B69"/>
    <w:rsid w:val="004C2F1C"/>
    <w:rsid w:val="004C31D7"/>
    <w:rsid w:val="004C325D"/>
    <w:rsid w:val="004C3E97"/>
    <w:rsid w:val="004C473B"/>
    <w:rsid w:val="004C4DE4"/>
    <w:rsid w:val="004C5287"/>
    <w:rsid w:val="004C5426"/>
    <w:rsid w:val="004C5C0D"/>
    <w:rsid w:val="004C6922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47E6"/>
    <w:rsid w:val="004D67D0"/>
    <w:rsid w:val="004D79AB"/>
    <w:rsid w:val="004E0CFA"/>
    <w:rsid w:val="004E151B"/>
    <w:rsid w:val="004E2C82"/>
    <w:rsid w:val="004E3826"/>
    <w:rsid w:val="004E40F1"/>
    <w:rsid w:val="004E4572"/>
    <w:rsid w:val="004E5F2B"/>
    <w:rsid w:val="004E66F1"/>
    <w:rsid w:val="004E7845"/>
    <w:rsid w:val="004E7C62"/>
    <w:rsid w:val="004F1A35"/>
    <w:rsid w:val="004F20FF"/>
    <w:rsid w:val="004F24BC"/>
    <w:rsid w:val="004F280A"/>
    <w:rsid w:val="004F2F86"/>
    <w:rsid w:val="004F4FF8"/>
    <w:rsid w:val="004F527C"/>
    <w:rsid w:val="004F5E1B"/>
    <w:rsid w:val="004F720C"/>
    <w:rsid w:val="004F7C47"/>
    <w:rsid w:val="004F7D5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AF4"/>
    <w:rsid w:val="00512FA4"/>
    <w:rsid w:val="00513642"/>
    <w:rsid w:val="0051385E"/>
    <w:rsid w:val="00513A35"/>
    <w:rsid w:val="00513D37"/>
    <w:rsid w:val="005141BE"/>
    <w:rsid w:val="00514C24"/>
    <w:rsid w:val="005164D3"/>
    <w:rsid w:val="005165A3"/>
    <w:rsid w:val="0051665F"/>
    <w:rsid w:val="00517251"/>
    <w:rsid w:val="00522777"/>
    <w:rsid w:val="00524529"/>
    <w:rsid w:val="005252B7"/>
    <w:rsid w:val="0052587D"/>
    <w:rsid w:val="00527583"/>
    <w:rsid w:val="00527A16"/>
    <w:rsid w:val="00531572"/>
    <w:rsid w:val="00531A2B"/>
    <w:rsid w:val="00531CAE"/>
    <w:rsid w:val="00531F81"/>
    <w:rsid w:val="00532A7A"/>
    <w:rsid w:val="00532B17"/>
    <w:rsid w:val="005330B0"/>
    <w:rsid w:val="0053388B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ADA"/>
    <w:rsid w:val="00557D76"/>
    <w:rsid w:val="00561FE8"/>
    <w:rsid w:val="00562319"/>
    <w:rsid w:val="00564604"/>
    <w:rsid w:val="0056466E"/>
    <w:rsid w:val="00565852"/>
    <w:rsid w:val="00565A25"/>
    <w:rsid w:val="00570B18"/>
    <w:rsid w:val="00572D44"/>
    <w:rsid w:val="00573AC0"/>
    <w:rsid w:val="00575226"/>
    <w:rsid w:val="00575B85"/>
    <w:rsid w:val="005805A6"/>
    <w:rsid w:val="00580929"/>
    <w:rsid w:val="0058240F"/>
    <w:rsid w:val="005826A4"/>
    <w:rsid w:val="0058389C"/>
    <w:rsid w:val="00585499"/>
    <w:rsid w:val="0058584D"/>
    <w:rsid w:val="00585956"/>
    <w:rsid w:val="005873E0"/>
    <w:rsid w:val="005876FF"/>
    <w:rsid w:val="0058798F"/>
    <w:rsid w:val="00587CCA"/>
    <w:rsid w:val="005910E1"/>
    <w:rsid w:val="00591E6A"/>
    <w:rsid w:val="00593397"/>
    <w:rsid w:val="0059348C"/>
    <w:rsid w:val="00594C9B"/>
    <w:rsid w:val="00596B14"/>
    <w:rsid w:val="00597DB1"/>
    <w:rsid w:val="005A4304"/>
    <w:rsid w:val="005A4844"/>
    <w:rsid w:val="005A48BC"/>
    <w:rsid w:val="005A4902"/>
    <w:rsid w:val="005A5693"/>
    <w:rsid w:val="005A5BEB"/>
    <w:rsid w:val="005A7781"/>
    <w:rsid w:val="005A7CB5"/>
    <w:rsid w:val="005A7EBC"/>
    <w:rsid w:val="005B0E84"/>
    <w:rsid w:val="005B204A"/>
    <w:rsid w:val="005B302E"/>
    <w:rsid w:val="005B424C"/>
    <w:rsid w:val="005B48A5"/>
    <w:rsid w:val="005B4CB8"/>
    <w:rsid w:val="005B4F6C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06CB"/>
    <w:rsid w:val="005D3B4B"/>
    <w:rsid w:val="005D41D8"/>
    <w:rsid w:val="005D70AE"/>
    <w:rsid w:val="005D71BB"/>
    <w:rsid w:val="005D71E4"/>
    <w:rsid w:val="005D7ED5"/>
    <w:rsid w:val="005E033C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BE0"/>
    <w:rsid w:val="005E7C71"/>
    <w:rsid w:val="005E7CD8"/>
    <w:rsid w:val="005F0147"/>
    <w:rsid w:val="005F13E6"/>
    <w:rsid w:val="005F153C"/>
    <w:rsid w:val="005F18DD"/>
    <w:rsid w:val="005F45FA"/>
    <w:rsid w:val="005F4D3A"/>
    <w:rsid w:val="005F5E30"/>
    <w:rsid w:val="005F5E43"/>
    <w:rsid w:val="005F65DD"/>
    <w:rsid w:val="005F7512"/>
    <w:rsid w:val="005F7E25"/>
    <w:rsid w:val="00600D4C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456"/>
    <w:rsid w:val="00607BF6"/>
    <w:rsid w:val="00610913"/>
    <w:rsid w:val="0061092B"/>
    <w:rsid w:val="00610E9C"/>
    <w:rsid w:val="00611D8C"/>
    <w:rsid w:val="0061275F"/>
    <w:rsid w:val="00612D10"/>
    <w:rsid w:val="006138B3"/>
    <w:rsid w:val="0061509F"/>
    <w:rsid w:val="006204E1"/>
    <w:rsid w:val="00620774"/>
    <w:rsid w:val="00621712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061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7F95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48E3"/>
    <w:rsid w:val="00664D6F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2324"/>
    <w:rsid w:val="0068279D"/>
    <w:rsid w:val="00682BB9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1922"/>
    <w:rsid w:val="00692362"/>
    <w:rsid w:val="006924F7"/>
    <w:rsid w:val="00693D97"/>
    <w:rsid w:val="00693F9D"/>
    <w:rsid w:val="00694635"/>
    <w:rsid w:val="0069538E"/>
    <w:rsid w:val="00695F77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1B4"/>
    <w:rsid w:val="006D18CB"/>
    <w:rsid w:val="006D1E19"/>
    <w:rsid w:val="006D234A"/>
    <w:rsid w:val="006D33A4"/>
    <w:rsid w:val="006D3883"/>
    <w:rsid w:val="006D3964"/>
    <w:rsid w:val="006E128C"/>
    <w:rsid w:val="006E1E8F"/>
    <w:rsid w:val="006E2764"/>
    <w:rsid w:val="006E4D0D"/>
    <w:rsid w:val="006E53F6"/>
    <w:rsid w:val="006E6433"/>
    <w:rsid w:val="006E6ED8"/>
    <w:rsid w:val="006F1CEE"/>
    <w:rsid w:val="006F3305"/>
    <w:rsid w:val="006F3DBA"/>
    <w:rsid w:val="006F49A9"/>
    <w:rsid w:val="006F4A67"/>
    <w:rsid w:val="006F4CB7"/>
    <w:rsid w:val="006F5CF8"/>
    <w:rsid w:val="006F6110"/>
    <w:rsid w:val="006F6EC1"/>
    <w:rsid w:val="007000C1"/>
    <w:rsid w:val="007024AC"/>
    <w:rsid w:val="00702B08"/>
    <w:rsid w:val="007031EE"/>
    <w:rsid w:val="00704498"/>
    <w:rsid w:val="00705045"/>
    <w:rsid w:val="00705AE2"/>
    <w:rsid w:val="007076E2"/>
    <w:rsid w:val="007078F0"/>
    <w:rsid w:val="00707F44"/>
    <w:rsid w:val="007146B7"/>
    <w:rsid w:val="00715213"/>
    <w:rsid w:val="00715C54"/>
    <w:rsid w:val="00716456"/>
    <w:rsid w:val="0072004A"/>
    <w:rsid w:val="00720BDD"/>
    <w:rsid w:val="00720DFE"/>
    <w:rsid w:val="00720EE8"/>
    <w:rsid w:val="00722096"/>
    <w:rsid w:val="0072221E"/>
    <w:rsid w:val="0072255B"/>
    <w:rsid w:val="00723D0F"/>
    <w:rsid w:val="007258E7"/>
    <w:rsid w:val="0072621F"/>
    <w:rsid w:val="0072638C"/>
    <w:rsid w:val="007265E3"/>
    <w:rsid w:val="00726D52"/>
    <w:rsid w:val="00726E53"/>
    <w:rsid w:val="00727861"/>
    <w:rsid w:val="00727D3D"/>
    <w:rsid w:val="00731249"/>
    <w:rsid w:val="00732819"/>
    <w:rsid w:val="007333B5"/>
    <w:rsid w:val="007334DC"/>
    <w:rsid w:val="00733E55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3702"/>
    <w:rsid w:val="0075372E"/>
    <w:rsid w:val="00754358"/>
    <w:rsid w:val="0075669F"/>
    <w:rsid w:val="007578D3"/>
    <w:rsid w:val="0076106D"/>
    <w:rsid w:val="00761CB8"/>
    <w:rsid w:val="00761D53"/>
    <w:rsid w:val="0076210A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69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05CE"/>
    <w:rsid w:val="007A3211"/>
    <w:rsid w:val="007A4CA4"/>
    <w:rsid w:val="007A5566"/>
    <w:rsid w:val="007A665F"/>
    <w:rsid w:val="007B0BD9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C745F"/>
    <w:rsid w:val="007D0A84"/>
    <w:rsid w:val="007D0BBE"/>
    <w:rsid w:val="007D2E18"/>
    <w:rsid w:val="007D3C82"/>
    <w:rsid w:val="007D403A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05F"/>
    <w:rsid w:val="007F27BB"/>
    <w:rsid w:val="007F2912"/>
    <w:rsid w:val="007F46DB"/>
    <w:rsid w:val="007F52E8"/>
    <w:rsid w:val="007F59E7"/>
    <w:rsid w:val="007F7A07"/>
    <w:rsid w:val="008019A8"/>
    <w:rsid w:val="00802113"/>
    <w:rsid w:val="0080375F"/>
    <w:rsid w:val="00803C7F"/>
    <w:rsid w:val="00805548"/>
    <w:rsid w:val="00805EC9"/>
    <w:rsid w:val="00806F86"/>
    <w:rsid w:val="00807727"/>
    <w:rsid w:val="00811309"/>
    <w:rsid w:val="0081177D"/>
    <w:rsid w:val="00813F4C"/>
    <w:rsid w:val="00816128"/>
    <w:rsid w:val="00817421"/>
    <w:rsid w:val="008178B2"/>
    <w:rsid w:val="008200AB"/>
    <w:rsid w:val="0082031F"/>
    <w:rsid w:val="0082099E"/>
    <w:rsid w:val="00821605"/>
    <w:rsid w:val="00824B4F"/>
    <w:rsid w:val="00825930"/>
    <w:rsid w:val="00827442"/>
    <w:rsid w:val="00827A26"/>
    <w:rsid w:val="008304F5"/>
    <w:rsid w:val="0083105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1BE"/>
    <w:rsid w:val="0085230F"/>
    <w:rsid w:val="008525A0"/>
    <w:rsid w:val="008526DC"/>
    <w:rsid w:val="00853391"/>
    <w:rsid w:val="008538BA"/>
    <w:rsid w:val="00855AD6"/>
    <w:rsid w:val="00855C28"/>
    <w:rsid w:val="00855CFA"/>
    <w:rsid w:val="008562AC"/>
    <w:rsid w:val="00860601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4801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3C7"/>
    <w:rsid w:val="0089300F"/>
    <w:rsid w:val="00893234"/>
    <w:rsid w:val="008934D7"/>
    <w:rsid w:val="0089395A"/>
    <w:rsid w:val="00893E7C"/>
    <w:rsid w:val="008953E9"/>
    <w:rsid w:val="0089610E"/>
    <w:rsid w:val="0089693A"/>
    <w:rsid w:val="00897644"/>
    <w:rsid w:val="008A0D0F"/>
    <w:rsid w:val="008A14F0"/>
    <w:rsid w:val="008A1E11"/>
    <w:rsid w:val="008A25BE"/>
    <w:rsid w:val="008A417E"/>
    <w:rsid w:val="008A4189"/>
    <w:rsid w:val="008A4ECE"/>
    <w:rsid w:val="008A5C1D"/>
    <w:rsid w:val="008A6582"/>
    <w:rsid w:val="008A7BE0"/>
    <w:rsid w:val="008B26D5"/>
    <w:rsid w:val="008B34C8"/>
    <w:rsid w:val="008B3F3D"/>
    <w:rsid w:val="008B4C4D"/>
    <w:rsid w:val="008B5162"/>
    <w:rsid w:val="008B531A"/>
    <w:rsid w:val="008B53C6"/>
    <w:rsid w:val="008B59B3"/>
    <w:rsid w:val="008B5BDA"/>
    <w:rsid w:val="008B7585"/>
    <w:rsid w:val="008B7849"/>
    <w:rsid w:val="008C0311"/>
    <w:rsid w:val="008C059C"/>
    <w:rsid w:val="008C2D49"/>
    <w:rsid w:val="008C40D6"/>
    <w:rsid w:val="008C597F"/>
    <w:rsid w:val="008C607B"/>
    <w:rsid w:val="008C6840"/>
    <w:rsid w:val="008D05E0"/>
    <w:rsid w:val="008D1BFF"/>
    <w:rsid w:val="008D222F"/>
    <w:rsid w:val="008D6B9E"/>
    <w:rsid w:val="008D776C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4038"/>
    <w:rsid w:val="008F51A9"/>
    <w:rsid w:val="008F56DD"/>
    <w:rsid w:val="008F66F5"/>
    <w:rsid w:val="008F6EA5"/>
    <w:rsid w:val="009011E8"/>
    <w:rsid w:val="00901BDE"/>
    <w:rsid w:val="00902F64"/>
    <w:rsid w:val="009032BA"/>
    <w:rsid w:val="009038D4"/>
    <w:rsid w:val="00905978"/>
    <w:rsid w:val="00905B7E"/>
    <w:rsid w:val="00906BDC"/>
    <w:rsid w:val="00906CAB"/>
    <w:rsid w:val="0091003C"/>
    <w:rsid w:val="009106A2"/>
    <w:rsid w:val="00911E2E"/>
    <w:rsid w:val="009126E1"/>
    <w:rsid w:val="0091318F"/>
    <w:rsid w:val="009137E1"/>
    <w:rsid w:val="00913992"/>
    <w:rsid w:val="009155CC"/>
    <w:rsid w:val="00915EBD"/>
    <w:rsid w:val="009163F6"/>
    <w:rsid w:val="0091663E"/>
    <w:rsid w:val="00916898"/>
    <w:rsid w:val="00917054"/>
    <w:rsid w:val="00917480"/>
    <w:rsid w:val="00917ED3"/>
    <w:rsid w:val="009205A3"/>
    <w:rsid w:val="00920AA5"/>
    <w:rsid w:val="0092127E"/>
    <w:rsid w:val="0092186B"/>
    <w:rsid w:val="009219C9"/>
    <w:rsid w:val="00922E01"/>
    <w:rsid w:val="00923264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2185"/>
    <w:rsid w:val="009330DD"/>
    <w:rsid w:val="00933AF9"/>
    <w:rsid w:val="0093517E"/>
    <w:rsid w:val="00937A47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4F08"/>
    <w:rsid w:val="00945016"/>
    <w:rsid w:val="00945D37"/>
    <w:rsid w:val="009476A2"/>
    <w:rsid w:val="009504EB"/>
    <w:rsid w:val="00951C8D"/>
    <w:rsid w:val="0095254B"/>
    <w:rsid w:val="009531EC"/>
    <w:rsid w:val="0095425E"/>
    <w:rsid w:val="00957071"/>
    <w:rsid w:val="00957609"/>
    <w:rsid w:val="009615D9"/>
    <w:rsid w:val="00962B30"/>
    <w:rsid w:val="00962B65"/>
    <w:rsid w:val="00963144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5B8"/>
    <w:rsid w:val="00976D12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6327"/>
    <w:rsid w:val="00994E88"/>
    <w:rsid w:val="0099513E"/>
    <w:rsid w:val="009954E3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3DA"/>
    <w:rsid w:val="009A484F"/>
    <w:rsid w:val="009A4E55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595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BFA"/>
    <w:rsid w:val="009C3113"/>
    <w:rsid w:val="009C7E4D"/>
    <w:rsid w:val="009D051D"/>
    <w:rsid w:val="009D1D42"/>
    <w:rsid w:val="009D2509"/>
    <w:rsid w:val="009D2C6A"/>
    <w:rsid w:val="009D4396"/>
    <w:rsid w:val="009D7497"/>
    <w:rsid w:val="009E0EAD"/>
    <w:rsid w:val="009E2D2D"/>
    <w:rsid w:val="009E4381"/>
    <w:rsid w:val="009E5F0B"/>
    <w:rsid w:val="009E6783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A01140"/>
    <w:rsid w:val="00A01F00"/>
    <w:rsid w:val="00A031DF"/>
    <w:rsid w:val="00A03904"/>
    <w:rsid w:val="00A03AE0"/>
    <w:rsid w:val="00A04C1C"/>
    <w:rsid w:val="00A05199"/>
    <w:rsid w:val="00A05ADE"/>
    <w:rsid w:val="00A05B07"/>
    <w:rsid w:val="00A06393"/>
    <w:rsid w:val="00A07461"/>
    <w:rsid w:val="00A10A6C"/>
    <w:rsid w:val="00A12A7C"/>
    <w:rsid w:val="00A12B50"/>
    <w:rsid w:val="00A13127"/>
    <w:rsid w:val="00A13CC4"/>
    <w:rsid w:val="00A23CBC"/>
    <w:rsid w:val="00A23F87"/>
    <w:rsid w:val="00A24AD1"/>
    <w:rsid w:val="00A24ED2"/>
    <w:rsid w:val="00A25C00"/>
    <w:rsid w:val="00A267DA"/>
    <w:rsid w:val="00A26D59"/>
    <w:rsid w:val="00A2734D"/>
    <w:rsid w:val="00A27D98"/>
    <w:rsid w:val="00A320D6"/>
    <w:rsid w:val="00A322A3"/>
    <w:rsid w:val="00A323F6"/>
    <w:rsid w:val="00A32D22"/>
    <w:rsid w:val="00A37D8E"/>
    <w:rsid w:val="00A37E9D"/>
    <w:rsid w:val="00A401B7"/>
    <w:rsid w:val="00A419BF"/>
    <w:rsid w:val="00A41E9B"/>
    <w:rsid w:val="00A43FA2"/>
    <w:rsid w:val="00A448E5"/>
    <w:rsid w:val="00A44BDE"/>
    <w:rsid w:val="00A4563F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1832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205E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0ACE"/>
    <w:rsid w:val="00A726DF"/>
    <w:rsid w:val="00A73228"/>
    <w:rsid w:val="00A74A10"/>
    <w:rsid w:val="00A75545"/>
    <w:rsid w:val="00A75D86"/>
    <w:rsid w:val="00A77EBD"/>
    <w:rsid w:val="00A80DA6"/>
    <w:rsid w:val="00A80DCA"/>
    <w:rsid w:val="00A82329"/>
    <w:rsid w:val="00A82633"/>
    <w:rsid w:val="00A82F1B"/>
    <w:rsid w:val="00A83A0C"/>
    <w:rsid w:val="00A856E5"/>
    <w:rsid w:val="00A85ECE"/>
    <w:rsid w:val="00A87326"/>
    <w:rsid w:val="00A87E39"/>
    <w:rsid w:val="00A900A2"/>
    <w:rsid w:val="00A90902"/>
    <w:rsid w:val="00A90EF9"/>
    <w:rsid w:val="00A93E56"/>
    <w:rsid w:val="00A950D2"/>
    <w:rsid w:val="00A976E5"/>
    <w:rsid w:val="00A97BA5"/>
    <w:rsid w:val="00AA3B05"/>
    <w:rsid w:val="00AA45EE"/>
    <w:rsid w:val="00AA757D"/>
    <w:rsid w:val="00AA7F9F"/>
    <w:rsid w:val="00AB0153"/>
    <w:rsid w:val="00AB03A1"/>
    <w:rsid w:val="00AB1815"/>
    <w:rsid w:val="00AB2492"/>
    <w:rsid w:val="00AB24DC"/>
    <w:rsid w:val="00AB2A8A"/>
    <w:rsid w:val="00AB2EEC"/>
    <w:rsid w:val="00AB32CF"/>
    <w:rsid w:val="00AB4066"/>
    <w:rsid w:val="00AB50F5"/>
    <w:rsid w:val="00AB7075"/>
    <w:rsid w:val="00AB7F40"/>
    <w:rsid w:val="00AC0EDA"/>
    <w:rsid w:val="00AC121C"/>
    <w:rsid w:val="00AC2548"/>
    <w:rsid w:val="00AC2A19"/>
    <w:rsid w:val="00AC46FA"/>
    <w:rsid w:val="00AC4C1E"/>
    <w:rsid w:val="00AC514A"/>
    <w:rsid w:val="00AC5B52"/>
    <w:rsid w:val="00AD0788"/>
    <w:rsid w:val="00AD0F50"/>
    <w:rsid w:val="00AD1134"/>
    <w:rsid w:val="00AD1644"/>
    <w:rsid w:val="00AD1EB2"/>
    <w:rsid w:val="00AD22D5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770"/>
    <w:rsid w:val="00AF17F2"/>
    <w:rsid w:val="00AF1D75"/>
    <w:rsid w:val="00AF6977"/>
    <w:rsid w:val="00AF6C52"/>
    <w:rsid w:val="00B00788"/>
    <w:rsid w:val="00B01270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32B"/>
    <w:rsid w:val="00B11F06"/>
    <w:rsid w:val="00B129AD"/>
    <w:rsid w:val="00B13C5A"/>
    <w:rsid w:val="00B14220"/>
    <w:rsid w:val="00B146F2"/>
    <w:rsid w:val="00B15751"/>
    <w:rsid w:val="00B15E1F"/>
    <w:rsid w:val="00B166DB"/>
    <w:rsid w:val="00B16CFB"/>
    <w:rsid w:val="00B22441"/>
    <w:rsid w:val="00B238BB"/>
    <w:rsid w:val="00B23CE2"/>
    <w:rsid w:val="00B24636"/>
    <w:rsid w:val="00B250FA"/>
    <w:rsid w:val="00B25A15"/>
    <w:rsid w:val="00B27111"/>
    <w:rsid w:val="00B2761E"/>
    <w:rsid w:val="00B30904"/>
    <w:rsid w:val="00B30BD7"/>
    <w:rsid w:val="00B311B8"/>
    <w:rsid w:val="00B3234F"/>
    <w:rsid w:val="00B327CA"/>
    <w:rsid w:val="00B35634"/>
    <w:rsid w:val="00B367E9"/>
    <w:rsid w:val="00B36DC5"/>
    <w:rsid w:val="00B37A47"/>
    <w:rsid w:val="00B401E4"/>
    <w:rsid w:val="00B40C3F"/>
    <w:rsid w:val="00B40D01"/>
    <w:rsid w:val="00B41688"/>
    <w:rsid w:val="00B416FF"/>
    <w:rsid w:val="00B423BC"/>
    <w:rsid w:val="00B426C2"/>
    <w:rsid w:val="00B42879"/>
    <w:rsid w:val="00B4296E"/>
    <w:rsid w:val="00B449CA"/>
    <w:rsid w:val="00B456CE"/>
    <w:rsid w:val="00B458B7"/>
    <w:rsid w:val="00B46C31"/>
    <w:rsid w:val="00B47445"/>
    <w:rsid w:val="00B5046C"/>
    <w:rsid w:val="00B504F8"/>
    <w:rsid w:val="00B507E4"/>
    <w:rsid w:val="00B51284"/>
    <w:rsid w:val="00B53201"/>
    <w:rsid w:val="00B54C03"/>
    <w:rsid w:val="00B567D8"/>
    <w:rsid w:val="00B57064"/>
    <w:rsid w:val="00B57762"/>
    <w:rsid w:val="00B6018C"/>
    <w:rsid w:val="00B63F00"/>
    <w:rsid w:val="00B64CC2"/>
    <w:rsid w:val="00B65AA4"/>
    <w:rsid w:val="00B66255"/>
    <w:rsid w:val="00B67094"/>
    <w:rsid w:val="00B700D8"/>
    <w:rsid w:val="00B764C9"/>
    <w:rsid w:val="00B7765B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C79"/>
    <w:rsid w:val="00B902D2"/>
    <w:rsid w:val="00B90A68"/>
    <w:rsid w:val="00B90A73"/>
    <w:rsid w:val="00B91392"/>
    <w:rsid w:val="00B91938"/>
    <w:rsid w:val="00B91DCB"/>
    <w:rsid w:val="00B921C1"/>
    <w:rsid w:val="00B9280B"/>
    <w:rsid w:val="00B9329C"/>
    <w:rsid w:val="00B932C3"/>
    <w:rsid w:val="00B93AA6"/>
    <w:rsid w:val="00B943E5"/>
    <w:rsid w:val="00B94D0C"/>
    <w:rsid w:val="00B95B37"/>
    <w:rsid w:val="00B96794"/>
    <w:rsid w:val="00B97652"/>
    <w:rsid w:val="00B97742"/>
    <w:rsid w:val="00BA089F"/>
    <w:rsid w:val="00BA142F"/>
    <w:rsid w:val="00BA356E"/>
    <w:rsid w:val="00BA3B09"/>
    <w:rsid w:val="00BA3E4D"/>
    <w:rsid w:val="00BA4D85"/>
    <w:rsid w:val="00BB146F"/>
    <w:rsid w:val="00BB23C5"/>
    <w:rsid w:val="00BB2A7A"/>
    <w:rsid w:val="00BB2C6B"/>
    <w:rsid w:val="00BB423F"/>
    <w:rsid w:val="00BB45FC"/>
    <w:rsid w:val="00BB4643"/>
    <w:rsid w:val="00BB4C0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D0265"/>
    <w:rsid w:val="00BD0562"/>
    <w:rsid w:val="00BD2B11"/>
    <w:rsid w:val="00BD3600"/>
    <w:rsid w:val="00BD4532"/>
    <w:rsid w:val="00BD5145"/>
    <w:rsid w:val="00BD717F"/>
    <w:rsid w:val="00BE1A4C"/>
    <w:rsid w:val="00BE2F69"/>
    <w:rsid w:val="00BE3AD6"/>
    <w:rsid w:val="00BE4819"/>
    <w:rsid w:val="00BE669F"/>
    <w:rsid w:val="00BE6CCD"/>
    <w:rsid w:val="00BE75F3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E64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3EB"/>
    <w:rsid w:val="00C10871"/>
    <w:rsid w:val="00C11DD1"/>
    <w:rsid w:val="00C146C9"/>
    <w:rsid w:val="00C1471A"/>
    <w:rsid w:val="00C1569C"/>
    <w:rsid w:val="00C20775"/>
    <w:rsid w:val="00C215D4"/>
    <w:rsid w:val="00C21BED"/>
    <w:rsid w:val="00C27B10"/>
    <w:rsid w:val="00C27FF3"/>
    <w:rsid w:val="00C313B8"/>
    <w:rsid w:val="00C3171D"/>
    <w:rsid w:val="00C3177B"/>
    <w:rsid w:val="00C3190F"/>
    <w:rsid w:val="00C3312D"/>
    <w:rsid w:val="00C34B22"/>
    <w:rsid w:val="00C351D8"/>
    <w:rsid w:val="00C36042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4784"/>
    <w:rsid w:val="00C54A06"/>
    <w:rsid w:val="00C5770C"/>
    <w:rsid w:val="00C57ABB"/>
    <w:rsid w:val="00C60063"/>
    <w:rsid w:val="00C60445"/>
    <w:rsid w:val="00C60A1A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6842"/>
    <w:rsid w:val="00C76CF0"/>
    <w:rsid w:val="00C80960"/>
    <w:rsid w:val="00C81A2D"/>
    <w:rsid w:val="00C81FCA"/>
    <w:rsid w:val="00C82AF1"/>
    <w:rsid w:val="00C82DE2"/>
    <w:rsid w:val="00C83BEE"/>
    <w:rsid w:val="00C85020"/>
    <w:rsid w:val="00C86249"/>
    <w:rsid w:val="00C87332"/>
    <w:rsid w:val="00C878E4"/>
    <w:rsid w:val="00C87FA9"/>
    <w:rsid w:val="00C90E6D"/>
    <w:rsid w:val="00C91F7A"/>
    <w:rsid w:val="00C92083"/>
    <w:rsid w:val="00C920D9"/>
    <w:rsid w:val="00C92799"/>
    <w:rsid w:val="00C95E9B"/>
    <w:rsid w:val="00C97417"/>
    <w:rsid w:val="00C9748F"/>
    <w:rsid w:val="00C97863"/>
    <w:rsid w:val="00CA089F"/>
    <w:rsid w:val="00CA2300"/>
    <w:rsid w:val="00CA23D5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B4"/>
    <w:rsid w:val="00CB0734"/>
    <w:rsid w:val="00CB17C2"/>
    <w:rsid w:val="00CB1D68"/>
    <w:rsid w:val="00CB2451"/>
    <w:rsid w:val="00CB30D6"/>
    <w:rsid w:val="00CB3D34"/>
    <w:rsid w:val="00CB5808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2290"/>
    <w:rsid w:val="00CC3ADC"/>
    <w:rsid w:val="00CC4A3A"/>
    <w:rsid w:val="00CC6B3F"/>
    <w:rsid w:val="00CC6F15"/>
    <w:rsid w:val="00CD0DA2"/>
    <w:rsid w:val="00CD0DCD"/>
    <w:rsid w:val="00CD0EC8"/>
    <w:rsid w:val="00CD14B3"/>
    <w:rsid w:val="00CD1BA6"/>
    <w:rsid w:val="00CD1C32"/>
    <w:rsid w:val="00CD2511"/>
    <w:rsid w:val="00CD3184"/>
    <w:rsid w:val="00CD331A"/>
    <w:rsid w:val="00CD33B2"/>
    <w:rsid w:val="00CD3B22"/>
    <w:rsid w:val="00CD587E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5F9"/>
    <w:rsid w:val="00CF12C4"/>
    <w:rsid w:val="00CF393F"/>
    <w:rsid w:val="00CF466E"/>
    <w:rsid w:val="00CF58B0"/>
    <w:rsid w:val="00D00475"/>
    <w:rsid w:val="00D01CDD"/>
    <w:rsid w:val="00D03FCE"/>
    <w:rsid w:val="00D04F4D"/>
    <w:rsid w:val="00D06B89"/>
    <w:rsid w:val="00D07962"/>
    <w:rsid w:val="00D07D2E"/>
    <w:rsid w:val="00D1078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3BD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3C87"/>
    <w:rsid w:val="00D43E7E"/>
    <w:rsid w:val="00D4534F"/>
    <w:rsid w:val="00D4579C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558EE"/>
    <w:rsid w:val="00D55DBC"/>
    <w:rsid w:val="00D60C4F"/>
    <w:rsid w:val="00D60CFF"/>
    <w:rsid w:val="00D610E5"/>
    <w:rsid w:val="00D6111D"/>
    <w:rsid w:val="00D61BEF"/>
    <w:rsid w:val="00D62567"/>
    <w:rsid w:val="00D64ACB"/>
    <w:rsid w:val="00D652A4"/>
    <w:rsid w:val="00D65343"/>
    <w:rsid w:val="00D66190"/>
    <w:rsid w:val="00D66C65"/>
    <w:rsid w:val="00D67031"/>
    <w:rsid w:val="00D67286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4CC0"/>
    <w:rsid w:val="00D8540C"/>
    <w:rsid w:val="00D854B4"/>
    <w:rsid w:val="00D85E62"/>
    <w:rsid w:val="00D85E7D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2FEB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4C90"/>
    <w:rsid w:val="00DD5E7B"/>
    <w:rsid w:val="00DD7E89"/>
    <w:rsid w:val="00DE09EC"/>
    <w:rsid w:val="00DE54A8"/>
    <w:rsid w:val="00DE578C"/>
    <w:rsid w:val="00DE5E37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C7C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B2"/>
    <w:rsid w:val="00E11FDC"/>
    <w:rsid w:val="00E132C5"/>
    <w:rsid w:val="00E1352C"/>
    <w:rsid w:val="00E1362D"/>
    <w:rsid w:val="00E13878"/>
    <w:rsid w:val="00E13D62"/>
    <w:rsid w:val="00E1482E"/>
    <w:rsid w:val="00E149AD"/>
    <w:rsid w:val="00E15B40"/>
    <w:rsid w:val="00E160B1"/>
    <w:rsid w:val="00E17136"/>
    <w:rsid w:val="00E21FE5"/>
    <w:rsid w:val="00E221F8"/>
    <w:rsid w:val="00E22F9B"/>
    <w:rsid w:val="00E23199"/>
    <w:rsid w:val="00E25FF0"/>
    <w:rsid w:val="00E27DCE"/>
    <w:rsid w:val="00E303CA"/>
    <w:rsid w:val="00E30F5C"/>
    <w:rsid w:val="00E311D9"/>
    <w:rsid w:val="00E329C6"/>
    <w:rsid w:val="00E32D4C"/>
    <w:rsid w:val="00E334B2"/>
    <w:rsid w:val="00E377F4"/>
    <w:rsid w:val="00E37D25"/>
    <w:rsid w:val="00E37EED"/>
    <w:rsid w:val="00E41761"/>
    <w:rsid w:val="00E44FB9"/>
    <w:rsid w:val="00E45232"/>
    <w:rsid w:val="00E459E5"/>
    <w:rsid w:val="00E47073"/>
    <w:rsid w:val="00E52C7C"/>
    <w:rsid w:val="00E533BD"/>
    <w:rsid w:val="00E5581E"/>
    <w:rsid w:val="00E56F7E"/>
    <w:rsid w:val="00E57A5E"/>
    <w:rsid w:val="00E60FC4"/>
    <w:rsid w:val="00E62B35"/>
    <w:rsid w:val="00E630BF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7734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55D"/>
    <w:rsid w:val="00E9282F"/>
    <w:rsid w:val="00E92D9D"/>
    <w:rsid w:val="00E92F3E"/>
    <w:rsid w:val="00E9393A"/>
    <w:rsid w:val="00E94248"/>
    <w:rsid w:val="00E943AB"/>
    <w:rsid w:val="00E94B90"/>
    <w:rsid w:val="00E95C53"/>
    <w:rsid w:val="00E9684B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B6B"/>
    <w:rsid w:val="00EB7DEA"/>
    <w:rsid w:val="00EC014A"/>
    <w:rsid w:val="00EC10D9"/>
    <w:rsid w:val="00EC1D37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697"/>
    <w:rsid w:val="00ED6918"/>
    <w:rsid w:val="00ED7B63"/>
    <w:rsid w:val="00EE1315"/>
    <w:rsid w:val="00EE2FB6"/>
    <w:rsid w:val="00EE31B7"/>
    <w:rsid w:val="00EE4332"/>
    <w:rsid w:val="00EE4E71"/>
    <w:rsid w:val="00EE5237"/>
    <w:rsid w:val="00EE5690"/>
    <w:rsid w:val="00EE56BA"/>
    <w:rsid w:val="00EE572C"/>
    <w:rsid w:val="00EE5C89"/>
    <w:rsid w:val="00EE5E12"/>
    <w:rsid w:val="00EE67B2"/>
    <w:rsid w:val="00EE6A38"/>
    <w:rsid w:val="00EE6F41"/>
    <w:rsid w:val="00EE74D8"/>
    <w:rsid w:val="00EE7961"/>
    <w:rsid w:val="00EE7A46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8B6"/>
    <w:rsid w:val="00EF6640"/>
    <w:rsid w:val="00EF6FF1"/>
    <w:rsid w:val="00EF7B4C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20393"/>
    <w:rsid w:val="00F21E8A"/>
    <w:rsid w:val="00F227BB"/>
    <w:rsid w:val="00F243DB"/>
    <w:rsid w:val="00F252D2"/>
    <w:rsid w:val="00F268E1"/>
    <w:rsid w:val="00F27C53"/>
    <w:rsid w:val="00F31084"/>
    <w:rsid w:val="00F31535"/>
    <w:rsid w:val="00F32395"/>
    <w:rsid w:val="00F331BD"/>
    <w:rsid w:val="00F34632"/>
    <w:rsid w:val="00F40BB4"/>
    <w:rsid w:val="00F41053"/>
    <w:rsid w:val="00F41109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56D1E"/>
    <w:rsid w:val="00F60AE5"/>
    <w:rsid w:val="00F62A8B"/>
    <w:rsid w:val="00F62E56"/>
    <w:rsid w:val="00F62F3D"/>
    <w:rsid w:val="00F6340E"/>
    <w:rsid w:val="00F64436"/>
    <w:rsid w:val="00F65A05"/>
    <w:rsid w:val="00F66B07"/>
    <w:rsid w:val="00F705FA"/>
    <w:rsid w:val="00F717EC"/>
    <w:rsid w:val="00F7305A"/>
    <w:rsid w:val="00F7464A"/>
    <w:rsid w:val="00F74B71"/>
    <w:rsid w:val="00F76C1B"/>
    <w:rsid w:val="00F774B1"/>
    <w:rsid w:val="00F80722"/>
    <w:rsid w:val="00F81935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67A"/>
    <w:rsid w:val="00F93786"/>
    <w:rsid w:val="00F9660A"/>
    <w:rsid w:val="00FA326F"/>
    <w:rsid w:val="00FA3E72"/>
    <w:rsid w:val="00FA4404"/>
    <w:rsid w:val="00FA454F"/>
    <w:rsid w:val="00FA4F74"/>
    <w:rsid w:val="00FA5E72"/>
    <w:rsid w:val="00FA6D61"/>
    <w:rsid w:val="00FB0ED4"/>
    <w:rsid w:val="00FB1124"/>
    <w:rsid w:val="00FB3B44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1EF3"/>
    <w:rsid w:val="00FD26F2"/>
    <w:rsid w:val="00FD2B27"/>
    <w:rsid w:val="00FD2E5B"/>
    <w:rsid w:val="00FD3E4C"/>
    <w:rsid w:val="00FD5E64"/>
    <w:rsid w:val="00FD6E34"/>
    <w:rsid w:val="00FD6FDC"/>
    <w:rsid w:val="00FD7CF2"/>
    <w:rsid w:val="00FD7E4C"/>
    <w:rsid w:val="00FE290C"/>
    <w:rsid w:val="00FE45D0"/>
    <w:rsid w:val="00FE4C70"/>
    <w:rsid w:val="00FE56D8"/>
    <w:rsid w:val="00FE69BA"/>
    <w:rsid w:val="00FE733C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451DDB5"/>
  <w15:chartTrackingRefBased/>
  <w15:docId w15:val="{74B4AD39-3D5F-4B1B-B3BD-A48B3405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D25"/>
    <w:pPr>
      <w:spacing w:before="24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90D69"/>
    <w:pPr>
      <w:keepNext/>
      <w:pageBreakBefore/>
      <w:numPr>
        <w:numId w:val="6"/>
      </w:numPr>
      <w:spacing w:after="60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D25"/>
    <w:pPr>
      <w:keepNext/>
      <w:numPr>
        <w:ilvl w:val="1"/>
        <w:numId w:val="6"/>
      </w:numPr>
      <w:spacing w:after="120" w:line="400" w:lineRule="exact"/>
      <w:ind w:left="1135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E37D25"/>
    <w:pPr>
      <w:keepNext/>
      <w:numPr>
        <w:ilvl w:val="2"/>
        <w:numId w:val="6"/>
      </w:numPr>
      <w:spacing w:after="120" w:line="320" w:lineRule="exact"/>
      <w:ind w:left="1531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90D69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E37D25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E37D25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2B7D47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A04C1C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063460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063460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Z2Nagwektabeli"/>
    <w:link w:val="Z2tabelatekstZnak"/>
    <w:qFormat/>
    <w:rsid w:val="009B4595"/>
    <w:rPr>
      <w:rFonts w:ascii="Lato" w:hAnsi="Lato" w:cs="Arial"/>
      <w:szCs w:val="18"/>
    </w:rPr>
  </w:style>
  <w:style w:type="paragraph" w:styleId="Legenda">
    <w:name w:val="caption"/>
    <w:basedOn w:val="Normalny"/>
    <w:next w:val="Normalny"/>
    <w:qFormat/>
    <w:rsid w:val="00063460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9B4595"/>
    <w:rPr>
      <w:rFonts w:ascii="Lato" w:eastAsia="Times New Roman" w:hAnsi="Lato" w:cs="Arial"/>
      <w:b/>
      <w:sz w:val="18"/>
      <w:szCs w:val="18"/>
    </w:rPr>
  </w:style>
  <w:style w:type="character" w:customStyle="1" w:styleId="poleodsylacz">
    <w:name w:val="pole_odsylacz"/>
    <w:uiPriority w:val="1"/>
    <w:qFormat/>
    <w:rsid w:val="001E4D8F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1E4D8F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1E4D8F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F1A3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F1A35"/>
    <w:rPr>
      <w:rFonts w:ascii="Arial" w:hAnsi="Arial"/>
      <w:sz w:val="18"/>
      <w:szCs w:val="28"/>
    </w:rPr>
  </w:style>
  <w:style w:type="paragraph" w:customStyle="1" w:styleId="spis">
    <w:name w:val="spis"/>
    <w:link w:val="spisZnak"/>
    <w:qFormat/>
    <w:rsid w:val="00063460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spisZnak">
    <w:name w:val="spis Znak"/>
    <w:basedOn w:val="Domylnaczcionkaakapitu"/>
    <w:link w:val="spis"/>
    <w:rsid w:val="00063460"/>
    <w:rPr>
      <w:rFonts w:ascii="Lato" w:hAnsi="Lato"/>
      <w:b/>
      <w:bCs/>
      <w:kern w:val="32"/>
      <w:sz w:val="40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1285</TotalTime>
  <Pages>18</Pages>
  <Words>2479</Words>
  <Characters>18706</Characters>
  <Application>Microsoft Office Word</Application>
  <DocSecurity>0</DocSecurity>
  <Lines>155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informacji o dopłatach w grach liczbowych, loteriach pieniężnych i grze telebingo GHD-1</vt:lpstr>
    </vt:vector>
  </TitlesOfParts>
  <Company>Asseco Poland SA.</Company>
  <LinksUpToDate>false</LinksUpToDate>
  <CharactersWithSpaces>21143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1310768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_Toc450743020</vt:lpwstr>
      </vt:variant>
      <vt:variant>
        <vt:i4>1507376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_Toc450743019</vt:lpwstr>
      </vt:variant>
      <vt:variant>
        <vt:i4>1507376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_Toc450743018</vt:lpwstr>
      </vt:variant>
      <vt:variant>
        <vt:i4>1507376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_Toc450743017</vt:lpwstr>
      </vt:variant>
      <vt:variant>
        <vt:i4>1507376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_Toc450743016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_Toc450743015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_Toc450743014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_Toc450743013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_Toc450743012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_Toc450743011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_Toc450743010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_Toc450743009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_Toc450743008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_Toc450743007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_Toc450743006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_Toc450743005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_Toc450743004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_Toc450743003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_Toc450743002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_Toc450743001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_Toc450743000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_Toc450742999</vt:lpwstr>
      </vt:variant>
      <vt:variant>
        <vt:i4>1966137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_Toc450742998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informacji o dopłatach w grach liczbowych, loteriach pieniężnych i grze telebingo GHD-1</dc:title>
  <dc:subject/>
  <dc:creator/>
  <cp:keywords/>
  <cp:lastModifiedBy>Giza Paweł</cp:lastModifiedBy>
  <cp:revision>7</cp:revision>
  <cp:lastPrinted>2013-01-03T11:52:00Z</cp:lastPrinted>
  <dcterms:created xsi:type="dcterms:W3CDTF">2024-10-18T05:41:00Z</dcterms:created>
  <dcterms:modified xsi:type="dcterms:W3CDTF">2024-11-28T05:20:00Z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1.8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ZF2-PWT-KXML-GHD1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2024-10-18T07:41:03.2152395+02:00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GRN-1abd758d-5f41-42a3-8718-4ef97f3386c8</vt:lpwstr>
  </property>
  <property fmtid="{D5CDD505-2E9C-101B-9397-08002B2CF9AE}" pid="10" name="MFHash">
    <vt:lpwstr>1HDiu5M2wHOtwfSLDIaKI6Jcz1g1bE9MwtV1FEV5Y60=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